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D77C3" w14:textId="77777777" w:rsidR="006B74F3" w:rsidRPr="00842493" w:rsidRDefault="006B74F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528"/>
      </w:tblGrid>
      <w:tr w:rsidR="00842493" w:rsidRPr="00842493" w14:paraId="7DB2A087" w14:textId="77777777" w:rsidTr="00842493">
        <w:tc>
          <w:tcPr>
            <w:tcW w:w="2622" w:type="dxa"/>
            <w:shd w:val="clear" w:color="auto" w:fill="0A0A51"/>
          </w:tcPr>
          <w:p w14:paraId="67583639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</w:rPr>
              <w:t>Définition</w:t>
            </w:r>
          </w:p>
        </w:tc>
        <w:tc>
          <w:tcPr>
            <w:tcW w:w="2693" w:type="dxa"/>
            <w:shd w:val="clear" w:color="auto" w:fill="0A0A51"/>
          </w:tcPr>
          <w:p w14:paraId="3E25265D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</w:rPr>
              <w:t>Mot Clé</w:t>
            </w:r>
          </w:p>
        </w:tc>
        <w:tc>
          <w:tcPr>
            <w:tcW w:w="5528" w:type="dxa"/>
            <w:shd w:val="clear" w:color="auto" w:fill="0A0A51"/>
          </w:tcPr>
          <w:p w14:paraId="323D88B7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  <w:t>Résultat</w:t>
            </w:r>
          </w:p>
        </w:tc>
      </w:tr>
      <w:tr w:rsidR="008F53C3" w:rsidRPr="00842493" w14:paraId="5F89A587" w14:textId="77777777" w:rsidTr="00A04651">
        <w:tc>
          <w:tcPr>
            <w:tcW w:w="2622" w:type="dxa"/>
          </w:tcPr>
          <w:p w14:paraId="48C56942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="00473FC9" w:rsidRPr="00842493">
              <w:rPr>
                <w:rFonts w:ascii="Calibri" w:hAnsi="Calibri"/>
                <w:b/>
                <w:snapToGrid w:val="0"/>
                <w:color w:val="0000FF"/>
              </w:rPr>
              <w:t>Qualitomètre</w:t>
            </w:r>
            <w:proofErr w:type="spellEnd"/>
          </w:p>
        </w:tc>
        <w:tc>
          <w:tcPr>
            <w:tcW w:w="2693" w:type="dxa"/>
          </w:tcPr>
          <w:p w14:paraId="5863D986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</w:t>
            </w:r>
            <w:r w:rsidR="00473FC9" w:rsidRPr="00842493">
              <w:rPr>
                <w:rFonts w:ascii="Calibri" w:hAnsi="Calibri"/>
                <w:snapToGrid w:val="0"/>
                <w:color w:val="0000FF"/>
              </w:rPr>
              <w:t>QUALITO</w:t>
            </w:r>
          </w:p>
        </w:tc>
        <w:tc>
          <w:tcPr>
            <w:tcW w:w="5528" w:type="dxa"/>
          </w:tcPr>
          <w:p w14:paraId="099CCDA3" w14:textId="13284F11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QUALITO"/>
                  <w:enabled/>
                  <w:calcOnExit w:val="0"/>
                  <w:textInput/>
                </w:ffData>
              </w:fldChar>
            </w:r>
            <w:bookmarkStart w:id="0" w:name="CODE_QUALIT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0"/>
          </w:p>
        </w:tc>
      </w:tr>
      <w:tr w:rsidR="00FF32E6" w:rsidRPr="00842493" w14:paraId="3A65EB81" w14:textId="77777777" w:rsidTr="00A04651">
        <w:tc>
          <w:tcPr>
            <w:tcW w:w="2622" w:type="dxa"/>
          </w:tcPr>
          <w:p w14:paraId="3EA0188A" w14:textId="77777777" w:rsidR="00FF32E6" w:rsidRPr="00842493" w:rsidRDefault="00FF32E6" w:rsidP="00EA7B6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BSS</w:t>
            </w:r>
          </w:p>
        </w:tc>
        <w:tc>
          <w:tcPr>
            <w:tcW w:w="2693" w:type="dxa"/>
          </w:tcPr>
          <w:p w14:paraId="1EDA4093" w14:textId="77777777" w:rsidR="00FF32E6" w:rsidRPr="00842493" w:rsidRDefault="00FF32E6" w:rsidP="00EA7B6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CODE_BSS</w:t>
            </w:r>
          </w:p>
        </w:tc>
        <w:tc>
          <w:tcPr>
            <w:tcW w:w="5528" w:type="dxa"/>
          </w:tcPr>
          <w:p w14:paraId="35EC0418" w14:textId="6D90451E" w:rsidR="00FF32E6" w:rsidRPr="00842493" w:rsidRDefault="007D1162" w:rsidP="00EA7B6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BSS"/>
                  <w:enabled/>
                  <w:calcOnExit w:val="0"/>
                  <w:textInput/>
                </w:ffData>
              </w:fldChar>
            </w:r>
            <w:bookmarkStart w:id="1" w:name="CODE_BS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"/>
          </w:p>
        </w:tc>
      </w:tr>
      <w:tr w:rsidR="00B137ED" w:rsidRPr="00842493" w14:paraId="042378AC" w14:textId="77777777" w:rsidTr="002979E6">
        <w:tc>
          <w:tcPr>
            <w:tcW w:w="2622" w:type="dxa"/>
          </w:tcPr>
          <w:p w14:paraId="73088515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International</w:t>
            </w:r>
          </w:p>
        </w:tc>
        <w:tc>
          <w:tcPr>
            <w:tcW w:w="2693" w:type="dxa"/>
          </w:tcPr>
          <w:p w14:paraId="28E672F0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CODE_INTER</w:t>
            </w:r>
          </w:p>
        </w:tc>
        <w:tc>
          <w:tcPr>
            <w:tcW w:w="5528" w:type="dxa"/>
          </w:tcPr>
          <w:p w14:paraId="2BD421DA" w14:textId="79CEFDD6" w:rsidR="00B137ED" w:rsidRPr="00842493" w:rsidRDefault="007D1162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INTER"/>
                  <w:enabled/>
                  <w:calcOnExit w:val="0"/>
                  <w:textInput/>
                </w:ffData>
              </w:fldChar>
            </w:r>
            <w:bookmarkStart w:id="2" w:name="CODE_INTE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"/>
          </w:p>
        </w:tc>
      </w:tr>
      <w:tr w:rsidR="00B137ED" w:rsidRPr="00842493" w14:paraId="2BB9EDEC" w14:textId="77777777" w:rsidTr="002979E6">
        <w:tc>
          <w:tcPr>
            <w:tcW w:w="2622" w:type="dxa"/>
          </w:tcPr>
          <w:p w14:paraId="5FD9151B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Pays</w:t>
            </w:r>
          </w:p>
        </w:tc>
        <w:tc>
          <w:tcPr>
            <w:tcW w:w="2693" w:type="dxa"/>
          </w:tcPr>
          <w:p w14:paraId="260B969C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C_PAYS</w:t>
            </w:r>
          </w:p>
        </w:tc>
        <w:tc>
          <w:tcPr>
            <w:tcW w:w="5528" w:type="dxa"/>
          </w:tcPr>
          <w:p w14:paraId="259DA46F" w14:textId="35C6C31A" w:rsidR="00B137ED" w:rsidRPr="00842493" w:rsidRDefault="007D1162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AYS"/>
                  <w:enabled/>
                  <w:calcOnExit w:val="0"/>
                  <w:textInput/>
                </w:ffData>
              </w:fldChar>
            </w:r>
            <w:bookmarkStart w:id="3" w:name="C_PAY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"/>
          </w:p>
        </w:tc>
      </w:tr>
      <w:tr w:rsidR="008F53C3" w:rsidRPr="00842493" w14:paraId="64DBEF5B" w14:textId="77777777" w:rsidTr="00A04651">
        <w:tc>
          <w:tcPr>
            <w:tcW w:w="2622" w:type="dxa"/>
          </w:tcPr>
          <w:p w14:paraId="16E94809" w14:textId="77777777" w:rsidR="008F53C3" w:rsidRPr="00842493" w:rsidRDefault="00FF32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Désignation</w:t>
            </w:r>
          </w:p>
        </w:tc>
        <w:tc>
          <w:tcPr>
            <w:tcW w:w="2693" w:type="dxa"/>
          </w:tcPr>
          <w:p w14:paraId="0E7D37D2" w14:textId="77777777" w:rsidR="008F53C3" w:rsidRPr="00842493" w:rsidRDefault="00FF32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DESIGNATION</w:t>
            </w:r>
          </w:p>
        </w:tc>
        <w:tc>
          <w:tcPr>
            <w:tcW w:w="5528" w:type="dxa"/>
          </w:tcPr>
          <w:p w14:paraId="74D32FC1" w14:textId="22DD2416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SIGNATION"/>
                  <w:enabled/>
                  <w:calcOnExit w:val="0"/>
                  <w:textInput/>
                </w:ffData>
              </w:fldChar>
            </w:r>
            <w:bookmarkStart w:id="4" w:name="DESIGNA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"/>
          </w:p>
        </w:tc>
      </w:tr>
      <w:tr w:rsidR="005679A3" w:rsidRPr="00842493" w14:paraId="290EC5A3" w14:textId="77777777" w:rsidTr="00A02382">
        <w:tc>
          <w:tcPr>
            <w:tcW w:w="2622" w:type="dxa"/>
          </w:tcPr>
          <w:p w14:paraId="647A53CB" w14:textId="77777777" w:rsidR="005679A3" w:rsidRPr="00842493" w:rsidRDefault="005679A3" w:rsidP="00A0238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Nom</w:t>
            </w:r>
          </w:p>
        </w:tc>
        <w:tc>
          <w:tcPr>
            <w:tcW w:w="2693" w:type="dxa"/>
          </w:tcPr>
          <w:p w14:paraId="43ED7580" w14:textId="77777777" w:rsidR="005679A3" w:rsidRPr="00842493" w:rsidRDefault="005679A3" w:rsidP="00A0238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NOM_QUALITO</w:t>
            </w:r>
          </w:p>
        </w:tc>
        <w:tc>
          <w:tcPr>
            <w:tcW w:w="5528" w:type="dxa"/>
          </w:tcPr>
          <w:p w14:paraId="07C198C7" w14:textId="1CDDF95C" w:rsidR="005679A3" w:rsidRPr="00842493" w:rsidRDefault="007D1162" w:rsidP="00A0238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QUALITO"/>
                  <w:enabled/>
                  <w:calcOnExit w:val="0"/>
                  <w:textInput/>
                </w:ffData>
              </w:fldChar>
            </w:r>
            <w:bookmarkStart w:id="5" w:name="NOM_QUALIT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"/>
          </w:p>
        </w:tc>
      </w:tr>
      <w:tr w:rsidR="008F53C3" w:rsidRPr="00842493" w14:paraId="5ECFD546" w14:textId="77777777" w:rsidTr="00A04651">
        <w:tc>
          <w:tcPr>
            <w:tcW w:w="2622" w:type="dxa"/>
          </w:tcPr>
          <w:p w14:paraId="36C0D2A9" w14:textId="77777777" w:rsidR="008F53C3" w:rsidRPr="00842493" w:rsidRDefault="005679A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Rivière</w:t>
            </w:r>
          </w:p>
        </w:tc>
        <w:tc>
          <w:tcPr>
            <w:tcW w:w="2693" w:type="dxa"/>
          </w:tcPr>
          <w:p w14:paraId="1E5E6C12" w14:textId="77777777" w:rsidR="008F53C3" w:rsidRPr="00842493" w:rsidRDefault="005679A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RIVIERE</w:t>
            </w:r>
          </w:p>
        </w:tc>
        <w:tc>
          <w:tcPr>
            <w:tcW w:w="5528" w:type="dxa"/>
          </w:tcPr>
          <w:p w14:paraId="2764BDBD" w14:textId="7081A037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IVIERE"/>
                  <w:enabled/>
                  <w:calcOnExit w:val="0"/>
                  <w:textInput/>
                </w:ffData>
              </w:fldChar>
            </w:r>
            <w:bookmarkStart w:id="6" w:name="RIVIE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"/>
          </w:p>
        </w:tc>
      </w:tr>
      <w:tr w:rsidR="008F53C3" w:rsidRPr="00842493" w14:paraId="03059618" w14:textId="77777777" w:rsidTr="00A04651">
        <w:tc>
          <w:tcPr>
            <w:tcW w:w="2622" w:type="dxa"/>
          </w:tcPr>
          <w:p w14:paraId="6635C18F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Nature</w:t>
            </w:r>
          </w:p>
        </w:tc>
        <w:tc>
          <w:tcPr>
            <w:tcW w:w="2693" w:type="dxa"/>
          </w:tcPr>
          <w:p w14:paraId="374F70B4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C_NATURE</w:t>
            </w:r>
          </w:p>
        </w:tc>
        <w:tc>
          <w:tcPr>
            <w:tcW w:w="5528" w:type="dxa"/>
          </w:tcPr>
          <w:p w14:paraId="7DA3767D" w14:textId="3F221AD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NATURE"/>
                  <w:enabled/>
                  <w:calcOnExit w:val="0"/>
                  <w:textInput/>
                </w:ffData>
              </w:fldChar>
            </w:r>
            <w:bookmarkStart w:id="7" w:name="C_NATU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"/>
          </w:p>
        </w:tc>
      </w:tr>
      <w:tr w:rsidR="008D3F36" w:rsidRPr="00842493" w14:paraId="5EBF74D0" w14:textId="77777777" w:rsidTr="0040094F">
        <w:tc>
          <w:tcPr>
            <w:tcW w:w="2622" w:type="dxa"/>
          </w:tcPr>
          <w:p w14:paraId="085BD3CA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état</w:t>
            </w:r>
          </w:p>
        </w:tc>
        <w:tc>
          <w:tcPr>
            <w:tcW w:w="2693" w:type="dxa"/>
          </w:tcPr>
          <w:p w14:paraId="45D8A149" w14:textId="77777777" w:rsidR="008D3F36" w:rsidRPr="00842493" w:rsidRDefault="008D3F36" w:rsidP="008D3F3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CODE_ETAT</w:t>
            </w:r>
          </w:p>
        </w:tc>
        <w:tc>
          <w:tcPr>
            <w:tcW w:w="5528" w:type="dxa"/>
          </w:tcPr>
          <w:p w14:paraId="22B04122" w14:textId="3E50947D" w:rsidR="008D3F36" w:rsidRPr="00842493" w:rsidRDefault="007D1162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ETAT"/>
                  <w:enabled/>
                  <w:calcOnExit w:val="0"/>
                  <w:textInput/>
                </w:ffData>
              </w:fldChar>
            </w:r>
            <w:bookmarkStart w:id="8" w:name="CODE_ET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"/>
          </w:p>
        </w:tc>
      </w:tr>
      <w:tr w:rsidR="008D3F36" w:rsidRPr="00842493" w14:paraId="06CFAAB1" w14:textId="77777777" w:rsidTr="0040094F">
        <w:tc>
          <w:tcPr>
            <w:tcW w:w="2622" w:type="dxa"/>
          </w:tcPr>
          <w:p w14:paraId="71F149FE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Etat</w:t>
            </w:r>
          </w:p>
        </w:tc>
        <w:tc>
          <w:tcPr>
            <w:tcW w:w="2693" w:type="dxa"/>
          </w:tcPr>
          <w:p w14:paraId="50B08DD5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ETAT</w:t>
            </w:r>
          </w:p>
        </w:tc>
        <w:tc>
          <w:tcPr>
            <w:tcW w:w="5528" w:type="dxa"/>
          </w:tcPr>
          <w:p w14:paraId="203E0843" w14:textId="0379679F" w:rsidR="008D3F36" w:rsidRPr="00842493" w:rsidRDefault="007D1162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TAT"/>
                  <w:enabled/>
                  <w:calcOnExit w:val="0"/>
                  <w:textInput/>
                </w:ffData>
              </w:fldChar>
            </w:r>
            <w:bookmarkStart w:id="9" w:name="ET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"/>
          </w:p>
        </w:tc>
      </w:tr>
      <w:tr w:rsidR="008F53C3" w:rsidRPr="00842493" w14:paraId="25087450" w14:textId="77777777" w:rsidTr="00A04651">
        <w:tc>
          <w:tcPr>
            <w:tcW w:w="2622" w:type="dxa"/>
          </w:tcPr>
          <w:p w14:paraId="67D3EC30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Date création</w:t>
            </w:r>
          </w:p>
        </w:tc>
        <w:tc>
          <w:tcPr>
            <w:tcW w:w="2693" w:type="dxa"/>
          </w:tcPr>
          <w:p w14:paraId="4818EDDD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DATE_CREATION</w:t>
            </w:r>
          </w:p>
        </w:tc>
        <w:tc>
          <w:tcPr>
            <w:tcW w:w="5528" w:type="dxa"/>
          </w:tcPr>
          <w:p w14:paraId="7F6A1DDC" w14:textId="415BA03C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CREATION"/>
                  <w:enabled/>
                  <w:calcOnExit w:val="0"/>
                  <w:textInput/>
                </w:ffData>
              </w:fldChar>
            </w:r>
            <w:bookmarkStart w:id="10" w:name="DATE_CREATI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"/>
          </w:p>
        </w:tc>
      </w:tr>
      <w:tr w:rsidR="008F53C3" w:rsidRPr="00842493" w14:paraId="0EC9BDCE" w14:textId="77777777" w:rsidTr="00A04651">
        <w:tc>
          <w:tcPr>
            <w:tcW w:w="2622" w:type="dxa"/>
          </w:tcPr>
          <w:p w14:paraId="5062F069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Date Fermeture</w:t>
            </w:r>
          </w:p>
        </w:tc>
        <w:tc>
          <w:tcPr>
            <w:tcW w:w="2693" w:type="dxa"/>
          </w:tcPr>
          <w:p w14:paraId="7EADD3B1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DATE_FERMETURE</w:t>
            </w:r>
          </w:p>
        </w:tc>
        <w:tc>
          <w:tcPr>
            <w:tcW w:w="5528" w:type="dxa"/>
          </w:tcPr>
          <w:p w14:paraId="6D9F2E8D" w14:textId="4DBA1A6F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FERMETURE"/>
                  <w:enabled/>
                  <w:calcOnExit w:val="0"/>
                  <w:textInput/>
                </w:ffData>
              </w:fldChar>
            </w:r>
            <w:bookmarkStart w:id="11" w:name="DATE_FERMETU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"/>
          </w:p>
        </w:tc>
      </w:tr>
      <w:tr w:rsidR="008F53C3" w:rsidRPr="00842493" w14:paraId="6D56A1C4" w14:textId="77777777" w:rsidTr="00A04651">
        <w:tc>
          <w:tcPr>
            <w:tcW w:w="2622" w:type="dxa"/>
          </w:tcPr>
          <w:p w14:paraId="6C832E92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</w:t>
            </w:r>
          </w:p>
        </w:tc>
        <w:tc>
          <w:tcPr>
            <w:tcW w:w="2693" w:type="dxa"/>
          </w:tcPr>
          <w:p w14:paraId="7F9E93B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COORDONNEE_X</w:t>
            </w:r>
          </w:p>
        </w:tc>
        <w:tc>
          <w:tcPr>
            <w:tcW w:w="5528" w:type="dxa"/>
          </w:tcPr>
          <w:p w14:paraId="0195DD47" w14:textId="317D5579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X"/>
                  <w:enabled/>
                  <w:calcOnExit w:val="0"/>
                  <w:textInput/>
                </w:ffData>
              </w:fldChar>
            </w:r>
            <w:bookmarkStart w:id="12" w:name="COORDONNEE_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"/>
          </w:p>
        </w:tc>
      </w:tr>
      <w:tr w:rsidR="008F53C3" w:rsidRPr="00842493" w14:paraId="3C957093" w14:textId="77777777" w:rsidTr="00A04651">
        <w:tc>
          <w:tcPr>
            <w:tcW w:w="2622" w:type="dxa"/>
          </w:tcPr>
          <w:p w14:paraId="2F88C627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</w:t>
            </w:r>
          </w:p>
        </w:tc>
        <w:tc>
          <w:tcPr>
            <w:tcW w:w="2693" w:type="dxa"/>
          </w:tcPr>
          <w:p w14:paraId="2D26A56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COORDONNEE_Y</w:t>
            </w:r>
          </w:p>
        </w:tc>
        <w:tc>
          <w:tcPr>
            <w:tcW w:w="5528" w:type="dxa"/>
          </w:tcPr>
          <w:p w14:paraId="3EA43516" w14:textId="7557E540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Y"/>
                  <w:enabled/>
                  <w:calcOnExit w:val="0"/>
                  <w:textInput/>
                </w:ffData>
              </w:fldChar>
            </w:r>
            <w:bookmarkStart w:id="13" w:name="COORDONNEE_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"/>
          </w:p>
        </w:tc>
      </w:tr>
      <w:tr w:rsidR="008F53C3" w:rsidRPr="00842493" w14:paraId="4D7A5390" w14:textId="77777777" w:rsidTr="00A04651">
        <w:tc>
          <w:tcPr>
            <w:tcW w:w="2622" w:type="dxa"/>
          </w:tcPr>
          <w:p w14:paraId="4C0C7A3D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Z</w:t>
            </w:r>
          </w:p>
        </w:tc>
        <w:tc>
          <w:tcPr>
            <w:tcW w:w="2693" w:type="dxa"/>
          </w:tcPr>
          <w:p w14:paraId="15BA50E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COORDONNEE_Z</w:t>
            </w:r>
          </w:p>
        </w:tc>
        <w:tc>
          <w:tcPr>
            <w:tcW w:w="5528" w:type="dxa"/>
          </w:tcPr>
          <w:p w14:paraId="27BE601F" w14:textId="56F132A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Z"/>
                  <w:enabled/>
                  <w:calcOnExit w:val="0"/>
                  <w:textInput/>
                </w:ffData>
              </w:fldChar>
            </w:r>
            <w:bookmarkStart w:id="14" w:name="COORDONNEE_Z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"/>
          </w:p>
        </w:tc>
      </w:tr>
      <w:tr w:rsidR="0030248E" w:rsidRPr="00842493" w14:paraId="00FDDA1A" w14:textId="77777777" w:rsidTr="00A04651">
        <w:tc>
          <w:tcPr>
            <w:tcW w:w="2622" w:type="dxa"/>
          </w:tcPr>
          <w:p w14:paraId="68E48E08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projection</w:t>
            </w:r>
          </w:p>
        </w:tc>
        <w:tc>
          <w:tcPr>
            <w:tcW w:w="2693" w:type="dxa"/>
          </w:tcPr>
          <w:p w14:paraId="2329B721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C_PROJECTION</w:t>
            </w:r>
          </w:p>
        </w:tc>
        <w:tc>
          <w:tcPr>
            <w:tcW w:w="5528" w:type="dxa"/>
          </w:tcPr>
          <w:p w14:paraId="126327E3" w14:textId="61975173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ROJECTION"/>
                  <w:enabled/>
                  <w:calcOnExit w:val="0"/>
                  <w:textInput/>
                </w:ffData>
              </w:fldChar>
            </w:r>
            <w:bookmarkStart w:id="15" w:name="C_PROJECTION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"/>
          </w:p>
        </w:tc>
      </w:tr>
      <w:tr w:rsidR="008F53C3" w:rsidRPr="00842493" w14:paraId="781F8305" w14:textId="77777777" w:rsidTr="00A04651">
        <w:tc>
          <w:tcPr>
            <w:tcW w:w="2622" w:type="dxa"/>
          </w:tcPr>
          <w:p w14:paraId="25A4D87C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Projection</w:t>
            </w:r>
          </w:p>
        </w:tc>
        <w:tc>
          <w:tcPr>
            <w:tcW w:w="2693" w:type="dxa"/>
          </w:tcPr>
          <w:p w14:paraId="4011DA00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TYPE_PROJECTION</w:t>
            </w:r>
          </w:p>
        </w:tc>
        <w:tc>
          <w:tcPr>
            <w:tcW w:w="5528" w:type="dxa"/>
          </w:tcPr>
          <w:p w14:paraId="07E505E3" w14:textId="3DDC475F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PROJECTION"/>
                  <w:enabled/>
                  <w:calcOnExit w:val="0"/>
                  <w:textInput/>
                </w:ffData>
              </w:fldChar>
            </w:r>
            <w:bookmarkStart w:id="16" w:name="TYPE_PROJECTION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6"/>
          </w:p>
        </w:tc>
      </w:tr>
      <w:tr w:rsidR="008F53C3" w:rsidRPr="00842493" w14:paraId="7372E60F" w14:textId="77777777" w:rsidTr="00A04651">
        <w:tc>
          <w:tcPr>
            <w:tcW w:w="2622" w:type="dxa"/>
          </w:tcPr>
          <w:p w14:paraId="6BF24170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</w:t>
            </w:r>
          </w:p>
        </w:tc>
        <w:tc>
          <w:tcPr>
            <w:tcW w:w="2693" w:type="dxa"/>
          </w:tcPr>
          <w:p w14:paraId="47C551CF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</w:t>
            </w:r>
          </w:p>
        </w:tc>
        <w:tc>
          <w:tcPr>
            <w:tcW w:w="5528" w:type="dxa"/>
          </w:tcPr>
          <w:p w14:paraId="77E0503B" w14:textId="724AB9A0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"/>
                  <w:enabled/>
                  <w:calcOnExit w:val="0"/>
                  <w:textInput/>
                </w:ffData>
              </w:fldChar>
            </w:r>
            <w:bookmarkStart w:id="17" w:name="COMMENTAIRE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7"/>
          </w:p>
        </w:tc>
      </w:tr>
      <w:tr w:rsidR="00842493" w:rsidRPr="00842493" w14:paraId="13E35F53" w14:textId="77777777" w:rsidTr="00D76F40">
        <w:tc>
          <w:tcPr>
            <w:tcW w:w="2622" w:type="dxa"/>
          </w:tcPr>
          <w:p w14:paraId="19F0CCC1" w14:textId="77777777" w:rsidR="00842493" w:rsidRPr="00842493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Localisation</w:t>
            </w:r>
          </w:p>
        </w:tc>
        <w:tc>
          <w:tcPr>
            <w:tcW w:w="2693" w:type="dxa"/>
          </w:tcPr>
          <w:p w14:paraId="45EBD2F7" w14:textId="77777777" w:rsidR="00842493" w:rsidRPr="00842493" w:rsidRDefault="00842493" w:rsidP="00D76F40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LOCALISATION</w:t>
            </w:r>
          </w:p>
        </w:tc>
        <w:tc>
          <w:tcPr>
            <w:tcW w:w="5528" w:type="dxa"/>
          </w:tcPr>
          <w:p w14:paraId="0309392F" w14:textId="726E1DE9" w:rsidR="00842493" w:rsidRPr="00842493" w:rsidRDefault="007D1162" w:rsidP="00D76F40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CALISATION"/>
                  <w:enabled/>
                  <w:calcOnExit w:val="0"/>
                  <w:textInput/>
                </w:ffData>
              </w:fldChar>
            </w:r>
            <w:bookmarkStart w:id="18" w:name="LOCALISATION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8"/>
          </w:p>
        </w:tc>
      </w:tr>
      <w:tr w:rsidR="0034590D" w:rsidRPr="00842493" w14:paraId="1171369E" w14:textId="77777777" w:rsidTr="00A04651">
        <w:tc>
          <w:tcPr>
            <w:tcW w:w="2622" w:type="dxa"/>
          </w:tcPr>
          <w:p w14:paraId="14CC9CD1" w14:textId="77777777" w:rsidR="0034590D" w:rsidRPr="00842493" w:rsidRDefault="0084249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Evénements</w:t>
            </w:r>
          </w:p>
        </w:tc>
        <w:tc>
          <w:tcPr>
            <w:tcW w:w="2693" w:type="dxa"/>
          </w:tcPr>
          <w:p w14:paraId="08A8C81C" w14:textId="77777777" w:rsidR="0034590D" w:rsidRPr="00842493" w:rsidRDefault="0084249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EVENEMENTS</w:t>
            </w:r>
          </w:p>
        </w:tc>
        <w:tc>
          <w:tcPr>
            <w:tcW w:w="5528" w:type="dxa"/>
          </w:tcPr>
          <w:p w14:paraId="4E1186E7" w14:textId="4BC8770B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VENEMENTS"/>
                  <w:enabled/>
                  <w:calcOnExit w:val="0"/>
                  <w:textInput/>
                </w:ffData>
              </w:fldChar>
            </w:r>
            <w:bookmarkStart w:id="19" w:name="EVENEMENTS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9"/>
          </w:p>
        </w:tc>
      </w:tr>
      <w:tr w:rsidR="00A04651" w:rsidRPr="00842493" w14:paraId="00827A2F" w14:textId="77777777" w:rsidTr="003912E2">
        <w:tc>
          <w:tcPr>
            <w:tcW w:w="2622" w:type="dxa"/>
          </w:tcPr>
          <w:p w14:paraId="3F49180D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début</w:t>
            </w:r>
          </w:p>
        </w:tc>
        <w:tc>
          <w:tcPr>
            <w:tcW w:w="2693" w:type="dxa"/>
          </w:tcPr>
          <w:p w14:paraId="722C7D97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PROF_DEBUT</w:t>
            </w:r>
          </w:p>
        </w:tc>
        <w:tc>
          <w:tcPr>
            <w:tcW w:w="5528" w:type="dxa"/>
          </w:tcPr>
          <w:p w14:paraId="2FDB0603" w14:textId="4A28FF46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DEBUT"/>
                  <w:enabled/>
                  <w:calcOnExit w:val="0"/>
                  <w:textInput/>
                </w:ffData>
              </w:fldChar>
            </w:r>
            <w:bookmarkStart w:id="20" w:name="PROF_DEBUT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0"/>
          </w:p>
        </w:tc>
      </w:tr>
      <w:tr w:rsidR="00A04651" w:rsidRPr="00842493" w14:paraId="6E813F75" w14:textId="77777777" w:rsidTr="003912E2">
        <w:tc>
          <w:tcPr>
            <w:tcW w:w="2622" w:type="dxa"/>
          </w:tcPr>
          <w:p w14:paraId="28960F6E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fin</w:t>
            </w:r>
          </w:p>
        </w:tc>
        <w:tc>
          <w:tcPr>
            <w:tcW w:w="2693" w:type="dxa"/>
          </w:tcPr>
          <w:p w14:paraId="1FDAA4D6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PROF_FIN</w:t>
            </w:r>
          </w:p>
        </w:tc>
        <w:tc>
          <w:tcPr>
            <w:tcW w:w="5528" w:type="dxa"/>
          </w:tcPr>
          <w:p w14:paraId="21F27BB9" w14:textId="6B3DFED4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FIN"/>
                  <w:enabled/>
                  <w:calcOnExit w:val="0"/>
                  <w:textInput/>
                </w:ffData>
              </w:fldChar>
            </w:r>
            <w:bookmarkStart w:id="21" w:name="PROF_FIN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1"/>
          </w:p>
        </w:tc>
      </w:tr>
      <w:tr w:rsidR="00A04651" w:rsidRPr="00842493" w14:paraId="13671D15" w14:textId="77777777" w:rsidTr="003912E2">
        <w:tc>
          <w:tcPr>
            <w:tcW w:w="2622" w:type="dxa"/>
          </w:tcPr>
          <w:p w14:paraId="6F6C6C7E" w14:textId="77777777" w:rsidR="00A04651" w:rsidRPr="00842493" w:rsidRDefault="00A04651" w:rsidP="004E2C4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recommandée</w:t>
            </w:r>
          </w:p>
        </w:tc>
        <w:tc>
          <w:tcPr>
            <w:tcW w:w="2693" w:type="dxa"/>
          </w:tcPr>
          <w:p w14:paraId="2D8AFF1B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PROF_RECOMMANDEE</w:t>
            </w:r>
          </w:p>
        </w:tc>
        <w:tc>
          <w:tcPr>
            <w:tcW w:w="5528" w:type="dxa"/>
          </w:tcPr>
          <w:p w14:paraId="486986D9" w14:textId="52BFD13E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RECOMMANDEE"/>
                  <w:enabled/>
                  <w:calcOnExit w:val="0"/>
                  <w:textInput/>
                </w:ffData>
              </w:fldChar>
            </w:r>
            <w:bookmarkStart w:id="22" w:name="PROF_RECOMMANDEE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2"/>
          </w:p>
        </w:tc>
      </w:tr>
      <w:tr w:rsidR="0034590D" w:rsidRPr="00842493" w14:paraId="24A718EF" w14:textId="77777777" w:rsidTr="00A04651">
        <w:tc>
          <w:tcPr>
            <w:tcW w:w="2622" w:type="dxa"/>
          </w:tcPr>
          <w:p w14:paraId="75D377D5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début</w:t>
            </w:r>
            <w:r w:rsidR="00A04651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4CA911FA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PROF_DEBUT</w:t>
            </w:r>
            <w:r w:rsidR="00A04651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0D23775E" w14:textId="7206F7A6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DEBUT_EAU"/>
                  <w:enabled/>
                  <w:calcOnExit w:val="0"/>
                  <w:textInput/>
                </w:ffData>
              </w:fldChar>
            </w:r>
            <w:bookmarkStart w:id="23" w:name="PROF_DEBUT_EAU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3"/>
          </w:p>
        </w:tc>
      </w:tr>
      <w:tr w:rsidR="0034590D" w:rsidRPr="00842493" w14:paraId="27CF7253" w14:textId="77777777" w:rsidTr="00A04651">
        <w:tc>
          <w:tcPr>
            <w:tcW w:w="2622" w:type="dxa"/>
          </w:tcPr>
          <w:p w14:paraId="39743CC0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fin</w:t>
            </w:r>
            <w:r w:rsidR="00A04651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3B4B66DF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PROF_FIN</w:t>
            </w:r>
            <w:r w:rsidR="00A04651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56B639AC" w14:textId="0E6DACA2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FIN_EAU"/>
                  <w:enabled/>
                  <w:calcOnExit w:val="0"/>
                  <w:textInput/>
                </w:ffData>
              </w:fldChar>
            </w:r>
            <w:bookmarkStart w:id="24" w:name="PROF_FIN_EAU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4"/>
          </w:p>
        </w:tc>
      </w:tr>
      <w:tr w:rsidR="0034590D" w:rsidRPr="00842493" w14:paraId="2CF2F043" w14:textId="77777777" w:rsidTr="00A04651">
        <w:tc>
          <w:tcPr>
            <w:tcW w:w="2622" w:type="dxa"/>
          </w:tcPr>
          <w:p w14:paraId="5C6190C6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recommandée</w:t>
            </w:r>
            <w:r w:rsidR="004E2C44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25FBE5BB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PROF_RECOMMANDEE</w:t>
            </w:r>
            <w:r w:rsidR="004E2C44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4BA8FCB1" w14:textId="5EE9A7C3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RECOMMANDEE_EAU"/>
                  <w:enabled/>
                  <w:calcOnExit w:val="0"/>
                  <w:textInput/>
                </w:ffData>
              </w:fldChar>
            </w:r>
            <w:bookmarkStart w:id="25" w:name="PROF_RECOMMANDEE_EAU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5"/>
          </w:p>
        </w:tc>
      </w:tr>
      <w:tr w:rsidR="0034590D" w:rsidRPr="00842493" w14:paraId="72B7D961" w14:textId="77777777" w:rsidTr="00A04651">
        <w:tc>
          <w:tcPr>
            <w:tcW w:w="2622" w:type="dxa"/>
          </w:tcPr>
          <w:p w14:paraId="7EF80BA2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Finalité</w:t>
            </w:r>
          </w:p>
        </w:tc>
        <w:tc>
          <w:tcPr>
            <w:tcW w:w="2693" w:type="dxa"/>
          </w:tcPr>
          <w:p w14:paraId="0CE34921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FINALITE</w:t>
            </w:r>
          </w:p>
        </w:tc>
        <w:tc>
          <w:tcPr>
            <w:tcW w:w="5528" w:type="dxa"/>
          </w:tcPr>
          <w:p w14:paraId="06793376" w14:textId="29AA78E3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FINALITE"/>
                  <w:enabled/>
                  <w:calcOnExit w:val="0"/>
                  <w:textInput/>
                </w:ffData>
              </w:fldChar>
            </w:r>
            <w:bookmarkStart w:id="26" w:name="FINALITE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6"/>
          </w:p>
        </w:tc>
      </w:tr>
      <w:tr w:rsidR="0034590D" w:rsidRPr="00842493" w14:paraId="48CF6FD6" w14:textId="77777777" w:rsidTr="00A04651">
        <w:tc>
          <w:tcPr>
            <w:tcW w:w="2622" w:type="dxa"/>
          </w:tcPr>
          <w:p w14:paraId="121B6231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Type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qualitomètre</w:t>
            </w:r>
            <w:proofErr w:type="spellEnd"/>
          </w:p>
        </w:tc>
        <w:tc>
          <w:tcPr>
            <w:tcW w:w="2693" w:type="dxa"/>
          </w:tcPr>
          <w:p w14:paraId="3F92A055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TYPE_QUALITO</w:t>
            </w:r>
          </w:p>
        </w:tc>
        <w:tc>
          <w:tcPr>
            <w:tcW w:w="5528" w:type="dxa"/>
          </w:tcPr>
          <w:p w14:paraId="771DAEFF" w14:textId="4A7E801A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QUALITO"/>
                  <w:enabled/>
                  <w:calcOnExit w:val="0"/>
                  <w:textInput/>
                </w:ffData>
              </w:fldChar>
            </w:r>
            <w:bookmarkStart w:id="27" w:name="TYPE_QUALITO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7"/>
          </w:p>
        </w:tc>
      </w:tr>
      <w:tr w:rsidR="008F53C3" w:rsidRPr="00842493" w14:paraId="4144A230" w14:textId="77777777" w:rsidTr="00A04651">
        <w:tc>
          <w:tcPr>
            <w:tcW w:w="2622" w:type="dxa"/>
          </w:tcPr>
          <w:p w14:paraId="590240AE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commune</w:t>
            </w:r>
          </w:p>
        </w:tc>
        <w:tc>
          <w:tcPr>
            <w:tcW w:w="2693" w:type="dxa"/>
          </w:tcPr>
          <w:p w14:paraId="4678282E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C_COMMUNE</w:t>
            </w:r>
          </w:p>
        </w:tc>
        <w:tc>
          <w:tcPr>
            <w:tcW w:w="5528" w:type="dxa"/>
          </w:tcPr>
          <w:p w14:paraId="0AAA45CE" w14:textId="4D9B7299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MMUNE"/>
                  <w:enabled/>
                  <w:calcOnExit w:val="0"/>
                  <w:textInput/>
                </w:ffData>
              </w:fldChar>
            </w:r>
            <w:bookmarkStart w:id="28" w:name="C_COMMUNE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8"/>
          </w:p>
        </w:tc>
      </w:tr>
      <w:tr w:rsidR="0030248E" w:rsidRPr="00842493" w14:paraId="35A63FFA" w14:textId="77777777" w:rsidTr="00A04651">
        <w:tc>
          <w:tcPr>
            <w:tcW w:w="2622" w:type="dxa"/>
          </w:tcPr>
          <w:p w14:paraId="010EE7AE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Commune</w:t>
            </w:r>
          </w:p>
        </w:tc>
        <w:tc>
          <w:tcPr>
            <w:tcW w:w="2693" w:type="dxa"/>
          </w:tcPr>
          <w:p w14:paraId="33DAA254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COMMUNE</w:t>
            </w:r>
          </w:p>
        </w:tc>
        <w:tc>
          <w:tcPr>
            <w:tcW w:w="5528" w:type="dxa"/>
          </w:tcPr>
          <w:p w14:paraId="6592391F" w14:textId="039112F7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UNE"/>
                  <w:enabled/>
                  <w:calcOnExit w:val="0"/>
                  <w:textInput/>
                </w:ffData>
              </w:fldChar>
            </w:r>
            <w:bookmarkStart w:id="29" w:name="COMMUN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29"/>
          </w:p>
        </w:tc>
      </w:tr>
      <w:tr w:rsidR="0030248E" w:rsidRPr="00842493" w14:paraId="252A7DD0" w14:textId="77777777" w:rsidTr="00A04651">
        <w:tc>
          <w:tcPr>
            <w:tcW w:w="2622" w:type="dxa"/>
          </w:tcPr>
          <w:p w14:paraId="45F13695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Dept</w:t>
            </w:r>
          </w:p>
        </w:tc>
        <w:tc>
          <w:tcPr>
            <w:tcW w:w="2693" w:type="dxa"/>
          </w:tcPr>
          <w:p w14:paraId="51C7C706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DEPARTEMENT</w:t>
            </w:r>
          </w:p>
        </w:tc>
        <w:tc>
          <w:tcPr>
            <w:tcW w:w="5528" w:type="dxa"/>
          </w:tcPr>
          <w:p w14:paraId="782B034C" w14:textId="065556A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PARTEMENT"/>
                  <w:enabled/>
                  <w:calcOnExit w:val="0"/>
                  <w:textInput/>
                </w:ffData>
              </w:fldChar>
            </w:r>
            <w:bookmarkStart w:id="30" w:name="DEPARTEME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0"/>
          </w:p>
        </w:tc>
      </w:tr>
      <w:tr w:rsidR="008F53C3" w:rsidRPr="00842493" w14:paraId="5DDA3979" w14:textId="77777777" w:rsidTr="00A04651">
        <w:tc>
          <w:tcPr>
            <w:tcW w:w="2622" w:type="dxa"/>
          </w:tcPr>
          <w:p w14:paraId="6A294A22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contact</w:t>
            </w:r>
          </w:p>
        </w:tc>
        <w:tc>
          <w:tcPr>
            <w:tcW w:w="2693" w:type="dxa"/>
          </w:tcPr>
          <w:p w14:paraId="4D0DF5AF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C_CONTACT</w:t>
            </w:r>
          </w:p>
        </w:tc>
        <w:tc>
          <w:tcPr>
            <w:tcW w:w="5528" w:type="dxa"/>
          </w:tcPr>
          <w:p w14:paraId="2B9713AA" w14:textId="06FE4BE6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TACT"/>
                  <w:enabled/>
                  <w:calcOnExit w:val="0"/>
                  <w:textInput/>
                </w:ffData>
              </w:fldChar>
            </w:r>
            <w:bookmarkStart w:id="31" w:name="C_CONTACT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1"/>
          </w:p>
        </w:tc>
      </w:tr>
      <w:tr w:rsidR="0030248E" w:rsidRPr="00842493" w14:paraId="21451613" w14:textId="77777777" w:rsidTr="00A04651">
        <w:tc>
          <w:tcPr>
            <w:tcW w:w="2622" w:type="dxa"/>
          </w:tcPr>
          <w:p w14:paraId="17DBB332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Nom contact</w:t>
            </w:r>
          </w:p>
        </w:tc>
        <w:tc>
          <w:tcPr>
            <w:tcW w:w="2693" w:type="dxa"/>
          </w:tcPr>
          <w:p w14:paraId="62764FA4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NOM_CONTACT</w:t>
            </w:r>
          </w:p>
        </w:tc>
        <w:tc>
          <w:tcPr>
            <w:tcW w:w="5528" w:type="dxa"/>
          </w:tcPr>
          <w:p w14:paraId="6FDA358B" w14:textId="14EA6F9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CONTACT"/>
                  <w:enabled/>
                  <w:calcOnExit w:val="0"/>
                  <w:textInput/>
                </w:ffData>
              </w:fldChar>
            </w:r>
            <w:bookmarkStart w:id="32" w:name="NOM_CONTACT"/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2"/>
          </w:p>
        </w:tc>
      </w:tr>
      <w:tr w:rsidR="0030248E" w:rsidRPr="00842493" w14:paraId="0E7FFF6D" w14:textId="77777777" w:rsidTr="00A04651">
        <w:tc>
          <w:tcPr>
            <w:tcW w:w="2622" w:type="dxa"/>
          </w:tcPr>
          <w:p w14:paraId="726CA50D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Adresse</w:t>
            </w:r>
          </w:p>
        </w:tc>
        <w:tc>
          <w:tcPr>
            <w:tcW w:w="2693" w:type="dxa"/>
          </w:tcPr>
          <w:p w14:paraId="4D04CEDF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ADRESSE_CONTACT</w:t>
            </w:r>
          </w:p>
        </w:tc>
        <w:tc>
          <w:tcPr>
            <w:tcW w:w="5528" w:type="dxa"/>
          </w:tcPr>
          <w:p w14:paraId="4C811142" w14:textId="0D05632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_CONTACT"/>
                  <w:enabled/>
                  <w:calcOnExit w:val="0"/>
                  <w:textInput/>
                </w:ffData>
              </w:fldChar>
            </w:r>
            <w:bookmarkStart w:id="33" w:name="ADRESSE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3"/>
          </w:p>
        </w:tc>
      </w:tr>
      <w:tr w:rsidR="0030248E" w:rsidRPr="00842493" w14:paraId="67A474CC" w14:textId="77777777" w:rsidTr="00A04651">
        <w:tc>
          <w:tcPr>
            <w:tcW w:w="2622" w:type="dxa"/>
          </w:tcPr>
          <w:p w14:paraId="5F76A208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Tél</w:t>
            </w:r>
          </w:p>
        </w:tc>
        <w:tc>
          <w:tcPr>
            <w:tcW w:w="2693" w:type="dxa"/>
          </w:tcPr>
          <w:p w14:paraId="6532F7E7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TEL_CONTACT</w:t>
            </w:r>
          </w:p>
        </w:tc>
        <w:tc>
          <w:tcPr>
            <w:tcW w:w="5528" w:type="dxa"/>
          </w:tcPr>
          <w:p w14:paraId="6F5D4171" w14:textId="6AED1AF8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CONTACT"/>
                  <w:enabled/>
                  <w:calcOnExit w:val="0"/>
                  <w:textInput/>
                </w:ffData>
              </w:fldChar>
            </w:r>
            <w:bookmarkStart w:id="34" w:name="TEL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4"/>
          </w:p>
        </w:tc>
      </w:tr>
      <w:tr w:rsidR="0030248E" w:rsidRPr="00842493" w14:paraId="1EAA44AD" w14:textId="77777777" w:rsidTr="00A04651">
        <w:tc>
          <w:tcPr>
            <w:tcW w:w="2622" w:type="dxa"/>
          </w:tcPr>
          <w:p w14:paraId="2B21B3EA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Tél bureau</w:t>
            </w:r>
          </w:p>
        </w:tc>
        <w:tc>
          <w:tcPr>
            <w:tcW w:w="2693" w:type="dxa"/>
          </w:tcPr>
          <w:p w14:paraId="46FFF0DF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BUREAU_CONTACT</w:t>
            </w:r>
          </w:p>
        </w:tc>
        <w:tc>
          <w:tcPr>
            <w:tcW w:w="5528" w:type="dxa"/>
          </w:tcPr>
          <w:p w14:paraId="63C8852F" w14:textId="60C26F11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BUREAU_CONTACT"/>
                  <w:enabled/>
                  <w:calcOnExit w:val="0"/>
                  <w:textInput/>
                </w:ffData>
              </w:fldChar>
            </w:r>
            <w:bookmarkStart w:id="35" w:name="BUREAU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5"/>
          </w:p>
        </w:tc>
      </w:tr>
      <w:tr w:rsidR="0030248E" w:rsidRPr="00842493" w14:paraId="6101346D" w14:textId="77777777" w:rsidTr="00A04651">
        <w:tc>
          <w:tcPr>
            <w:tcW w:w="2622" w:type="dxa"/>
          </w:tcPr>
          <w:p w14:paraId="05196A35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Portable</w:t>
            </w:r>
          </w:p>
        </w:tc>
        <w:tc>
          <w:tcPr>
            <w:tcW w:w="2693" w:type="dxa"/>
          </w:tcPr>
          <w:p w14:paraId="3B0C2010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PORTABLE_CONTACT</w:t>
            </w:r>
          </w:p>
        </w:tc>
        <w:tc>
          <w:tcPr>
            <w:tcW w:w="5528" w:type="dxa"/>
          </w:tcPr>
          <w:p w14:paraId="5B36D11D" w14:textId="5F87258C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ORTABLE_CONTACT"/>
                  <w:enabled/>
                  <w:calcOnExit w:val="0"/>
                  <w:textInput/>
                </w:ffData>
              </w:fldChar>
            </w:r>
            <w:bookmarkStart w:id="36" w:name="PORTABLE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6"/>
          </w:p>
        </w:tc>
      </w:tr>
      <w:tr w:rsidR="0030248E" w:rsidRPr="00842493" w14:paraId="286AF2C3" w14:textId="77777777" w:rsidTr="00A04651">
        <w:tc>
          <w:tcPr>
            <w:tcW w:w="2622" w:type="dxa"/>
          </w:tcPr>
          <w:p w14:paraId="06453336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Email</w:t>
            </w:r>
          </w:p>
        </w:tc>
        <w:tc>
          <w:tcPr>
            <w:tcW w:w="2693" w:type="dxa"/>
          </w:tcPr>
          <w:p w14:paraId="27CA4A87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EMAIL_CONTACT</w:t>
            </w:r>
          </w:p>
        </w:tc>
        <w:tc>
          <w:tcPr>
            <w:tcW w:w="5528" w:type="dxa"/>
          </w:tcPr>
          <w:p w14:paraId="1699E175" w14:textId="1E191648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MAIL_CONTACT"/>
                  <w:enabled/>
                  <w:calcOnExit w:val="0"/>
                  <w:textInput/>
                </w:ffData>
              </w:fldChar>
            </w:r>
            <w:bookmarkStart w:id="37" w:name="EMAIL_CONTAC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7"/>
          </w:p>
        </w:tc>
      </w:tr>
      <w:tr w:rsidR="0030248E" w:rsidRPr="00842493" w14:paraId="2890BD11" w14:textId="77777777" w:rsidTr="00A04651">
        <w:tc>
          <w:tcPr>
            <w:tcW w:w="2622" w:type="dxa"/>
          </w:tcPr>
          <w:p w14:paraId="29EFF197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Nature ouvrage</w:t>
            </w:r>
          </w:p>
        </w:tc>
        <w:tc>
          <w:tcPr>
            <w:tcW w:w="2693" w:type="dxa"/>
          </w:tcPr>
          <w:p w14:paraId="75140405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NATURE_OUVRAGE</w:t>
            </w:r>
          </w:p>
        </w:tc>
        <w:tc>
          <w:tcPr>
            <w:tcW w:w="5528" w:type="dxa"/>
          </w:tcPr>
          <w:p w14:paraId="1BEB2FAD" w14:textId="33D6BF2F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ATURE_OUVRAGE"/>
                  <w:enabled/>
                  <w:calcOnExit w:val="0"/>
                  <w:textInput/>
                </w:ffData>
              </w:fldChar>
            </w:r>
            <w:bookmarkStart w:id="38" w:name="NATURE_OUVRAG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8"/>
          </w:p>
        </w:tc>
      </w:tr>
      <w:tr w:rsidR="008F53C3" w:rsidRPr="00842493" w14:paraId="302A7895" w14:textId="77777777" w:rsidTr="00A04651">
        <w:tc>
          <w:tcPr>
            <w:tcW w:w="2622" w:type="dxa"/>
          </w:tcPr>
          <w:p w14:paraId="53B1F803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Entité hydro</w:t>
            </w:r>
          </w:p>
        </w:tc>
        <w:tc>
          <w:tcPr>
            <w:tcW w:w="2693" w:type="dxa"/>
          </w:tcPr>
          <w:p w14:paraId="6D8465D3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ENTITE_HYDRO</w:t>
            </w:r>
          </w:p>
        </w:tc>
        <w:tc>
          <w:tcPr>
            <w:tcW w:w="5528" w:type="dxa"/>
          </w:tcPr>
          <w:p w14:paraId="0B434E96" w14:textId="373A279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NTITE_HYDRO"/>
                  <w:enabled/>
                  <w:calcOnExit w:val="0"/>
                  <w:textInput/>
                </w:ffData>
              </w:fldChar>
            </w:r>
            <w:bookmarkStart w:id="39" w:name="ENTITE_HYDR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39"/>
          </w:p>
        </w:tc>
      </w:tr>
      <w:tr w:rsidR="00A22353" w:rsidRPr="00842493" w14:paraId="59A2F414" w14:textId="77777777" w:rsidTr="00A04651">
        <w:tc>
          <w:tcPr>
            <w:tcW w:w="2622" w:type="dxa"/>
          </w:tcPr>
          <w:p w14:paraId="6860A66C" w14:textId="77777777" w:rsidR="00A22353" w:rsidRPr="00842493" w:rsidRDefault="00A2235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aquifère</w:t>
            </w:r>
          </w:p>
        </w:tc>
        <w:tc>
          <w:tcPr>
            <w:tcW w:w="2693" w:type="dxa"/>
          </w:tcPr>
          <w:p w14:paraId="5EDD6336" w14:textId="77777777" w:rsidR="00A2235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C_AQUIFERE</w:t>
            </w:r>
          </w:p>
        </w:tc>
        <w:tc>
          <w:tcPr>
            <w:tcW w:w="5528" w:type="dxa"/>
          </w:tcPr>
          <w:p w14:paraId="6E33F09F" w14:textId="4C8D96D6" w:rsidR="00A2235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AQUIFERE"/>
                  <w:enabled/>
                  <w:calcOnExit w:val="0"/>
                  <w:textInput/>
                </w:ffData>
              </w:fldChar>
            </w:r>
            <w:bookmarkStart w:id="40" w:name="C_AQUIFE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0"/>
          </w:p>
        </w:tc>
      </w:tr>
      <w:tr w:rsidR="0005233E" w:rsidRPr="00842493" w14:paraId="0D7CE254" w14:textId="77777777" w:rsidTr="00912066">
        <w:tc>
          <w:tcPr>
            <w:tcW w:w="2622" w:type="dxa"/>
          </w:tcPr>
          <w:p w14:paraId="5B7A87E5" w14:textId="77777777" w:rsidR="0005233E" w:rsidRPr="00842493" w:rsidRDefault="0005233E" w:rsidP="0091206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Aquifère</w:t>
            </w:r>
          </w:p>
        </w:tc>
        <w:tc>
          <w:tcPr>
            <w:tcW w:w="2693" w:type="dxa"/>
          </w:tcPr>
          <w:p w14:paraId="06BC33DD" w14:textId="77777777" w:rsidR="0005233E" w:rsidRPr="00842493" w:rsidRDefault="0005233E" w:rsidP="0091206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AQUIFERE</w:t>
            </w:r>
          </w:p>
        </w:tc>
        <w:tc>
          <w:tcPr>
            <w:tcW w:w="5528" w:type="dxa"/>
          </w:tcPr>
          <w:p w14:paraId="7D1E4653" w14:textId="552FA70E" w:rsidR="0005233E" w:rsidRPr="00842493" w:rsidRDefault="007D1162" w:rsidP="0091206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QUIFERE"/>
                  <w:enabled/>
                  <w:calcOnExit w:val="0"/>
                  <w:textInput/>
                </w:ffData>
              </w:fldChar>
            </w:r>
            <w:bookmarkStart w:id="41" w:name="AQUIFE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1"/>
          </w:p>
        </w:tc>
      </w:tr>
      <w:tr w:rsidR="00A22353" w:rsidRPr="00842493" w14:paraId="40E90A8C" w14:textId="77777777" w:rsidTr="00A04651">
        <w:tc>
          <w:tcPr>
            <w:tcW w:w="2622" w:type="dxa"/>
          </w:tcPr>
          <w:p w14:paraId="0B0373E1" w14:textId="77777777" w:rsidR="00A22353" w:rsidRPr="00842493" w:rsidRDefault="0005233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Lithologie</w:t>
            </w:r>
          </w:p>
        </w:tc>
        <w:tc>
          <w:tcPr>
            <w:tcW w:w="2693" w:type="dxa"/>
          </w:tcPr>
          <w:p w14:paraId="1E813D88" w14:textId="77777777" w:rsidR="00A22353" w:rsidRPr="00842493" w:rsidRDefault="0005233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LITHOLOGIE</w:t>
            </w:r>
          </w:p>
        </w:tc>
        <w:tc>
          <w:tcPr>
            <w:tcW w:w="5528" w:type="dxa"/>
          </w:tcPr>
          <w:p w14:paraId="5F22461F" w14:textId="363316B2" w:rsidR="00A2235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THOLOGIE"/>
                  <w:enabled/>
                  <w:calcOnExit w:val="0"/>
                  <w:textInput/>
                </w:ffData>
              </w:fldChar>
            </w:r>
            <w:bookmarkStart w:id="42" w:name="LITHOLOGI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2"/>
          </w:p>
        </w:tc>
      </w:tr>
      <w:tr w:rsidR="005A2809" w:rsidRPr="00842493" w14:paraId="230DF704" w14:textId="77777777" w:rsidTr="00A04651">
        <w:tc>
          <w:tcPr>
            <w:tcW w:w="2622" w:type="dxa"/>
          </w:tcPr>
          <w:p w14:paraId="47467D4B" w14:textId="77777777" w:rsidR="005A2809" w:rsidRPr="00842493" w:rsidRDefault="005A280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masse d’eau</w:t>
            </w:r>
          </w:p>
        </w:tc>
        <w:tc>
          <w:tcPr>
            <w:tcW w:w="2693" w:type="dxa"/>
          </w:tcPr>
          <w:p w14:paraId="76417751" w14:textId="77777777" w:rsidR="005A2809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CODE_MASSE_EAU</w:t>
            </w:r>
          </w:p>
        </w:tc>
        <w:tc>
          <w:tcPr>
            <w:tcW w:w="5528" w:type="dxa"/>
          </w:tcPr>
          <w:p w14:paraId="488B4CCC" w14:textId="13C2C403" w:rsidR="005A2809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MASSE_EAU"/>
                  <w:enabled/>
                  <w:calcOnExit w:val="0"/>
                  <w:textInput/>
                </w:ffData>
              </w:fldChar>
            </w:r>
            <w:bookmarkStart w:id="43" w:name="CODE_MASSE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3"/>
          </w:p>
        </w:tc>
      </w:tr>
      <w:tr w:rsidR="0095253D" w:rsidRPr="00842493" w14:paraId="49DD6FB1" w14:textId="77777777" w:rsidTr="00A04651">
        <w:tc>
          <w:tcPr>
            <w:tcW w:w="2622" w:type="dxa"/>
          </w:tcPr>
          <w:p w14:paraId="69CA242D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Margat</w:t>
            </w:r>
            <w:proofErr w:type="spellEnd"/>
          </w:p>
        </w:tc>
        <w:tc>
          <w:tcPr>
            <w:tcW w:w="2693" w:type="dxa"/>
          </w:tcPr>
          <w:p w14:paraId="0ADAB661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C_MARGAT_AQUIFERE</w:t>
            </w:r>
          </w:p>
        </w:tc>
        <w:tc>
          <w:tcPr>
            <w:tcW w:w="5528" w:type="dxa"/>
          </w:tcPr>
          <w:p w14:paraId="03936D86" w14:textId="4CCD7888" w:rsidR="0095253D" w:rsidRPr="00842493" w:rsidRDefault="007D1162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ARGAT_AQUIFERE"/>
                  <w:enabled/>
                  <w:calcOnExit w:val="0"/>
                  <w:textInput/>
                </w:ffData>
              </w:fldChar>
            </w:r>
            <w:bookmarkStart w:id="44" w:name="C_MARGAT_AQUIFE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4"/>
          </w:p>
        </w:tc>
      </w:tr>
      <w:tr w:rsidR="0095253D" w:rsidRPr="00842493" w14:paraId="7F0AEDF0" w14:textId="77777777" w:rsidTr="00A04651">
        <w:tc>
          <w:tcPr>
            <w:tcW w:w="2622" w:type="dxa"/>
          </w:tcPr>
          <w:p w14:paraId="4F12B41D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Aquifère</w:t>
            </w:r>
          </w:p>
        </w:tc>
        <w:tc>
          <w:tcPr>
            <w:tcW w:w="2693" w:type="dxa"/>
          </w:tcPr>
          <w:p w14:paraId="1B949C12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COMMENT_AQUIFERE</w:t>
            </w:r>
          </w:p>
        </w:tc>
        <w:tc>
          <w:tcPr>
            <w:tcW w:w="5528" w:type="dxa"/>
          </w:tcPr>
          <w:p w14:paraId="2F3428B8" w14:textId="69BCC5B6" w:rsidR="0095253D" w:rsidRPr="00842493" w:rsidRDefault="007D1162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AQUIFERE"/>
                  <w:enabled/>
                  <w:calcOnExit w:val="0"/>
                  <w:textInput/>
                </w:ffData>
              </w:fldChar>
            </w:r>
            <w:bookmarkStart w:id="45" w:name="COMMENT_AQUIFE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5"/>
          </w:p>
        </w:tc>
      </w:tr>
      <w:tr w:rsidR="0095253D" w:rsidRPr="00842493" w14:paraId="418CC35C" w14:textId="77777777" w:rsidTr="00A04651">
        <w:tc>
          <w:tcPr>
            <w:tcW w:w="2622" w:type="dxa"/>
          </w:tcPr>
          <w:p w14:paraId="6156FAE2" w14:textId="77777777" w:rsidR="0095253D" w:rsidRPr="00842493" w:rsidRDefault="0095253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Masse d’eau </w:t>
            </w:r>
          </w:p>
        </w:tc>
        <w:tc>
          <w:tcPr>
            <w:tcW w:w="2693" w:type="dxa"/>
          </w:tcPr>
          <w:p w14:paraId="60E3A31D" w14:textId="77777777" w:rsidR="0095253D" w:rsidRPr="00842493" w:rsidRDefault="0095253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LIBELLE_MASSE_EAU</w:t>
            </w:r>
          </w:p>
        </w:tc>
        <w:tc>
          <w:tcPr>
            <w:tcW w:w="5528" w:type="dxa"/>
          </w:tcPr>
          <w:p w14:paraId="17F588C6" w14:textId="78FB34AA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BELLE_MASSE_EAU"/>
                  <w:enabled/>
                  <w:calcOnExit w:val="0"/>
                  <w:textInput/>
                </w:ffData>
              </w:fldChar>
            </w:r>
            <w:bookmarkStart w:id="46" w:name="LIBELLE_MASSE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6"/>
          </w:p>
        </w:tc>
      </w:tr>
      <w:tr w:rsidR="0095253D" w:rsidRPr="00842493" w14:paraId="439084AE" w14:textId="77777777" w:rsidTr="00A04651">
        <w:tc>
          <w:tcPr>
            <w:tcW w:w="2622" w:type="dxa"/>
          </w:tcPr>
          <w:p w14:paraId="502F7970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DCE</w:t>
            </w:r>
          </w:p>
        </w:tc>
        <w:tc>
          <w:tcPr>
            <w:tcW w:w="2693" w:type="dxa"/>
          </w:tcPr>
          <w:p w14:paraId="48528F6F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DCE</w:t>
            </w:r>
          </w:p>
        </w:tc>
        <w:tc>
          <w:tcPr>
            <w:tcW w:w="5528" w:type="dxa"/>
          </w:tcPr>
          <w:p w14:paraId="225575AF" w14:textId="0BF52056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CE"/>
                  <w:enabled/>
                  <w:calcOnExit w:val="0"/>
                  <w:textInput/>
                </w:ffData>
              </w:fldChar>
            </w:r>
            <w:bookmarkStart w:id="47" w:name="DC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7"/>
          </w:p>
        </w:tc>
      </w:tr>
      <w:tr w:rsidR="0095253D" w:rsidRPr="00842493" w14:paraId="376373E6" w14:textId="77777777" w:rsidTr="00A04651">
        <w:tc>
          <w:tcPr>
            <w:tcW w:w="2622" w:type="dxa"/>
          </w:tcPr>
          <w:p w14:paraId="1A3ED357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réseau</w:t>
            </w:r>
          </w:p>
        </w:tc>
        <w:tc>
          <w:tcPr>
            <w:tcW w:w="2693" w:type="dxa"/>
          </w:tcPr>
          <w:p w14:paraId="773E790F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C_RESEAU</w:t>
            </w:r>
          </w:p>
        </w:tc>
        <w:tc>
          <w:tcPr>
            <w:tcW w:w="5528" w:type="dxa"/>
          </w:tcPr>
          <w:p w14:paraId="32B72717" w14:textId="362C0157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"/>
                  <w:enabled/>
                  <w:calcOnExit w:val="0"/>
                  <w:textInput/>
                </w:ffData>
              </w:fldChar>
            </w:r>
            <w:bookmarkStart w:id="48" w:name="C_RES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8"/>
          </w:p>
        </w:tc>
      </w:tr>
      <w:tr w:rsidR="0095253D" w:rsidRPr="00842493" w14:paraId="691B9827" w14:textId="77777777" w:rsidTr="00A04651">
        <w:tc>
          <w:tcPr>
            <w:tcW w:w="2622" w:type="dxa"/>
          </w:tcPr>
          <w:p w14:paraId="7D621086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Réseau</w:t>
            </w:r>
          </w:p>
        </w:tc>
        <w:tc>
          <w:tcPr>
            <w:tcW w:w="2693" w:type="dxa"/>
          </w:tcPr>
          <w:p w14:paraId="3620D9F2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RESEAU</w:t>
            </w:r>
          </w:p>
        </w:tc>
        <w:tc>
          <w:tcPr>
            <w:tcW w:w="5528" w:type="dxa"/>
          </w:tcPr>
          <w:p w14:paraId="2555D6BB" w14:textId="59FDDB86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SEAU"/>
                  <w:enabled/>
                  <w:calcOnExit w:val="0"/>
                  <w:textInput/>
                </w:ffData>
              </w:fldChar>
            </w:r>
            <w:bookmarkStart w:id="49" w:name="RES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49"/>
          </w:p>
        </w:tc>
      </w:tr>
      <w:tr w:rsidR="0095253D" w:rsidRPr="00842493" w14:paraId="46FBAEAC" w14:textId="77777777" w:rsidTr="00A04651">
        <w:tc>
          <w:tcPr>
            <w:tcW w:w="2622" w:type="dxa"/>
          </w:tcPr>
          <w:p w14:paraId="62A8F04D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Gestionnaire</w:t>
            </w:r>
          </w:p>
        </w:tc>
        <w:tc>
          <w:tcPr>
            <w:tcW w:w="2693" w:type="dxa"/>
          </w:tcPr>
          <w:p w14:paraId="0617958A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C_GESTIONNAIRE</w:t>
            </w:r>
          </w:p>
        </w:tc>
        <w:tc>
          <w:tcPr>
            <w:tcW w:w="5528" w:type="dxa"/>
          </w:tcPr>
          <w:p w14:paraId="51D08142" w14:textId="432B3DFE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GESTIONNAIRE"/>
                  <w:enabled/>
                  <w:calcOnExit w:val="0"/>
                  <w:textInput/>
                </w:ffData>
              </w:fldChar>
            </w:r>
            <w:bookmarkStart w:id="50" w:name="C_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0"/>
          </w:p>
        </w:tc>
      </w:tr>
      <w:tr w:rsidR="0095253D" w:rsidRPr="00842493" w14:paraId="0626BB1D" w14:textId="77777777" w:rsidTr="00A04651">
        <w:tc>
          <w:tcPr>
            <w:tcW w:w="2622" w:type="dxa"/>
          </w:tcPr>
          <w:p w14:paraId="4068D35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Gestionnaire</w:t>
            </w:r>
          </w:p>
        </w:tc>
        <w:tc>
          <w:tcPr>
            <w:tcW w:w="2693" w:type="dxa"/>
          </w:tcPr>
          <w:p w14:paraId="10800500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GESTIONNAIRE</w:t>
            </w:r>
          </w:p>
        </w:tc>
        <w:tc>
          <w:tcPr>
            <w:tcW w:w="5528" w:type="dxa"/>
          </w:tcPr>
          <w:p w14:paraId="1A4C8F6B" w14:textId="72565F51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GESTIONNAIRE"/>
                  <w:enabled/>
                  <w:calcOnExit w:val="0"/>
                  <w:textInput/>
                </w:ffData>
              </w:fldChar>
            </w:r>
            <w:bookmarkStart w:id="51" w:name="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1"/>
          </w:p>
        </w:tc>
      </w:tr>
      <w:tr w:rsidR="0095253D" w:rsidRPr="00842493" w14:paraId="36BA5A5E" w14:textId="77777777" w:rsidTr="00A04651">
        <w:tc>
          <w:tcPr>
            <w:tcW w:w="2622" w:type="dxa"/>
          </w:tcPr>
          <w:p w14:paraId="16E506B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Référence gestionnaire</w:t>
            </w:r>
          </w:p>
        </w:tc>
        <w:tc>
          <w:tcPr>
            <w:tcW w:w="2693" w:type="dxa"/>
          </w:tcPr>
          <w:p w14:paraId="6B3EDF96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REF_GESTIONNAIRE</w:t>
            </w:r>
          </w:p>
        </w:tc>
        <w:tc>
          <w:tcPr>
            <w:tcW w:w="5528" w:type="dxa"/>
          </w:tcPr>
          <w:p w14:paraId="6614602C" w14:textId="4D08097C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GESTIONNAIRE"/>
                  <w:enabled/>
                  <w:calcOnExit w:val="0"/>
                  <w:textInput/>
                </w:ffData>
              </w:fldChar>
            </w:r>
            <w:bookmarkStart w:id="52" w:name="REF_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2"/>
          </w:p>
        </w:tc>
      </w:tr>
      <w:tr w:rsidR="0095253D" w:rsidRPr="00842493" w14:paraId="24DCE907" w14:textId="77777777" w:rsidTr="00A04651">
        <w:tc>
          <w:tcPr>
            <w:tcW w:w="2622" w:type="dxa"/>
          </w:tcPr>
          <w:p w14:paraId="26298E95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234FBA1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C_COGESTIONNAIRE</w:t>
            </w:r>
          </w:p>
        </w:tc>
        <w:tc>
          <w:tcPr>
            <w:tcW w:w="5528" w:type="dxa"/>
          </w:tcPr>
          <w:p w14:paraId="44A263D6" w14:textId="1B193B9D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GESTIONNAIRE"/>
                  <w:enabled/>
                  <w:calcOnExit w:val="0"/>
                  <w:textInput/>
                </w:ffData>
              </w:fldChar>
            </w:r>
            <w:bookmarkStart w:id="53" w:name="C_CO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3"/>
          </w:p>
        </w:tc>
      </w:tr>
      <w:tr w:rsidR="0095253D" w:rsidRPr="00842493" w14:paraId="66FB9713" w14:textId="77777777" w:rsidTr="00A04651">
        <w:tc>
          <w:tcPr>
            <w:tcW w:w="2622" w:type="dxa"/>
          </w:tcPr>
          <w:p w14:paraId="49E474AE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</w:p>
        </w:tc>
        <w:tc>
          <w:tcPr>
            <w:tcW w:w="2693" w:type="dxa"/>
          </w:tcPr>
          <w:p w14:paraId="5C5D0775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COGESTIONNAIRE</w:t>
            </w:r>
          </w:p>
        </w:tc>
        <w:tc>
          <w:tcPr>
            <w:tcW w:w="5528" w:type="dxa"/>
          </w:tcPr>
          <w:p w14:paraId="77F401F2" w14:textId="4E09549F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GESTIONNAIRE"/>
                  <w:enabled/>
                  <w:calcOnExit w:val="0"/>
                  <w:textInput/>
                </w:ffData>
              </w:fldChar>
            </w:r>
            <w:bookmarkStart w:id="54" w:name="CO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4"/>
          </w:p>
        </w:tc>
      </w:tr>
      <w:tr w:rsidR="0095253D" w:rsidRPr="00842493" w14:paraId="7F717EF2" w14:textId="77777777" w:rsidTr="00A04651">
        <w:tc>
          <w:tcPr>
            <w:tcW w:w="2622" w:type="dxa"/>
          </w:tcPr>
          <w:p w14:paraId="5CDF9EF9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Référence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09E2A5F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REF_COGESTIONNAIRE</w:t>
            </w:r>
          </w:p>
        </w:tc>
        <w:tc>
          <w:tcPr>
            <w:tcW w:w="5528" w:type="dxa"/>
          </w:tcPr>
          <w:p w14:paraId="57053FE8" w14:textId="4BD588BD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COGESTIONNAIRE"/>
                  <w:enabled/>
                  <w:calcOnExit w:val="0"/>
                  <w:textInput/>
                </w:ffData>
              </w:fldChar>
            </w:r>
            <w:bookmarkStart w:id="55" w:name="REF_COGESTIONNAIR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5"/>
          </w:p>
        </w:tc>
      </w:tr>
      <w:tr w:rsidR="004A6096" w:rsidRPr="00842493" w14:paraId="20603633" w14:textId="77777777" w:rsidTr="00A04651">
        <w:tc>
          <w:tcPr>
            <w:tcW w:w="2622" w:type="dxa"/>
          </w:tcPr>
          <w:p w14:paraId="401FF7A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Superficie bassin</w:t>
            </w:r>
          </w:p>
        </w:tc>
        <w:tc>
          <w:tcPr>
            <w:tcW w:w="2693" w:type="dxa"/>
          </w:tcPr>
          <w:p w14:paraId="256DD27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SUP_BASSIN</w:t>
            </w:r>
          </w:p>
        </w:tc>
        <w:tc>
          <w:tcPr>
            <w:tcW w:w="5528" w:type="dxa"/>
          </w:tcPr>
          <w:p w14:paraId="012FC333" w14:textId="36A3A485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SUP_BASSIN"/>
                  <w:enabled/>
                  <w:calcOnExit w:val="0"/>
                  <w:textInput/>
                </w:ffData>
              </w:fldChar>
            </w:r>
            <w:bookmarkStart w:id="56" w:name="SUP_BASSI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6"/>
          </w:p>
        </w:tc>
      </w:tr>
      <w:tr w:rsidR="004A6096" w:rsidRPr="00842493" w14:paraId="55ED5727" w14:textId="77777777" w:rsidTr="00A04651">
        <w:tc>
          <w:tcPr>
            <w:tcW w:w="2622" w:type="dxa"/>
          </w:tcPr>
          <w:p w14:paraId="260BFE9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HER Niveau1</w:t>
            </w:r>
          </w:p>
        </w:tc>
        <w:tc>
          <w:tcPr>
            <w:tcW w:w="2693" w:type="dxa"/>
          </w:tcPr>
          <w:p w14:paraId="3533F2AA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C_HER_NIVEAU1</w:t>
            </w:r>
          </w:p>
        </w:tc>
        <w:tc>
          <w:tcPr>
            <w:tcW w:w="5528" w:type="dxa"/>
          </w:tcPr>
          <w:p w14:paraId="24F13E3C" w14:textId="6929386A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HER_NIVEAU1"/>
                  <w:enabled/>
                  <w:calcOnExit w:val="0"/>
                  <w:textInput/>
                </w:ffData>
              </w:fldChar>
            </w:r>
            <w:bookmarkStart w:id="57" w:name="C_HER_NIVEAU1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7"/>
          </w:p>
        </w:tc>
      </w:tr>
      <w:tr w:rsidR="004A6096" w:rsidRPr="00842493" w14:paraId="212E5B69" w14:textId="77777777" w:rsidTr="00A04651">
        <w:tc>
          <w:tcPr>
            <w:tcW w:w="2622" w:type="dxa"/>
          </w:tcPr>
          <w:p w14:paraId="0D356314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HER Niveau1</w:t>
            </w:r>
          </w:p>
        </w:tc>
        <w:tc>
          <w:tcPr>
            <w:tcW w:w="2693" w:type="dxa"/>
          </w:tcPr>
          <w:p w14:paraId="5426A14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HER_NIVEAU1</w:t>
            </w:r>
          </w:p>
        </w:tc>
        <w:tc>
          <w:tcPr>
            <w:tcW w:w="5528" w:type="dxa"/>
          </w:tcPr>
          <w:p w14:paraId="6905DE4F" w14:textId="5AAD633D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ER_NIVEAU1"/>
                  <w:enabled/>
                  <w:calcOnExit w:val="0"/>
                  <w:textInput/>
                </w:ffData>
              </w:fldChar>
            </w:r>
            <w:bookmarkStart w:id="58" w:name="HER_NIVEAU1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8"/>
          </w:p>
        </w:tc>
      </w:tr>
      <w:tr w:rsidR="004A6096" w:rsidRPr="00842493" w14:paraId="11112A5A" w14:textId="77777777" w:rsidTr="00A04651">
        <w:tc>
          <w:tcPr>
            <w:tcW w:w="2622" w:type="dxa"/>
          </w:tcPr>
          <w:p w14:paraId="0A759567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hydro</w:t>
            </w:r>
          </w:p>
        </w:tc>
        <w:tc>
          <w:tcPr>
            <w:tcW w:w="2693" w:type="dxa"/>
          </w:tcPr>
          <w:p w14:paraId="5BF1441E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C_CODE_HYDRO</w:t>
            </w:r>
          </w:p>
        </w:tc>
        <w:tc>
          <w:tcPr>
            <w:tcW w:w="5528" w:type="dxa"/>
          </w:tcPr>
          <w:p w14:paraId="51CF1979" w14:textId="625A9C8F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DE_HYDRO"/>
                  <w:enabled/>
                  <w:calcOnExit w:val="0"/>
                  <w:textInput/>
                </w:ffData>
              </w:fldChar>
            </w:r>
            <w:bookmarkStart w:id="59" w:name="C_CODE_HYDR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59"/>
          </w:p>
        </w:tc>
      </w:tr>
      <w:tr w:rsidR="004A6096" w:rsidRPr="00842493" w14:paraId="60C3FA12" w14:textId="77777777" w:rsidTr="00A04651">
        <w:tc>
          <w:tcPr>
            <w:tcW w:w="2622" w:type="dxa"/>
          </w:tcPr>
          <w:p w14:paraId="5A9267AE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code hydro</w:t>
            </w:r>
          </w:p>
        </w:tc>
        <w:tc>
          <w:tcPr>
            <w:tcW w:w="2693" w:type="dxa"/>
          </w:tcPr>
          <w:p w14:paraId="3DA065C3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CODE_HYDRO</w:t>
            </w:r>
          </w:p>
        </w:tc>
        <w:tc>
          <w:tcPr>
            <w:tcW w:w="5528" w:type="dxa"/>
          </w:tcPr>
          <w:p w14:paraId="4D6CC4BA" w14:textId="664627A6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HYDRO"/>
                  <w:enabled/>
                  <w:calcOnExit w:val="0"/>
                  <w:textInput/>
                </w:ffData>
              </w:fldChar>
            </w:r>
            <w:bookmarkStart w:id="60" w:name="CODE_HYDR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0"/>
          </w:p>
        </w:tc>
      </w:tr>
      <w:tr w:rsidR="004A6096" w:rsidRPr="00842493" w14:paraId="0E9C8DDC" w14:textId="77777777" w:rsidTr="00A04651">
        <w:tc>
          <w:tcPr>
            <w:tcW w:w="2622" w:type="dxa"/>
          </w:tcPr>
          <w:p w14:paraId="595D70F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rang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Strahler</w:t>
            </w:r>
            <w:proofErr w:type="spellEnd"/>
          </w:p>
        </w:tc>
        <w:tc>
          <w:tcPr>
            <w:tcW w:w="2693" w:type="dxa"/>
          </w:tcPr>
          <w:p w14:paraId="70C360D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C_RANG_STRAHLER</w:t>
            </w:r>
          </w:p>
        </w:tc>
        <w:tc>
          <w:tcPr>
            <w:tcW w:w="5528" w:type="dxa"/>
          </w:tcPr>
          <w:p w14:paraId="1266D8EC" w14:textId="1A699E4D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ANG_STRAHLER"/>
                  <w:enabled/>
                  <w:calcOnExit w:val="0"/>
                  <w:textInput/>
                </w:ffData>
              </w:fldChar>
            </w:r>
            <w:bookmarkStart w:id="61" w:name="C_RANG_STRAHLE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1"/>
          </w:p>
        </w:tc>
      </w:tr>
      <w:tr w:rsidR="004A6096" w:rsidRPr="00842493" w14:paraId="760936A9" w14:textId="77777777" w:rsidTr="00A04651">
        <w:tc>
          <w:tcPr>
            <w:tcW w:w="2622" w:type="dxa"/>
          </w:tcPr>
          <w:p w14:paraId="26FAE64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Rang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Strahler</w:t>
            </w:r>
            <w:proofErr w:type="spellEnd"/>
          </w:p>
        </w:tc>
        <w:tc>
          <w:tcPr>
            <w:tcW w:w="2693" w:type="dxa"/>
          </w:tcPr>
          <w:p w14:paraId="0260CB7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RANG_STRAHLER</w:t>
            </w:r>
          </w:p>
        </w:tc>
        <w:tc>
          <w:tcPr>
            <w:tcW w:w="5528" w:type="dxa"/>
          </w:tcPr>
          <w:p w14:paraId="566B863A" w14:textId="3BEBF7C9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ANG_STRAHLER"/>
                  <w:enabled/>
                  <w:calcOnExit w:val="0"/>
                  <w:textInput/>
                </w:ffData>
              </w:fldChar>
            </w:r>
            <w:bookmarkStart w:id="62" w:name="RANG_STRAHLE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2"/>
          </w:p>
        </w:tc>
      </w:tr>
      <w:tr w:rsidR="004A6096" w:rsidRPr="00842493" w14:paraId="3952DF24" w14:textId="77777777" w:rsidTr="00A04651">
        <w:tc>
          <w:tcPr>
            <w:tcW w:w="2622" w:type="dxa"/>
          </w:tcPr>
          <w:p w14:paraId="5A82EF33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type FR</w:t>
            </w:r>
          </w:p>
        </w:tc>
        <w:tc>
          <w:tcPr>
            <w:tcW w:w="2693" w:type="dxa"/>
          </w:tcPr>
          <w:p w14:paraId="6C1F5077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C_TYPE_FR</w:t>
            </w:r>
          </w:p>
        </w:tc>
        <w:tc>
          <w:tcPr>
            <w:tcW w:w="5528" w:type="dxa"/>
          </w:tcPr>
          <w:p w14:paraId="085ED660" w14:textId="5388EF60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TYPE_FR"/>
                  <w:enabled/>
                  <w:calcOnExit w:val="0"/>
                  <w:textInput/>
                </w:ffData>
              </w:fldChar>
            </w:r>
            <w:bookmarkStart w:id="63" w:name="C_TYPE_F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3"/>
          </w:p>
        </w:tc>
      </w:tr>
      <w:tr w:rsidR="004A6096" w:rsidRPr="00842493" w14:paraId="231D0750" w14:textId="77777777" w:rsidTr="00A04651">
        <w:tc>
          <w:tcPr>
            <w:tcW w:w="2622" w:type="dxa"/>
          </w:tcPr>
          <w:p w14:paraId="3B473FB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Type FR</w:t>
            </w:r>
          </w:p>
        </w:tc>
        <w:tc>
          <w:tcPr>
            <w:tcW w:w="2693" w:type="dxa"/>
          </w:tcPr>
          <w:p w14:paraId="376549CB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TYPE_FR</w:t>
            </w:r>
          </w:p>
        </w:tc>
        <w:tc>
          <w:tcPr>
            <w:tcW w:w="5528" w:type="dxa"/>
          </w:tcPr>
          <w:p w14:paraId="43CCCE8E" w14:textId="351A1244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FR"/>
                  <w:enabled/>
                  <w:calcOnExit w:val="0"/>
                  <w:textInput/>
                </w:ffData>
              </w:fldChar>
            </w:r>
            <w:bookmarkStart w:id="64" w:name="TYPE_FR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4"/>
          </w:p>
        </w:tc>
      </w:tr>
      <w:tr w:rsidR="007C0E67" w:rsidRPr="00842493" w14:paraId="4BD983EA" w14:textId="77777777" w:rsidTr="00A04651">
        <w:tc>
          <w:tcPr>
            <w:tcW w:w="2622" w:type="dxa"/>
          </w:tcPr>
          <w:p w14:paraId="2BAE46DB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codes réseaux</w:t>
            </w:r>
          </w:p>
        </w:tc>
        <w:tc>
          <w:tcPr>
            <w:tcW w:w="2693" w:type="dxa"/>
          </w:tcPr>
          <w:p w14:paraId="57E0FB46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C_RESEAUX</w:t>
            </w:r>
          </w:p>
        </w:tc>
        <w:tc>
          <w:tcPr>
            <w:tcW w:w="5528" w:type="dxa"/>
          </w:tcPr>
          <w:p w14:paraId="6D14A3B7" w14:textId="6EDE5C22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X"/>
                  <w:enabled/>
                  <w:calcOnExit w:val="0"/>
                  <w:textInput/>
                </w:ffData>
              </w:fldChar>
            </w:r>
            <w:bookmarkStart w:id="65" w:name="C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5"/>
          </w:p>
        </w:tc>
      </w:tr>
      <w:tr w:rsidR="007C0E67" w:rsidRPr="00842493" w14:paraId="5C2BB522" w14:textId="77777777" w:rsidTr="00A04651">
        <w:tc>
          <w:tcPr>
            <w:tcW w:w="2622" w:type="dxa"/>
          </w:tcPr>
          <w:p w14:paraId="72A67927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libellés réseaux</w:t>
            </w:r>
          </w:p>
        </w:tc>
        <w:tc>
          <w:tcPr>
            <w:tcW w:w="2693" w:type="dxa"/>
          </w:tcPr>
          <w:p w14:paraId="7782C281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L_RESEAUX</w:t>
            </w:r>
          </w:p>
        </w:tc>
        <w:tc>
          <w:tcPr>
            <w:tcW w:w="5528" w:type="dxa"/>
          </w:tcPr>
          <w:p w14:paraId="6E6CBA15" w14:textId="3394668F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RESEAUX"/>
                  <w:enabled/>
                  <w:calcOnExit w:val="0"/>
                  <w:textInput/>
                </w:ffData>
              </w:fldChar>
            </w:r>
            <w:bookmarkStart w:id="66" w:name="L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6"/>
          </w:p>
        </w:tc>
      </w:tr>
      <w:tr w:rsidR="007C0E67" w:rsidRPr="00842493" w14:paraId="68CA1D82" w14:textId="77777777" w:rsidTr="00A04651">
        <w:tc>
          <w:tcPr>
            <w:tcW w:w="2622" w:type="dxa"/>
          </w:tcPr>
          <w:p w14:paraId="13D0BCC9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mnémoniques réseaux</w:t>
            </w:r>
          </w:p>
        </w:tc>
        <w:tc>
          <w:tcPr>
            <w:tcW w:w="2693" w:type="dxa"/>
          </w:tcPr>
          <w:p w14:paraId="49E71FEB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M_RESEAUX</w:t>
            </w:r>
          </w:p>
        </w:tc>
        <w:tc>
          <w:tcPr>
            <w:tcW w:w="5528" w:type="dxa"/>
          </w:tcPr>
          <w:p w14:paraId="42C05D5A" w14:textId="49EB6625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_RESEAUX"/>
                  <w:enabled/>
                  <w:calcOnExit w:val="0"/>
                  <w:textInput/>
                </w:ffData>
              </w:fldChar>
            </w:r>
            <w:bookmarkStart w:id="67" w:name="M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7"/>
          </w:p>
        </w:tc>
      </w:tr>
      <w:tr w:rsidR="005652FC" w:rsidRPr="00842493" w14:paraId="5AB17595" w14:textId="77777777" w:rsidTr="005652FC">
        <w:tc>
          <w:tcPr>
            <w:tcW w:w="2622" w:type="dxa"/>
          </w:tcPr>
          <w:p w14:paraId="2CDAFFEF" w14:textId="77777777" w:rsidR="005652FC" w:rsidRPr="00842493" w:rsidRDefault="005652FC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Liste des commentaires réseaux</w:t>
            </w:r>
          </w:p>
        </w:tc>
        <w:tc>
          <w:tcPr>
            <w:tcW w:w="2693" w:type="dxa"/>
          </w:tcPr>
          <w:p w14:paraId="68994964" w14:textId="77777777" w:rsidR="005652FC" w:rsidRPr="00842493" w:rsidRDefault="005652FC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COM_RESEAUX</w:t>
            </w:r>
          </w:p>
        </w:tc>
        <w:tc>
          <w:tcPr>
            <w:tcW w:w="5528" w:type="dxa"/>
          </w:tcPr>
          <w:p w14:paraId="5BA16BCD" w14:textId="06082B75" w:rsidR="005652FC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_RESEAUX"/>
                  <w:enabled/>
                  <w:calcOnExit w:val="0"/>
                  <w:textInput/>
                </w:ffData>
              </w:fldChar>
            </w:r>
            <w:bookmarkStart w:id="68" w:name="COM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8"/>
          </w:p>
        </w:tc>
      </w:tr>
      <w:tr w:rsidR="00616E54" w:rsidRPr="00842493" w14:paraId="5B98F50B" w14:textId="77777777" w:rsidTr="00616E54">
        <w:tc>
          <w:tcPr>
            <w:tcW w:w="2622" w:type="dxa"/>
          </w:tcPr>
          <w:p w14:paraId="64F8B45C" w14:textId="77777777" w:rsidR="00616E54" w:rsidRPr="00842493" w:rsidRDefault="00616E54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réseaux actifs</w:t>
            </w:r>
          </w:p>
        </w:tc>
        <w:tc>
          <w:tcPr>
            <w:tcW w:w="2693" w:type="dxa"/>
          </w:tcPr>
          <w:p w14:paraId="342C2875" w14:textId="77777777" w:rsidR="00616E54" w:rsidRPr="00842493" w:rsidRDefault="00616E54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LISTE_RESEAUX</w:t>
            </w:r>
          </w:p>
        </w:tc>
        <w:tc>
          <w:tcPr>
            <w:tcW w:w="5528" w:type="dxa"/>
          </w:tcPr>
          <w:p w14:paraId="1D18CDB9" w14:textId="4BB0AF48" w:rsidR="00616E54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STE_RESEAUX"/>
                  <w:enabled/>
                  <w:calcOnExit w:val="0"/>
                  <w:textInput/>
                </w:ffData>
              </w:fldChar>
            </w:r>
            <w:bookmarkStart w:id="69" w:name="LISTE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69"/>
          </w:p>
        </w:tc>
      </w:tr>
      <w:tr w:rsidR="00381E5E" w:rsidRPr="00842493" w14:paraId="30BDB237" w14:textId="77777777" w:rsidTr="00351414">
        <w:tc>
          <w:tcPr>
            <w:tcW w:w="2622" w:type="dxa"/>
          </w:tcPr>
          <w:p w14:paraId="15FD81BD" w14:textId="77777777" w:rsidR="00381E5E" w:rsidRPr="00842493" w:rsidRDefault="00381E5E" w:rsidP="0035141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réseaux historisés</w:t>
            </w:r>
          </w:p>
        </w:tc>
        <w:tc>
          <w:tcPr>
            <w:tcW w:w="2693" w:type="dxa"/>
          </w:tcPr>
          <w:p w14:paraId="3966E1DD" w14:textId="77777777" w:rsidR="00381E5E" w:rsidRPr="00842493" w:rsidRDefault="00381E5E" w:rsidP="0035141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HISTO_RESEAUX</w:t>
            </w:r>
          </w:p>
        </w:tc>
        <w:tc>
          <w:tcPr>
            <w:tcW w:w="5528" w:type="dxa"/>
          </w:tcPr>
          <w:p w14:paraId="3AF3A996" w14:textId="7F57CF99" w:rsidR="00381E5E" w:rsidRPr="00842493" w:rsidRDefault="007D1162" w:rsidP="0035141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SEAUX"/>
                  <w:enabled/>
                  <w:calcOnExit w:val="0"/>
                  <w:textInput/>
                </w:ffData>
              </w:fldChar>
            </w:r>
            <w:bookmarkStart w:id="70" w:name="HISTO_RESEAUX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0"/>
          </w:p>
        </w:tc>
      </w:tr>
      <w:tr w:rsidR="00616E54" w:rsidRPr="00842493" w14:paraId="183FA3C8" w14:textId="77777777" w:rsidTr="00616E54">
        <w:tc>
          <w:tcPr>
            <w:tcW w:w="2622" w:type="dxa"/>
          </w:tcPr>
          <w:p w14:paraId="786AAFD5" w14:textId="77777777" w:rsidR="00616E54" w:rsidRPr="00842493" w:rsidRDefault="00381E5E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Appartient à un réseau</w:t>
            </w:r>
          </w:p>
        </w:tc>
        <w:tc>
          <w:tcPr>
            <w:tcW w:w="2693" w:type="dxa"/>
          </w:tcPr>
          <w:p w14:paraId="2FE88600" w14:textId="77777777" w:rsidR="00616E54" w:rsidRPr="00842493" w:rsidRDefault="00381E5E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NET_&lt;code réseau&gt;</w:t>
            </w:r>
          </w:p>
        </w:tc>
        <w:tc>
          <w:tcPr>
            <w:tcW w:w="5528" w:type="dxa"/>
          </w:tcPr>
          <w:p w14:paraId="06697F27" w14:textId="0ABF6412" w:rsidR="00616E54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ET_25"/>
                  <w:enabled/>
                  <w:calcOnExit w:val="0"/>
                  <w:textInput/>
                </w:ffData>
              </w:fldChar>
            </w:r>
            <w:bookmarkStart w:id="71" w:name="NET_25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1"/>
          </w:p>
        </w:tc>
      </w:tr>
      <w:tr w:rsidR="0057243E" w:rsidRPr="00842493" w14:paraId="699C49F9" w14:textId="77777777" w:rsidTr="00A04651">
        <w:tc>
          <w:tcPr>
            <w:tcW w:w="2622" w:type="dxa"/>
          </w:tcPr>
          <w:p w14:paraId="5C7AF45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Niveau typologique théorique</w:t>
            </w:r>
          </w:p>
        </w:tc>
        <w:tc>
          <w:tcPr>
            <w:tcW w:w="2693" w:type="dxa"/>
          </w:tcPr>
          <w:p w14:paraId="73FD834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NIV_TYPOLOGIQUE_THEO</w:t>
            </w:r>
          </w:p>
        </w:tc>
        <w:tc>
          <w:tcPr>
            <w:tcW w:w="5528" w:type="dxa"/>
          </w:tcPr>
          <w:p w14:paraId="5FA21F6C" w14:textId="58D83A3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IV_TYPOLOGIQUE_THEO"/>
                  <w:enabled/>
                  <w:calcOnExit w:val="0"/>
                  <w:textInput/>
                </w:ffData>
              </w:fldChar>
            </w:r>
            <w:bookmarkStart w:id="72" w:name="NIV_TYPOLOGIQUE_THE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2"/>
          </w:p>
        </w:tc>
      </w:tr>
      <w:tr w:rsidR="0057243E" w:rsidRPr="00842493" w14:paraId="55D280E0" w14:textId="77777777" w:rsidTr="00A04651">
        <w:tc>
          <w:tcPr>
            <w:tcW w:w="2622" w:type="dxa"/>
          </w:tcPr>
          <w:p w14:paraId="2BCECA3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PK</w:t>
            </w:r>
          </w:p>
        </w:tc>
        <w:tc>
          <w:tcPr>
            <w:tcW w:w="2693" w:type="dxa"/>
          </w:tcPr>
          <w:p w14:paraId="372FB9D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PK</w:t>
            </w:r>
          </w:p>
        </w:tc>
        <w:tc>
          <w:tcPr>
            <w:tcW w:w="5528" w:type="dxa"/>
          </w:tcPr>
          <w:p w14:paraId="3CF9CA4B" w14:textId="30DE9FE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K"/>
                  <w:enabled/>
                  <w:calcOnExit w:val="0"/>
                  <w:textInput/>
                </w:ffData>
              </w:fldChar>
            </w:r>
            <w:bookmarkStart w:id="73" w:name="PK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3"/>
          </w:p>
        </w:tc>
      </w:tr>
      <w:tr w:rsidR="0057243E" w:rsidRPr="00842493" w14:paraId="4EF88209" w14:textId="77777777" w:rsidTr="00A04651">
        <w:tc>
          <w:tcPr>
            <w:tcW w:w="2622" w:type="dxa"/>
          </w:tcPr>
          <w:p w14:paraId="07A7053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</w:t>
            </w:r>
          </w:p>
        </w:tc>
        <w:tc>
          <w:tcPr>
            <w:tcW w:w="2693" w:type="dxa"/>
          </w:tcPr>
          <w:p w14:paraId="2D7FE1C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</w:t>
            </w:r>
          </w:p>
        </w:tc>
        <w:tc>
          <w:tcPr>
            <w:tcW w:w="5528" w:type="dxa"/>
          </w:tcPr>
          <w:p w14:paraId="1E055E1F" w14:textId="00668E7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"/>
                  <w:enabled/>
                  <w:calcOnExit w:val="0"/>
                  <w:textInput/>
                </w:ffData>
              </w:fldChar>
            </w:r>
            <w:bookmarkStart w:id="74" w:name="C_BASSIN_VERSA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4"/>
          </w:p>
        </w:tc>
      </w:tr>
      <w:tr w:rsidR="0057243E" w:rsidRPr="00842493" w14:paraId="25F6D63D" w14:textId="77777777" w:rsidTr="00A04651">
        <w:tc>
          <w:tcPr>
            <w:tcW w:w="2622" w:type="dxa"/>
          </w:tcPr>
          <w:p w14:paraId="2EA164A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</w:t>
            </w:r>
          </w:p>
        </w:tc>
        <w:tc>
          <w:tcPr>
            <w:tcW w:w="2693" w:type="dxa"/>
          </w:tcPr>
          <w:p w14:paraId="009ECB7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</w:t>
            </w:r>
          </w:p>
        </w:tc>
        <w:tc>
          <w:tcPr>
            <w:tcW w:w="5528" w:type="dxa"/>
          </w:tcPr>
          <w:p w14:paraId="66F02636" w14:textId="7FF078E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"/>
                  <w:enabled/>
                  <w:calcOnExit w:val="0"/>
                  <w:textInput/>
                </w:ffData>
              </w:fldChar>
            </w:r>
            <w:bookmarkStart w:id="75" w:name="L_BASSIN_VERSA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5"/>
          </w:p>
        </w:tc>
      </w:tr>
      <w:tr w:rsidR="0057243E" w:rsidRPr="00842493" w14:paraId="5E8A5F6A" w14:textId="77777777" w:rsidTr="00A04651">
        <w:tc>
          <w:tcPr>
            <w:tcW w:w="2622" w:type="dxa"/>
          </w:tcPr>
          <w:p w14:paraId="0985A15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2</w:t>
            </w:r>
          </w:p>
        </w:tc>
        <w:tc>
          <w:tcPr>
            <w:tcW w:w="2693" w:type="dxa"/>
          </w:tcPr>
          <w:p w14:paraId="668ACBB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C_BASSIN_VERSANT2</w:t>
            </w:r>
          </w:p>
        </w:tc>
        <w:tc>
          <w:tcPr>
            <w:tcW w:w="5528" w:type="dxa"/>
          </w:tcPr>
          <w:p w14:paraId="75B5E7CB" w14:textId="05E085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2"/>
                  <w:enabled/>
                  <w:calcOnExit w:val="0"/>
                  <w:textInput/>
                </w:ffData>
              </w:fldChar>
            </w:r>
            <w:bookmarkStart w:id="76" w:name="C_BASSIN_VERSANT2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6"/>
          </w:p>
        </w:tc>
      </w:tr>
      <w:tr w:rsidR="0057243E" w:rsidRPr="00842493" w14:paraId="0525E09A" w14:textId="77777777" w:rsidTr="00A04651">
        <w:tc>
          <w:tcPr>
            <w:tcW w:w="2622" w:type="dxa"/>
          </w:tcPr>
          <w:p w14:paraId="7D7B4B5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2</w:t>
            </w:r>
          </w:p>
        </w:tc>
        <w:tc>
          <w:tcPr>
            <w:tcW w:w="2693" w:type="dxa"/>
          </w:tcPr>
          <w:p w14:paraId="7E05F64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L_BASSIN_VERSANT2</w:t>
            </w:r>
          </w:p>
        </w:tc>
        <w:tc>
          <w:tcPr>
            <w:tcW w:w="5528" w:type="dxa"/>
          </w:tcPr>
          <w:p w14:paraId="45C72D69" w14:textId="6DB50FD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2"/>
                  <w:enabled/>
                  <w:calcOnExit w:val="0"/>
                  <w:textInput/>
                </w:ffData>
              </w:fldChar>
            </w:r>
            <w:bookmarkStart w:id="77" w:name="L_BASSIN_VERSANT2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7"/>
          </w:p>
        </w:tc>
      </w:tr>
      <w:tr w:rsidR="0057243E" w:rsidRPr="00842493" w14:paraId="1C524796" w14:textId="77777777" w:rsidTr="00A04651">
        <w:tc>
          <w:tcPr>
            <w:tcW w:w="2622" w:type="dxa"/>
          </w:tcPr>
          <w:p w14:paraId="1926240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3</w:t>
            </w:r>
          </w:p>
        </w:tc>
        <w:tc>
          <w:tcPr>
            <w:tcW w:w="2693" w:type="dxa"/>
          </w:tcPr>
          <w:p w14:paraId="6741D1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C_BASSIN_VERSANT3</w:t>
            </w:r>
          </w:p>
        </w:tc>
        <w:tc>
          <w:tcPr>
            <w:tcW w:w="5528" w:type="dxa"/>
          </w:tcPr>
          <w:p w14:paraId="63179F97" w14:textId="345F2300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3"/>
                  <w:enabled/>
                  <w:calcOnExit w:val="0"/>
                  <w:textInput/>
                </w:ffData>
              </w:fldChar>
            </w:r>
            <w:bookmarkStart w:id="78" w:name="C_BASSIN_VERSANT3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8"/>
          </w:p>
        </w:tc>
      </w:tr>
      <w:tr w:rsidR="0057243E" w:rsidRPr="00842493" w14:paraId="007A57BB" w14:textId="77777777" w:rsidTr="00A04651">
        <w:tc>
          <w:tcPr>
            <w:tcW w:w="2622" w:type="dxa"/>
          </w:tcPr>
          <w:p w14:paraId="1B91164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3</w:t>
            </w:r>
          </w:p>
        </w:tc>
        <w:tc>
          <w:tcPr>
            <w:tcW w:w="2693" w:type="dxa"/>
          </w:tcPr>
          <w:p w14:paraId="2810013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L_BASSIN_VERSANT3</w:t>
            </w:r>
          </w:p>
        </w:tc>
        <w:tc>
          <w:tcPr>
            <w:tcW w:w="5528" w:type="dxa"/>
          </w:tcPr>
          <w:p w14:paraId="090ADAD8" w14:textId="041EB14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3"/>
                  <w:enabled/>
                  <w:calcOnExit w:val="0"/>
                  <w:textInput/>
                </w:ffData>
              </w:fldChar>
            </w:r>
            <w:bookmarkStart w:id="79" w:name="L_BASSIN_VERSANT3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79"/>
          </w:p>
        </w:tc>
      </w:tr>
      <w:tr w:rsidR="0057243E" w:rsidRPr="00842493" w14:paraId="3457CAA3" w14:textId="77777777" w:rsidTr="00A04651">
        <w:tc>
          <w:tcPr>
            <w:tcW w:w="2622" w:type="dxa"/>
          </w:tcPr>
          <w:p w14:paraId="70844A7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4</w:t>
            </w:r>
          </w:p>
        </w:tc>
        <w:tc>
          <w:tcPr>
            <w:tcW w:w="2693" w:type="dxa"/>
          </w:tcPr>
          <w:p w14:paraId="1E28C30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C_BASSIN_VERSANT4</w:t>
            </w:r>
          </w:p>
        </w:tc>
        <w:tc>
          <w:tcPr>
            <w:tcW w:w="5528" w:type="dxa"/>
          </w:tcPr>
          <w:p w14:paraId="1CCE6079" w14:textId="31CE00D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4"/>
                  <w:enabled/>
                  <w:calcOnExit w:val="0"/>
                  <w:textInput/>
                </w:ffData>
              </w:fldChar>
            </w:r>
            <w:bookmarkStart w:id="80" w:name="C_BASSIN_VERSANT4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0"/>
          </w:p>
        </w:tc>
      </w:tr>
      <w:tr w:rsidR="0057243E" w:rsidRPr="00842493" w14:paraId="471D2CBF" w14:textId="77777777" w:rsidTr="00A04651">
        <w:tc>
          <w:tcPr>
            <w:tcW w:w="2622" w:type="dxa"/>
          </w:tcPr>
          <w:p w14:paraId="2705B06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4</w:t>
            </w:r>
          </w:p>
        </w:tc>
        <w:tc>
          <w:tcPr>
            <w:tcW w:w="2693" w:type="dxa"/>
          </w:tcPr>
          <w:p w14:paraId="204D031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L_BASSIN_VERSANT4</w:t>
            </w:r>
          </w:p>
        </w:tc>
        <w:tc>
          <w:tcPr>
            <w:tcW w:w="5528" w:type="dxa"/>
          </w:tcPr>
          <w:p w14:paraId="457C2827" w14:textId="747EFFF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4"/>
                  <w:enabled/>
                  <w:calcOnExit w:val="0"/>
                  <w:textInput/>
                </w:ffData>
              </w:fldChar>
            </w:r>
            <w:bookmarkStart w:id="81" w:name="L_BASSIN_VERSANT4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1"/>
          </w:p>
        </w:tc>
      </w:tr>
      <w:tr w:rsidR="0057243E" w:rsidRPr="00842493" w14:paraId="4D929005" w14:textId="77777777" w:rsidTr="00A04651">
        <w:tc>
          <w:tcPr>
            <w:tcW w:w="2622" w:type="dxa"/>
          </w:tcPr>
          <w:p w14:paraId="454A674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Adresse</w:t>
            </w:r>
          </w:p>
        </w:tc>
        <w:tc>
          <w:tcPr>
            <w:tcW w:w="2693" w:type="dxa"/>
          </w:tcPr>
          <w:p w14:paraId="52695BCC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ADRESSE</w:t>
            </w:r>
          </w:p>
        </w:tc>
        <w:tc>
          <w:tcPr>
            <w:tcW w:w="5528" w:type="dxa"/>
          </w:tcPr>
          <w:p w14:paraId="2EF379C0" w14:textId="45954F7D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"/>
                  <w:enabled/>
                  <w:calcOnExit w:val="0"/>
                  <w:textInput/>
                </w:ffData>
              </w:fldChar>
            </w:r>
            <w:bookmarkStart w:id="82" w:name="ADRESS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2"/>
          </w:p>
        </w:tc>
      </w:tr>
      <w:tr w:rsidR="0057243E" w:rsidRPr="00842493" w14:paraId="60D50D8A" w14:textId="77777777" w:rsidTr="00A04651">
        <w:tc>
          <w:tcPr>
            <w:tcW w:w="2622" w:type="dxa"/>
          </w:tcPr>
          <w:p w14:paraId="0AABDE6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Pente</w:t>
            </w:r>
          </w:p>
        </w:tc>
        <w:tc>
          <w:tcPr>
            <w:tcW w:w="2693" w:type="dxa"/>
          </w:tcPr>
          <w:p w14:paraId="7E80771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PENTE</w:t>
            </w:r>
          </w:p>
        </w:tc>
        <w:tc>
          <w:tcPr>
            <w:tcW w:w="5528" w:type="dxa"/>
          </w:tcPr>
          <w:p w14:paraId="2165FE2F" w14:textId="0186BCB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ENTE"/>
                  <w:enabled/>
                  <w:calcOnExit w:val="0"/>
                  <w:textInput/>
                </w:ffData>
              </w:fldChar>
            </w:r>
            <w:bookmarkStart w:id="83" w:name="PENT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3"/>
          </w:p>
        </w:tc>
      </w:tr>
      <w:tr w:rsidR="0057243E" w:rsidRPr="00842493" w14:paraId="0E96B518" w14:textId="77777777" w:rsidTr="00A04651">
        <w:tc>
          <w:tcPr>
            <w:tcW w:w="2622" w:type="dxa"/>
          </w:tcPr>
          <w:p w14:paraId="6875576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X_EAU</w:t>
            </w:r>
          </w:p>
        </w:tc>
        <w:tc>
          <w:tcPr>
            <w:tcW w:w="2693" w:type="dxa"/>
          </w:tcPr>
          <w:p w14:paraId="78A5DB7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X_EAU</w:t>
            </w:r>
          </w:p>
        </w:tc>
        <w:tc>
          <w:tcPr>
            <w:tcW w:w="5528" w:type="dxa"/>
          </w:tcPr>
          <w:p w14:paraId="0DE112B0" w14:textId="15D1F073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EAU"/>
                  <w:enabled/>
                  <w:calcOnExit w:val="0"/>
                  <w:textInput/>
                </w:ffData>
              </w:fldChar>
            </w:r>
            <w:bookmarkStart w:id="84" w:name="X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4"/>
          </w:p>
        </w:tc>
      </w:tr>
      <w:tr w:rsidR="0057243E" w:rsidRPr="00842493" w14:paraId="236A50D7" w14:textId="77777777" w:rsidTr="00A04651">
        <w:tc>
          <w:tcPr>
            <w:tcW w:w="2622" w:type="dxa"/>
          </w:tcPr>
          <w:p w14:paraId="46AE145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Y_EAU</w:t>
            </w:r>
          </w:p>
        </w:tc>
        <w:tc>
          <w:tcPr>
            <w:tcW w:w="2693" w:type="dxa"/>
          </w:tcPr>
          <w:p w14:paraId="1F4E1C8D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Y_EAU</w:t>
            </w:r>
          </w:p>
        </w:tc>
        <w:tc>
          <w:tcPr>
            <w:tcW w:w="5528" w:type="dxa"/>
          </w:tcPr>
          <w:p w14:paraId="12AA1EBF" w14:textId="3C160AC5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EAU"/>
                  <w:enabled/>
                  <w:calcOnExit w:val="0"/>
                  <w:textInput/>
                </w:ffData>
              </w:fldChar>
            </w:r>
            <w:bookmarkStart w:id="85" w:name="Y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5"/>
          </w:p>
        </w:tc>
      </w:tr>
      <w:tr w:rsidR="0057243E" w:rsidRPr="00842493" w14:paraId="521ADC34" w14:textId="77777777" w:rsidTr="00A04651">
        <w:tc>
          <w:tcPr>
            <w:tcW w:w="2622" w:type="dxa"/>
          </w:tcPr>
          <w:p w14:paraId="40AC1E9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X_POISSONS</w:t>
            </w:r>
          </w:p>
        </w:tc>
        <w:tc>
          <w:tcPr>
            <w:tcW w:w="2693" w:type="dxa"/>
          </w:tcPr>
          <w:p w14:paraId="261DB868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X_POIS</w:t>
            </w:r>
          </w:p>
        </w:tc>
        <w:tc>
          <w:tcPr>
            <w:tcW w:w="5528" w:type="dxa"/>
          </w:tcPr>
          <w:p w14:paraId="5D3840CD" w14:textId="3C37A22E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POISSONS"/>
                  <w:enabled/>
                  <w:calcOnExit w:val="0"/>
                  <w:textInput/>
                </w:ffData>
              </w:fldChar>
            </w:r>
            <w:bookmarkStart w:id="86" w:name="X_POISSON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6"/>
          </w:p>
        </w:tc>
      </w:tr>
      <w:tr w:rsidR="0057243E" w:rsidRPr="00842493" w14:paraId="4FCA1EAA" w14:textId="77777777" w:rsidTr="00A04651">
        <w:tc>
          <w:tcPr>
            <w:tcW w:w="2622" w:type="dxa"/>
          </w:tcPr>
          <w:p w14:paraId="6B7E87A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Y_POISSONS</w:t>
            </w:r>
          </w:p>
        </w:tc>
        <w:tc>
          <w:tcPr>
            <w:tcW w:w="2693" w:type="dxa"/>
          </w:tcPr>
          <w:p w14:paraId="7027574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Y_POIS</w:t>
            </w:r>
          </w:p>
        </w:tc>
        <w:tc>
          <w:tcPr>
            <w:tcW w:w="5528" w:type="dxa"/>
          </w:tcPr>
          <w:p w14:paraId="304B3201" w14:textId="652B266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POISSONS"/>
                  <w:enabled/>
                  <w:calcOnExit w:val="0"/>
                  <w:textInput/>
                </w:ffData>
              </w:fldChar>
            </w:r>
            <w:bookmarkStart w:id="87" w:name="Y_POISSON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7"/>
          </w:p>
        </w:tc>
      </w:tr>
      <w:tr w:rsidR="0057243E" w:rsidRPr="00842493" w14:paraId="5F1A2053" w14:textId="77777777" w:rsidTr="00A04651">
        <w:tc>
          <w:tcPr>
            <w:tcW w:w="2622" w:type="dxa"/>
          </w:tcPr>
          <w:p w14:paraId="1807327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X_SEDIMENTS</w:t>
            </w:r>
          </w:p>
        </w:tc>
        <w:tc>
          <w:tcPr>
            <w:tcW w:w="2693" w:type="dxa"/>
          </w:tcPr>
          <w:p w14:paraId="672860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X_SED</w:t>
            </w:r>
          </w:p>
        </w:tc>
        <w:tc>
          <w:tcPr>
            <w:tcW w:w="5528" w:type="dxa"/>
          </w:tcPr>
          <w:p w14:paraId="130C6F65" w14:textId="6CC1A3DB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SEDIMENTS"/>
                  <w:enabled/>
                  <w:calcOnExit w:val="0"/>
                  <w:textInput/>
                </w:ffData>
              </w:fldChar>
            </w:r>
            <w:bookmarkStart w:id="88" w:name="X_SEDIMENT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8"/>
          </w:p>
        </w:tc>
      </w:tr>
      <w:tr w:rsidR="0057243E" w:rsidRPr="00842493" w14:paraId="7FFCF242" w14:textId="77777777" w:rsidTr="00A04651">
        <w:tc>
          <w:tcPr>
            <w:tcW w:w="2622" w:type="dxa"/>
          </w:tcPr>
          <w:p w14:paraId="0856F78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Y_SEDIMENTS</w:t>
            </w:r>
          </w:p>
        </w:tc>
        <w:tc>
          <w:tcPr>
            <w:tcW w:w="2693" w:type="dxa"/>
          </w:tcPr>
          <w:p w14:paraId="0B63CF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Y_SED</w:t>
            </w:r>
          </w:p>
        </w:tc>
        <w:tc>
          <w:tcPr>
            <w:tcW w:w="5528" w:type="dxa"/>
          </w:tcPr>
          <w:p w14:paraId="0F1DA984" w14:textId="088AD218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SEDIMENTS"/>
                  <w:enabled/>
                  <w:calcOnExit w:val="0"/>
                  <w:textInput/>
                </w:ffData>
              </w:fldChar>
            </w:r>
            <w:bookmarkStart w:id="89" w:name="Y_SEDIMENT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89"/>
          </w:p>
        </w:tc>
      </w:tr>
      <w:tr w:rsidR="0057243E" w:rsidRPr="00842493" w14:paraId="1A5C0453" w14:textId="77777777" w:rsidTr="00A04651">
        <w:tc>
          <w:tcPr>
            <w:tcW w:w="2622" w:type="dxa"/>
          </w:tcPr>
          <w:p w14:paraId="25E6CED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X_BRYOPHITES</w:t>
            </w:r>
          </w:p>
        </w:tc>
        <w:tc>
          <w:tcPr>
            <w:tcW w:w="2693" w:type="dxa"/>
          </w:tcPr>
          <w:p w14:paraId="229A6B3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X_BRYO</w:t>
            </w:r>
          </w:p>
        </w:tc>
        <w:tc>
          <w:tcPr>
            <w:tcW w:w="5528" w:type="dxa"/>
          </w:tcPr>
          <w:p w14:paraId="19101E02" w14:textId="1D1E7CE6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BRYOPHITES"/>
                  <w:enabled/>
                  <w:calcOnExit w:val="0"/>
                  <w:textInput/>
                </w:ffData>
              </w:fldChar>
            </w:r>
            <w:bookmarkStart w:id="90" w:name="X_BRYOPHIT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0"/>
          </w:p>
        </w:tc>
      </w:tr>
      <w:tr w:rsidR="0057243E" w:rsidRPr="00842493" w14:paraId="480C5D7D" w14:textId="77777777" w:rsidTr="00A04651">
        <w:tc>
          <w:tcPr>
            <w:tcW w:w="2622" w:type="dxa"/>
          </w:tcPr>
          <w:p w14:paraId="571EB69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Y_BRYOPHITES</w:t>
            </w:r>
          </w:p>
        </w:tc>
        <w:tc>
          <w:tcPr>
            <w:tcW w:w="2693" w:type="dxa"/>
          </w:tcPr>
          <w:p w14:paraId="504EF7B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Y_BRYO</w:t>
            </w:r>
          </w:p>
        </w:tc>
        <w:tc>
          <w:tcPr>
            <w:tcW w:w="5528" w:type="dxa"/>
          </w:tcPr>
          <w:p w14:paraId="00834C22" w14:textId="7816F89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BRYOPHITES"/>
                  <w:enabled/>
                  <w:calcOnExit w:val="0"/>
                  <w:textInput/>
                </w:ffData>
              </w:fldChar>
            </w:r>
            <w:bookmarkStart w:id="91" w:name="Y_BRYOPHIT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1"/>
          </w:p>
        </w:tc>
      </w:tr>
      <w:tr w:rsidR="0057243E" w:rsidRPr="00842493" w14:paraId="0A1C8F21" w14:textId="77777777" w:rsidTr="00A04651">
        <w:tc>
          <w:tcPr>
            <w:tcW w:w="2622" w:type="dxa"/>
          </w:tcPr>
          <w:p w14:paraId="1D6B53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X_DIATOMEES</w:t>
            </w:r>
          </w:p>
        </w:tc>
        <w:tc>
          <w:tcPr>
            <w:tcW w:w="2693" w:type="dxa"/>
          </w:tcPr>
          <w:p w14:paraId="39708CE1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X_DIAT</w:t>
            </w:r>
          </w:p>
        </w:tc>
        <w:tc>
          <w:tcPr>
            <w:tcW w:w="5528" w:type="dxa"/>
          </w:tcPr>
          <w:p w14:paraId="2DD972F9" w14:textId="31EBD4D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DIATOMEES"/>
                  <w:enabled/>
                  <w:calcOnExit w:val="0"/>
                  <w:textInput/>
                </w:ffData>
              </w:fldChar>
            </w:r>
            <w:bookmarkStart w:id="92" w:name="X_DIATOME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2"/>
          </w:p>
        </w:tc>
      </w:tr>
      <w:tr w:rsidR="0057243E" w:rsidRPr="00842493" w14:paraId="6779E848" w14:textId="77777777" w:rsidTr="00A04651">
        <w:tc>
          <w:tcPr>
            <w:tcW w:w="2622" w:type="dxa"/>
          </w:tcPr>
          <w:p w14:paraId="04ABA23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Y_DIATOMEES</w:t>
            </w:r>
          </w:p>
        </w:tc>
        <w:tc>
          <w:tcPr>
            <w:tcW w:w="2693" w:type="dxa"/>
          </w:tcPr>
          <w:p w14:paraId="477A8E17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Y_DIAT</w:t>
            </w:r>
          </w:p>
        </w:tc>
        <w:tc>
          <w:tcPr>
            <w:tcW w:w="5528" w:type="dxa"/>
          </w:tcPr>
          <w:p w14:paraId="43A9E318" w14:textId="59D7D35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DIATOMEES"/>
                  <w:enabled/>
                  <w:calcOnExit w:val="0"/>
                  <w:textInput/>
                </w:ffData>
              </w:fldChar>
            </w:r>
            <w:bookmarkStart w:id="93" w:name="Y_DIATOME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3"/>
          </w:p>
        </w:tc>
      </w:tr>
      <w:tr w:rsidR="0057243E" w:rsidRPr="00842493" w14:paraId="1886382C" w14:textId="77777777" w:rsidTr="00A04651">
        <w:tc>
          <w:tcPr>
            <w:tcW w:w="2622" w:type="dxa"/>
          </w:tcPr>
          <w:p w14:paraId="4AD106D2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X_PHYTOPLANCTON</w:t>
            </w:r>
          </w:p>
        </w:tc>
        <w:tc>
          <w:tcPr>
            <w:tcW w:w="2693" w:type="dxa"/>
          </w:tcPr>
          <w:p w14:paraId="4FFF7902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X_PHY</w:t>
            </w:r>
          </w:p>
        </w:tc>
        <w:tc>
          <w:tcPr>
            <w:tcW w:w="5528" w:type="dxa"/>
          </w:tcPr>
          <w:p w14:paraId="16D22FF3" w14:textId="1B40E6E1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PHYTOPLANCTON"/>
                  <w:enabled/>
                  <w:calcOnExit w:val="0"/>
                  <w:textInput/>
                </w:ffData>
              </w:fldChar>
            </w:r>
            <w:bookmarkStart w:id="94" w:name="X_PHYTOPLANCT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4"/>
          </w:p>
        </w:tc>
      </w:tr>
      <w:tr w:rsidR="0057243E" w:rsidRPr="00842493" w14:paraId="44530CDF" w14:textId="77777777" w:rsidTr="00A04651">
        <w:tc>
          <w:tcPr>
            <w:tcW w:w="2622" w:type="dxa"/>
          </w:tcPr>
          <w:p w14:paraId="7025C0F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Y_PHYTOPLANCTON</w:t>
            </w:r>
          </w:p>
        </w:tc>
        <w:tc>
          <w:tcPr>
            <w:tcW w:w="2693" w:type="dxa"/>
          </w:tcPr>
          <w:p w14:paraId="73694495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Y_PHY</w:t>
            </w:r>
          </w:p>
        </w:tc>
        <w:tc>
          <w:tcPr>
            <w:tcW w:w="5528" w:type="dxa"/>
          </w:tcPr>
          <w:p w14:paraId="2878FB72" w14:textId="0E9E07F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PHYTOPLANCTON"/>
                  <w:enabled/>
                  <w:calcOnExit w:val="0"/>
                  <w:textInput/>
                </w:ffData>
              </w:fldChar>
            </w:r>
            <w:bookmarkStart w:id="95" w:name="Y_PHYTOPLANCTON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5"/>
          </w:p>
        </w:tc>
      </w:tr>
      <w:tr w:rsidR="0057243E" w:rsidRPr="00842493" w14:paraId="5838FB28" w14:textId="77777777" w:rsidTr="00A04651">
        <w:tc>
          <w:tcPr>
            <w:tcW w:w="2622" w:type="dxa"/>
          </w:tcPr>
          <w:p w14:paraId="4121934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X_MACRO_INVERT</w:t>
            </w:r>
          </w:p>
        </w:tc>
        <w:tc>
          <w:tcPr>
            <w:tcW w:w="2693" w:type="dxa"/>
          </w:tcPr>
          <w:p w14:paraId="401C5447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X_M_I</w:t>
            </w:r>
          </w:p>
        </w:tc>
        <w:tc>
          <w:tcPr>
            <w:tcW w:w="5528" w:type="dxa"/>
          </w:tcPr>
          <w:p w14:paraId="19D9EBD5" w14:textId="6AE7EEDC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MACRO_INVERT"/>
                  <w:enabled/>
                  <w:calcOnExit w:val="0"/>
                  <w:textInput/>
                </w:ffData>
              </w:fldChar>
            </w:r>
            <w:bookmarkStart w:id="96" w:name="X_MACRO_INVER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6"/>
          </w:p>
        </w:tc>
      </w:tr>
      <w:tr w:rsidR="0057243E" w:rsidRPr="00842493" w14:paraId="57406235" w14:textId="77777777" w:rsidTr="00A04651">
        <w:tc>
          <w:tcPr>
            <w:tcW w:w="2622" w:type="dxa"/>
          </w:tcPr>
          <w:p w14:paraId="1D0810E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Y_MACRO_INVERT</w:t>
            </w:r>
          </w:p>
        </w:tc>
        <w:tc>
          <w:tcPr>
            <w:tcW w:w="2693" w:type="dxa"/>
          </w:tcPr>
          <w:p w14:paraId="597CA8C2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Y_M_I</w:t>
            </w:r>
          </w:p>
        </w:tc>
        <w:tc>
          <w:tcPr>
            <w:tcW w:w="5528" w:type="dxa"/>
          </w:tcPr>
          <w:p w14:paraId="1E630195" w14:textId="7DC958A2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MACRO_INVERT"/>
                  <w:enabled/>
                  <w:calcOnExit w:val="0"/>
                  <w:textInput/>
                </w:ffData>
              </w:fldChar>
            </w:r>
            <w:bookmarkStart w:id="97" w:name="Y_MACRO_INVER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7"/>
          </w:p>
        </w:tc>
      </w:tr>
      <w:tr w:rsidR="0057243E" w:rsidRPr="00842493" w14:paraId="5925E26F" w14:textId="77777777" w:rsidTr="00A04651">
        <w:tc>
          <w:tcPr>
            <w:tcW w:w="2622" w:type="dxa"/>
          </w:tcPr>
          <w:p w14:paraId="5C04641E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X_MACROPHYTES</w:t>
            </w:r>
          </w:p>
        </w:tc>
        <w:tc>
          <w:tcPr>
            <w:tcW w:w="2693" w:type="dxa"/>
          </w:tcPr>
          <w:p w14:paraId="2F81BD13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X_MAC</w:t>
            </w:r>
          </w:p>
        </w:tc>
        <w:tc>
          <w:tcPr>
            <w:tcW w:w="5528" w:type="dxa"/>
          </w:tcPr>
          <w:p w14:paraId="1F3F4424" w14:textId="2B383C5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MACROPHYTES"/>
                  <w:enabled/>
                  <w:calcOnExit w:val="0"/>
                  <w:textInput/>
                </w:ffData>
              </w:fldChar>
            </w:r>
            <w:bookmarkStart w:id="98" w:name="X_MACROPHYT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8"/>
          </w:p>
        </w:tc>
      </w:tr>
      <w:tr w:rsidR="0057243E" w:rsidRPr="00842493" w14:paraId="55B31860" w14:textId="77777777" w:rsidTr="00A04651">
        <w:tc>
          <w:tcPr>
            <w:tcW w:w="2622" w:type="dxa"/>
          </w:tcPr>
          <w:p w14:paraId="1D6C8F7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Y_MACROPHYTES</w:t>
            </w:r>
          </w:p>
        </w:tc>
        <w:tc>
          <w:tcPr>
            <w:tcW w:w="2693" w:type="dxa"/>
          </w:tcPr>
          <w:p w14:paraId="68C9C670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Y_MAC</w:t>
            </w:r>
          </w:p>
        </w:tc>
        <w:tc>
          <w:tcPr>
            <w:tcW w:w="5528" w:type="dxa"/>
          </w:tcPr>
          <w:p w14:paraId="1FCEA595" w14:textId="07CE5F9C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MACROPHYTES"/>
                  <w:enabled/>
                  <w:calcOnExit w:val="0"/>
                  <w:textInput/>
                </w:ffData>
              </w:fldChar>
            </w:r>
            <w:bookmarkStart w:id="99" w:name="Y_MACROPHYT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99"/>
          </w:p>
        </w:tc>
      </w:tr>
      <w:tr w:rsidR="0057243E" w:rsidRPr="00842493" w14:paraId="7CBC56B1" w14:textId="77777777" w:rsidTr="00A04651">
        <w:tc>
          <w:tcPr>
            <w:tcW w:w="2622" w:type="dxa"/>
          </w:tcPr>
          <w:p w14:paraId="52BAED2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Eau</w:t>
            </w:r>
          </w:p>
        </w:tc>
        <w:tc>
          <w:tcPr>
            <w:tcW w:w="2693" w:type="dxa"/>
          </w:tcPr>
          <w:p w14:paraId="68288F36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COMMENTAIRE_EAU</w:t>
            </w:r>
          </w:p>
        </w:tc>
        <w:tc>
          <w:tcPr>
            <w:tcW w:w="5528" w:type="dxa"/>
          </w:tcPr>
          <w:p w14:paraId="770B0499" w14:textId="5F24A9D6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EAU"/>
                  <w:enabled/>
                  <w:calcOnExit w:val="0"/>
                  <w:textInput/>
                </w:ffData>
              </w:fldChar>
            </w:r>
            <w:bookmarkStart w:id="100" w:name="COMMENTAIRE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0"/>
          </w:p>
        </w:tc>
      </w:tr>
      <w:tr w:rsidR="0057243E" w:rsidRPr="00842493" w14:paraId="53AE3A6D" w14:textId="77777777" w:rsidTr="00A04651">
        <w:tc>
          <w:tcPr>
            <w:tcW w:w="2622" w:type="dxa"/>
          </w:tcPr>
          <w:p w14:paraId="6056C0E8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Poisson</w:t>
            </w:r>
          </w:p>
        </w:tc>
        <w:tc>
          <w:tcPr>
            <w:tcW w:w="2693" w:type="dxa"/>
          </w:tcPr>
          <w:p w14:paraId="7B3360D0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COMMENTAIRE_POI</w:t>
            </w:r>
          </w:p>
        </w:tc>
        <w:tc>
          <w:tcPr>
            <w:tcW w:w="5528" w:type="dxa"/>
          </w:tcPr>
          <w:p w14:paraId="7D161846" w14:textId="49A63E4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POI"/>
                  <w:enabled/>
                  <w:calcOnExit w:val="0"/>
                  <w:textInput/>
                </w:ffData>
              </w:fldChar>
            </w:r>
            <w:bookmarkStart w:id="101" w:name="COMMENTAIRE_PO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1"/>
          </w:p>
        </w:tc>
      </w:tr>
      <w:tr w:rsidR="0057243E" w:rsidRPr="00842493" w14:paraId="69E46DC6" w14:textId="77777777" w:rsidTr="00A04651">
        <w:tc>
          <w:tcPr>
            <w:tcW w:w="2622" w:type="dxa"/>
          </w:tcPr>
          <w:p w14:paraId="5E04515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Commentaire site Sédiment</w:t>
            </w:r>
          </w:p>
        </w:tc>
        <w:tc>
          <w:tcPr>
            <w:tcW w:w="2693" w:type="dxa"/>
          </w:tcPr>
          <w:p w14:paraId="66B09BF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COMMENTAIRE_SED</w:t>
            </w:r>
          </w:p>
        </w:tc>
        <w:tc>
          <w:tcPr>
            <w:tcW w:w="5528" w:type="dxa"/>
          </w:tcPr>
          <w:p w14:paraId="205B4EA2" w14:textId="06B2A23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SED"/>
                  <w:enabled/>
                  <w:calcOnExit w:val="0"/>
                  <w:textInput/>
                </w:ffData>
              </w:fldChar>
            </w:r>
            <w:bookmarkStart w:id="102" w:name="COMMENTAIRE_SED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2"/>
          </w:p>
        </w:tc>
      </w:tr>
      <w:tr w:rsidR="0057243E" w:rsidRPr="00842493" w14:paraId="317C0F09" w14:textId="77777777" w:rsidTr="00A04651">
        <w:tc>
          <w:tcPr>
            <w:tcW w:w="2622" w:type="dxa"/>
          </w:tcPr>
          <w:p w14:paraId="7B54255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Commentaire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662A31D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COMMENTAIRE_BRYO</w:t>
            </w:r>
          </w:p>
        </w:tc>
        <w:tc>
          <w:tcPr>
            <w:tcW w:w="5528" w:type="dxa"/>
          </w:tcPr>
          <w:p w14:paraId="7BC78D13" w14:textId="4085A2E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BRYO"/>
                  <w:enabled/>
                  <w:calcOnExit w:val="0"/>
                  <w:textInput/>
                </w:ffData>
              </w:fldChar>
            </w:r>
            <w:bookmarkStart w:id="103" w:name="COMMENTAIRE_BRY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3"/>
          </w:p>
        </w:tc>
      </w:tr>
      <w:tr w:rsidR="0057243E" w:rsidRPr="00842493" w14:paraId="41A3D5C2" w14:textId="77777777" w:rsidTr="00A04651">
        <w:tc>
          <w:tcPr>
            <w:tcW w:w="2622" w:type="dxa"/>
          </w:tcPr>
          <w:p w14:paraId="7F598CE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Diatomées</w:t>
            </w:r>
          </w:p>
        </w:tc>
        <w:tc>
          <w:tcPr>
            <w:tcW w:w="2693" w:type="dxa"/>
          </w:tcPr>
          <w:p w14:paraId="29807D4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COMMENTAIRE_DIAT</w:t>
            </w:r>
          </w:p>
        </w:tc>
        <w:tc>
          <w:tcPr>
            <w:tcW w:w="5528" w:type="dxa"/>
          </w:tcPr>
          <w:p w14:paraId="4153A9BF" w14:textId="22A7A68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DIAT"/>
                  <w:enabled/>
                  <w:calcOnExit w:val="0"/>
                  <w:textInput/>
                </w:ffData>
              </w:fldChar>
            </w:r>
            <w:bookmarkStart w:id="104" w:name="COMMENTAIRE_DI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4"/>
          </w:p>
        </w:tc>
      </w:tr>
      <w:tr w:rsidR="0057243E" w:rsidRPr="00842493" w14:paraId="0CC7015B" w14:textId="77777777" w:rsidTr="00A04651">
        <w:tc>
          <w:tcPr>
            <w:tcW w:w="2622" w:type="dxa"/>
          </w:tcPr>
          <w:p w14:paraId="454C575B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Phytoplancton</w:t>
            </w:r>
          </w:p>
        </w:tc>
        <w:tc>
          <w:tcPr>
            <w:tcW w:w="2693" w:type="dxa"/>
          </w:tcPr>
          <w:p w14:paraId="1CC01CC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COMMENTAIRE_PHY</w:t>
            </w:r>
          </w:p>
        </w:tc>
        <w:tc>
          <w:tcPr>
            <w:tcW w:w="5528" w:type="dxa"/>
          </w:tcPr>
          <w:p w14:paraId="111C7BD3" w14:textId="63A0A43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PHY"/>
                  <w:enabled/>
                  <w:calcOnExit w:val="0"/>
                  <w:textInput/>
                </w:ffData>
              </w:fldChar>
            </w:r>
            <w:bookmarkStart w:id="105" w:name="COMMENTAIRE_PH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5"/>
          </w:p>
        </w:tc>
      </w:tr>
      <w:tr w:rsidR="0057243E" w:rsidRPr="00842493" w14:paraId="00C307C0" w14:textId="77777777" w:rsidTr="00A04651">
        <w:tc>
          <w:tcPr>
            <w:tcW w:w="2622" w:type="dxa"/>
          </w:tcPr>
          <w:p w14:paraId="498BC046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Macro invertébrés</w:t>
            </w:r>
          </w:p>
        </w:tc>
        <w:tc>
          <w:tcPr>
            <w:tcW w:w="2693" w:type="dxa"/>
          </w:tcPr>
          <w:p w14:paraId="115C0A76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COMMENTAIRE_M_I</w:t>
            </w:r>
          </w:p>
        </w:tc>
        <w:tc>
          <w:tcPr>
            <w:tcW w:w="5528" w:type="dxa"/>
          </w:tcPr>
          <w:p w14:paraId="1309F9DB" w14:textId="5589C89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M_I"/>
                  <w:enabled/>
                  <w:calcOnExit w:val="0"/>
                  <w:textInput/>
                </w:ffData>
              </w:fldChar>
            </w:r>
            <w:bookmarkStart w:id="106" w:name="COMMENTAIRE_M_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6"/>
          </w:p>
        </w:tc>
      </w:tr>
      <w:tr w:rsidR="0057243E" w:rsidRPr="00842493" w14:paraId="0E6DCFCA" w14:textId="77777777" w:rsidTr="00A04651">
        <w:tc>
          <w:tcPr>
            <w:tcW w:w="2622" w:type="dxa"/>
          </w:tcPr>
          <w:p w14:paraId="550D054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Macrophytes</w:t>
            </w:r>
          </w:p>
        </w:tc>
        <w:tc>
          <w:tcPr>
            <w:tcW w:w="2693" w:type="dxa"/>
          </w:tcPr>
          <w:p w14:paraId="6F9034EE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COMMENTAIRE_MAC</w:t>
            </w:r>
          </w:p>
        </w:tc>
        <w:tc>
          <w:tcPr>
            <w:tcW w:w="5528" w:type="dxa"/>
          </w:tcPr>
          <w:p w14:paraId="0A4B865A" w14:textId="4C7A3A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MAC"/>
                  <w:enabled/>
                  <w:calcOnExit w:val="0"/>
                  <w:textInput/>
                </w:ffData>
              </w:fldChar>
            </w:r>
            <w:bookmarkStart w:id="107" w:name="COMMENTAIRE_MAC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7"/>
          </w:p>
        </w:tc>
      </w:tr>
      <w:tr w:rsidR="0057243E" w:rsidRPr="00842493" w14:paraId="1F48DDC6" w14:textId="77777777" w:rsidTr="00A04651">
        <w:tc>
          <w:tcPr>
            <w:tcW w:w="2622" w:type="dxa"/>
          </w:tcPr>
          <w:p w14:paraId="25C9287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X_AMONT_EAU</w:t>
            </w:r>
          </w:p>
        </w:tc>
        <w:tc>
          <w:tcPr>
            <w:tcW w:w="2693" w:type="dxa"/>
          </w:tcPr>
          <w:p w14:paraId="31230E6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X_AMONT_EAU</w:t>
            </w:r>
          </w:p>
        </w:tc>
        <w:tc>
          <w:tcPr>
            <w:tcW w:w="5528" w:type="dxa"/>
          </w:tcPr>
          <w:p w14:paraId="28ECCB88" w14:textId="248F5C3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EAU"/>
                  <w:enabled/>
                  <w:calcOnExit w:val="0"/>
                  <w:textInput/>
                </w:ffData>
              </w:fldChar>
            </w:r>
            <w:bookmarkStart w:id="108" w:name="X_AMONT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8"/>
          </w:p>
        </w:tc>
      </w:tr>
      <w:tr w:rsidR="0057243E" w:rsidRPr="00842493" w14:paraId="003844EB" w14:textId="77777777" w:rsidTr="00A04651">
        <w:tc>
          <w:tcPr>
            <w:tcW w:w="2622" w:type="dxa"/>
          </w:tcPr>
          <w:p w14:paraId="4970C5B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_EAU</w:t>
            </w:r>
          </w:p>
        </w:tc>
        <w:tc>
          <w:tcPr>
            <w:tcW w:w="2693" w:type="dxa"/>
          </w:tcPr>
          <w:p w14:paraId="065D5CE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Y_AMONT_EAU</w:t>
            </w:r>
          </w:p>
        </w:tc>
        <w:tc>
          <w:tcPr>
            <w:tcW w:w="5528" w:type="dxa"/>
          </w:tcPr>
          <w:p w14:paraId="46C149C7" w14:textId="620442B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EAU"/>
                  <w:enabled/>
                  <w:calcOnExit w:val="0"/>
                  <w:textInput/>
                </w:ffData>
              </w:fldChar>
            </w:r>
            <w:bookmarkStart w:id="109" w:name="Y_AMONT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09"/>
          </w:p>
        </w:tc>
      </w:tr>
      <w:tr w:rsidR="0057243E" w:rsidRPr="00842493" w14:paraId="273EBE0F" w14:textId="77777777" w:rsidTr="00A04651">
        <w:tc>
          <w:tcPr>
            <w:tcW w:w="2622" w:type="dxa"/>
          </w:tcPr>
          <w:p w14:paraId="09B894E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_POISSONS</w:t>
            </w:r>
          </w:p>
        </w:tc>
        <w:tc>
          <w:tcPr>
            <w:tcW w:w="2693" w:type="dxa"/>
          </w:tcPr>
          <w:p w14:paraId="09346DB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X_AMONT_POIS</w:t>
            </w:r>
          </w:p>
        </w:tc>
        <w:tc>
          <w:tcPr>
            <w:tcW w:w="5528" w:type="dxa"/>
          </w:tcPr>
          <w:p w14:paraId="3B61852C" w14:textId="5564EAF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POIS"/>
                  <w:enabled/>
                  <w:calcOnExit w:val="0"/>
                  <w:textInput/>
                </w:ffData>
              </w:fldChar>
            </w:r>
            <w:bookmarkStart w:id="110" w:name="X_AMONT_POI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0"/>
          </w:p>
        </w:tc>
      </w:tr>
      <w:tr w:rsidR="0057243E" w:rsidRPr="00842493" w14:paraId="41844522" w14:textId="77777777" w:rsidTr="00A04651">
        <w:tc>
          <w:tcPr>
            <w:tcW w:w="2622" w:type="dxa"/>
          </w:tcPr>
          <w:p w14:paraId="2D0E069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_POISSONS</w:t>
            </w:r>
          </w:p>
        </w:tc>
        <w:tc>
          <w:tcPr>
            <w:tcW w:w="2693" w:type="dxa"/>
          </w:tcPr>
          <w:p w14:paraId="0E1E963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Y_AMONT_POIS</w:t>
            </w:r>
          </w:p>
        </w:tc>
        <w:tc>
          <w:tcPr>
            <w:tcW w:w="5528" w:type="dxa"/>
          </w:tcPr>
          <w:p w14:paraId="4676400E" w14:textId="50AEBE01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POIS"/>
                  <w:enabled/>
                  <w:calcOnExit w:val="0"/>
                  <w:textInput/>
                </w:ffData>
              </w:fldChar>
            </w:r>
            <w:bookmarkStart w:id="111" w:name="Y_AMONT_POI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1"/>
          </w:p>
        </w:tc>
      </w:tr>
      <w:tr w:rsidR="0057243E" w:rsidRPr="00842493" w14:paraId="248BABDB" w14:textId="77777777" w:rsidTr="00A04651">
        <w:tc>
          <w:tcPr>
            <w:tcW w:w="2622" w:type="dxa"/>
          </w:tcPr>
          <w:p w14:paraId="0A5D005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_SEDIMENTS</w:t>
            </w:r>
          </w:p>
        </w:tc>
        <w:tc>
          <w:tcPr>
            <w:tcW w:w="2693" w:type="dxa"/>
          </w:tcPr>
          <w:p w14:paraId="2CE3056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X_AMONT_SED</w:t>
            </w:r>
          </w:p>
        </w:tc>
        <w:tc>
          <w:tcPr>
            <w:tcW w:w="5528" w:type="dxa"/>
          </w:tcPr>
          <w:p w14:paraId="1C528381" w14:textId="541BE46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SED"/>
                  <w:enabled/>
                  <w:calcOnExit w:val="0"/>
                  <w:textInput/>
                </w:ffData>
              </w:fldChar>
            </w:r>
            <w:bookmarkStart w:id="112" w:name="X_AMONT_SED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2"/>
          </w:p>
        </w:tc>
      </w:tr>
      <w:tr w:rsidR="0057243E" w:rsidRPr="00842493" w14:paraId="34B9E459" w14:textId="77777777" w:rsidTr="00A04651">
        <w:tc>
          <w:tcPr>
            <w:tcW w:w="2622" w:type="dxa"/>
          </w:tcPr>
          <w:p w14:paraId="1D4CA8A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_SEDIMENTS</w:t>
            </w:r>
          </w:p>
        </w:tc>
        <w:tc>
          <w:tcPr>
            <w:tcW w:w="2693" w:type="dxa"/>
          </w:tcPr>
          <w:p w14:paraId="20EFF6E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Y_AMONT_SED</w:t>
            </w:r>
          </w:p>
        </w:tc>
        <w:tc>
          <w:tcPr>
            <w:tcW w:w="5528" w:type="dxa"/>
          </w:tcPr>
          <w:p w14:paraId="30E0A22A" w14:textId="5A4EF19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SED"/>
                  <w:enabled/>
                  <w:calcOnExit w:val="0"/>
                  <w:textInput/>
                </w:ffData>
              </w:fldChar>
            </w:r>
            <w:bookmarkStart w:id="113" w:name="Y_AMONT_SED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3"/>
          </w:p>
        </w:tc>
      </w:tr>
      <w:tr w:rsidR="0057243E" w:rsidRPr="00842493" w14:paraId="0B244A61" w14:textId="77777777" w:rsidTr="00A04651">
        <w:tc>
          <w:tcPr>
            <w:tcW w:w="2622" w:type="dxa"/>
          </w:tcPr>
          <w:p w14:paraId="5A7A01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_BRYOPHITES</w:t>
            </w:r>
          </w:p>
        </w:tc>
        <w:tc>
          <w:tcPr>
            <w:tcW w:w="2693" w:type="dxa"/>
          </w:tcPr>
          <w:p w14:paraId="15A8A18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X_AMONT_BRYO</w:t>
            </w:r>
          </w:p>
        </w:tc>
        <w:tc>
          <w:tcPr>
            <w:tcW w:w="5528" w:type="dxa"/>
          </w:tcPr>
          <w:p w14:paraId="0149E6B4" w14:textId="67885A4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BRYO"/>
                  <w:enabled/>
                  <w:calcOnExit w:val="0"/>
                  <w:textInput/>
                </w:ffData>
              </w:fldChar>
            </w:r>
            <w:bookmarkStart w:id="114" w:name="X_AMONT_BRY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4"/>
          </w:p>
        </w:tc>
      </w:tr>
      <w:tr w:rsidR="0057243E" w:rsidRPr="00842493" w14:paraId="629E5393" w14:textId="77777777" w:rsidTr="00A04651">
        <w:tc>
          <w:tcPr>
            <w:tcW w:w="2622" w:type="dxa"/>
          </w:tcPr>
          <w:p w14:paraId="0A462D8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_BRYOPHITES</w:t>
            </w:r>
          </w:p>
        </w:tc>
        <w:tc>
          <w:tcPr>
            <w:tcW w:w="2693" w:type="dxa"/>
          </w:tcPr>
          <w:p w14:paraId="414E560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Y_AMONT_BRYO</w:t>
            </w:r>
          </w:p>
        </w:tc>
        <w:tc>
          <w:tcPr>
            <w:tcW w:w="5528" w:type="dxa"/>
          </w:tcPr>
          <w:p w14:paraId="7547E80E" w14:textId="414D14A3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BRYO"/>
                  <w:enabled/>
                  <w:calcOnExit w:val="0"/>
                  <w:textInput/>
                </w:ffData>
              </w:fldChar>
            </w:r>
            <w:bookmarkStart w:id="115" w:name="Y_AMONT_BRY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5"/>
          </w:p>
        </w:tc>
      </w:tr>
      <w:tr w:rsidR="0057243E" w:rsidRPr="00842493" w14:paraId="5E124D53" w14:textId="77777777" w:rsidTr="00A04651">
        <w:tc>
          <w:tcPr>
            <w:tcW w:w="2622" w:type="dxa"/>
          </w:tcPr>
          <w:p w14:paraId="6EF91D3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_DIATOMEES</w:t>
            </w:r>
          </w:p>
        </w:tc>
        <w:tc>
          <w:tcPr>
            <w:tcW w:w="2693" w:type="dxa"/>
          </w:tcPr>
          <w:p w14:paraId="65E2DFF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X_AMONT_DIAT</w:t>
            </w:r>
          </w:p>
        </w:tc>
        <w:tc>
          <w:tcPr>
            <w:tcW w:w="5528" w:type="dxa"/>
          </w:tcPr>
          <w:p w14:paraId="4BB79D17" w14:textId="44CD65B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DIAT"/>
                  <w:enabled/>
                  <w:calcOnExit w:val="0"/>
                  <w:textInput/>
                </w:ffData>
              </w:fldChar>
            </w:r>
            <w:bookmarkStart w:id="116" w:name="X_AMONT_DI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6"/>
          </w:p>
        </w:tc>
      </w:tr>
      <w:tr w:rsidR="0057243E" w:rsidRPr="00842493" w14:paraId="04DAA4C7" w14:textId="77777777" w:rsidTr="00A04651">
        <w:tc>
          <w:tcPr>
            <w:tcW w:w="2622" w:type="dxa"/>
          </w:tcPr>
          <w:p w14:paraId="7F2D5E6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_DIATOMEES</w:t>
            </w:r>
          </w:p>
        </w:tc>
        <w:tc>
          <w:tcPr>
            <w:tcW w:w="2693" w:type="dxa"/>
          </w:tcPr>
          <w:p w14:paraId="0A8BEC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Y_AMONT_DIAT</w:t>
            </w:r>
          </w:p>
        </w:tc>
        <w:tc>
          <w:tcPr>
            <w:tcW w:w="5528" w:type="dxa"/>
          </w:tcPr>
          <w:p w14:paraId="3501104A" w14:textId="01046F8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DIAT"/>
                  <w:enabled/>
                  <w:calcOnExit w:val="0"/>
                  <w:textInput/>
                </w:ffData>
              </w:fldChar>
            </w:r>
            <w:bookmarkStart w:id="117" w:name="Y_AMONT_DI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7"/>
          </w:p>
        </w:tc>
      </w:tr>
      <w:tr w:rsidR="0057243E" w:rsidRPr="00842493" w14:paraId="3DBC4819" w14:textId="77777777" w:rsidTr="00A04651">
        <w:tc>
          <w:tcPr>
            <w:tcW w:w="2622" w:type="dxa"/>
          </w:tcPr>
          <w:p w14:paraId="52F01B1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_PHYTOPLANCTON</w:t>
            </w:r>
          </w:p>
        </w:tc>
        <w:tc>
          <w:tcPr>
            <w:tcW w:w="2693" w:type="dxa"/>
          </w:tcPr>
          <w:p w14:paraId="604D29E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X_AMONT_PHY</w:t>
            </w:r>
          </w:p>
        </w:tc>
        <w:tc>
          <w:tcPr>
            <w:tcW w:w="5528" w:type="dxa"/>
          </w:tcPr>
          <w:p w14:paraId="0B4DAB96" w14:textId="05E4E55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PHY"/>
                  <w:enabled/>
                  <w:calcOnExit w:val="0"/>
                  <w:textInput/>
                </w:ffData>
              </w:fldChar>
            </w:r>
            <w:bookmarkStart w:id="118" w:name="X_AMONT_PH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8"/>
          </w:p>
        </w:tc>
      </w:tr>
      <w:tr w:rsidR="0057243E" w:rsidRPr="00842493" w14:paraId="76303E2E" w14:textId="77777777" w:rsidTr="00A04651">
        <w:tc>
          <w:tcPr>
            <w:tcW w:w="2622" w:type="dxa"/>
          </w:tcPr>
          <w:p w14:paraId="7B26C02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_PHYTOPLANCTON</w:t>
            </w:r>
          </w:p>
        </w:tc>
        <w:tc>
          <w:tcPr>
            <w:tcW w:w="2693" w:type="dxa"/>
          </w:tcPr>
          <w:p w14:paraId="18A730B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Y_AMONT_PHY</w:t>
            </w:r>
          </w:p>
        </w:tc>
        <w:tc>
          <w:tcPr>
            <w:tcW w:w="5528" w:type="dxa"/>
          </w:tcPr>
          <w:p w14:paraId="61041F43" w14:textId="53EAC95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PHY"/>
                  <w:enabled/>
                  <w:calcOnExit w:val="0"/>
                  <w:textInput/>
                </w:ffData>
              </w:fldChar>
            </w:r>
            <w:bookmarkStart w:id="119" w:name="Y_AMONT_PH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19"/>
          </w:p>
        </w:tc>
      </w:tr>
      <w:tr w:rsidR="0057243E" w:rsidRPr="00842493" w14:paraId="2B507D6D" w14:textId="77777777" w:rsidTr="00A04651">
        <w:tc>
          <w:tcPr>
            <w:tcW w:w="2622" w:type="dxa"/>
          </w:tcPr>
          <w:p w14:paraId="33CE59A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_MACRO_INVERT</w:t>
            </w:r>
          </w:p>
        </w:tc>
        <w:tc>
          <w:tcPr>
            <w:tcW w:w="2693" w:type="dxa"/>
          </w:tcPr>
          <w:p w14:paraId="0E53428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X_AMONT_M_I</w:t>
            </w:r>
          </w:p>
        </w:tc>
        <w:tc>
          <w:tcPr>
            <w:tcW w:w="5528" w:type="dxa"/>
          </w:tcPr>
          <w:p w14:paraId="2B2AFD9F" w14:textId="5002780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M_I"/>
                  <w:enabled/>
                  <w:calcOnExit w:val="0"/>
                  <w:textInput/>
                </w:ffData>
              </w:fldChar>
            </w:r>
            <w:bookmarkStart w:id="120" w:name="X_AMONT_M_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0"/>
          </w:p>
        </w:tc>
      </w:tr>
      <w:tr w:rsidR="0057243E" w:rsidRPr="00842493" w14:paraId="46DC8C71" w14:textId="77777777" w:rsidTr="00A04651">
        <w:tc>
          <w:tcPr>
            <w:tcW w:w="2622" w:type="dxa"/>
          </w:tcPr>
          <w:p w14:paraId="49E88F1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_MACRO_INVERT</w:t>
            </w:r>
          </w:p>
        </w:tc>
        <w:tc>
          <w:tcPr>
            <w:tcW w:w="2693" w:type="dxa"/>
          </w:tcPr>
          <w:p w14:paraId="79C5828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Y_AMONT_M_I</w:t>
            </w:r>
          </w:p>
        </w:tc>
        <w:tc>
          <w:tcPr>
            <w:tcW w:w="5528" w:type="dxa"/>
          </w:tcPr>
          <w:p w14:paraId="292D387B" w14:textId="45FA691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M_I"/>
                  <w:enabled/>
                  <w:calcOnExit w:val="0"/>
                  <w:textInput/>
                </w:ffData>
              </w:fldChar>
            </w:r>
            <w:bookmarkStart w:id="121" w:name="Y_AMONT_M_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1"/>
          </w:p>
        </w:tc>
      </w:tr>
      <w:tr w:rsidR="0057243E" w:rsidRPr="00842493" w14:paraId="3267CF35" w14:textId="77777777" w:rsidTr="00A04651">
        <w:tc>
          <w:tcPr>
            <w:tcW w:w="2622" w:type="dxa"/>
          </w:tcPr>
          <w:p w14:paraId="1604A90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_MACROPHYTES</w:t>
            </w:r>
          </w:p>
        </w:tc>
        <w:tc>
          <w:tcPr>
            <w:tcW w:w="2693" w:type="dxa"/>
          </w:tcPr>
          <w:p w14:paraId="4BD4A96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X_AMONT_MAC</w:t>
            </w:r>
          </w:p>
        </w:tc>
        <w:tc>
          <w:tcPr>
            <w:tcW w:w="5528" w:type="dxa"/>
          </w:tcPr>
          <w:p w14:paraId="387317E0" w14:textId="4C682D3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MAC"/>
                  <w:enabled/>
                  <w:calcOnExit w:val="0"/>
                  <w:textInput/>
                </w:ffData>
              </w:fldChar>
            </w:r>
            <w:bookmarkStart w:id="122" w:name="X_AMONT_MAC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2"/>
          </w:p>
        </w:tc>
      </w:tr>
      <w:tr w:rsidR="0057243E" w:rsidRPr="00842493" w14:paraId="2D9236E2" w14:textId="77777777" w:rsidTr="00A04651">
        <w:tc>
          <w:tcPr>
            <w:tcW w:w="2622" w:type="dxa"/>
          </w:tcPr>
          <w:p w14:paraId="5384EE2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_MACROPHYTES</w:t>
            </w:r>
          </w:p>
        </w:tc>
        <w:tc>
          <w:tcPr>
            <w:tcW w:w="2693" w:type="dxa"/>
          </w:tcPr>
          <w:p w14:paraId="2DB06BF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Y_AMONT_MAC</w:t>
            </w:r>
          </w:p>
        </w:tc>
        <w:tc>
          <w:tcPr>
            <w:tcW w:w="5528" w:type="dxa"/>
          </w:tcPr>
          <w:p w14:paraId="6429AB01" w14:textId="3E8F9B9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MAC"/>
                  <w:enabled/>
                  <w:calcOnExit w:val="0"/>
                  <w:textInput/>
                </w:ffData>
              </w:fldChar>
            </w:r>
            <w:bookmarkStart w:id="123" w:name="Y_AMONT_MAC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3"/>
          </w:p>
        </w:tc>
      </w:tr>
      <w:tr w:rsidR="0057243E" w:rsidRPr="00842493" w14:paraId="2E378CC1" w14:textId="77777777" w:rsidTr="00A04651">
        <w:tc>
          <w:tcPr>
            <w:tcW w:w="2622" w:type="dxa"/>
          </w:tcPr>
          <w:p w14:paraId="5D5036B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X_AVAL_EAU</w:t>
            </w:r>
          </w:p>
        </w:tc>
        <w:tc>
          <w:tcPr>
            <w:tcW w:w="2693" w:type="dxa"/>
          </w:tcPr>
          <w:p w14:paraId="694F262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X_AVAL_EAU</w:t>
            </w:r>
          </w:p>
        </w:tc>
        <w:tc>
          <w:tcPr>
            <w:tcW w:w="5528" w:type="dxa"/>
          </w:tcPr>
          <w:p w14:paraId="1C7777B1" w14:textId="4446633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EAU"/>
                  <w:enabled/>
                  <w:calcOnExit w:val="0"/>
                  <w:textInput/>
                </w:ffData>
              </w:fldChar>
            </w:r>
            <w:bookmarkStart w:id="124" w:name="X_AVAL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4"/>
          </w:p>
        </w:tc>
      </w:tr>
      <w:tr w:rsidR="0057243E" w:rsidRPr="00842493" w14:paraId="1903EC3E" w14:textId="77777777" w:rsidTr="00A04651">
        <w:tc>
          <w:tcPr>
            <w:tcW w:w="2622" w:type="dxa"/>
          </w:tcPr>
          <w:p w14:paraId="241F9E9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_EAU</w:t>
            </w:r>
          </w:p>
        </w:tc>
        <w:tc>
          <w:tcPr>
            <w:tcW w:w="2693" w:type="dxa"/>
          </w:tcPr>
          <w:p w14:paraId="6C138521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Y_AVAL_EAU</w:t>
            </w:r>
          </w:p>
        </w:tc>
        <w:tc>
          <w:tcPr>
            <w:tcW w:w="5528" w:type="dxa"/>
          </w:tcPr>
          <w:p w14:paraId="43E73C5F" w14:textId="255A501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EAU"/>
                  <w:enabled/>
                  <w:calcOnExit w:val="0"/>
                  <w:textInput/>
                </w:ffData>
              </w:fldChar>
            </w:r>
            <w:bookmarkStart w:id="125" w:name="Y_AVAL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5"/>
          </w:p>
        </w:tc>
      </w:tr>
      <w:tr w:rsidR="0057243E" w:rsidRPr="00842493" w14:paraId="6FC15CE1" w14:textId="77777777" w:rsidTr="00A04651">
        <w:tc>
          <w:tcPr>
            <w:tcW w:w="2622" w:type="dxa"/>
          </w:tcPr>
          <w:p w14:paraId="468AD74C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_POISSONS</w:t>
            </w:r>
          </w:p>
        </w:tc>
        <w:tc>
          <w:tcPr>
            <w:tcW w:w="2693" w:type="dxa"/>
          </w:tcPr>
          <w:p w14:paraId="5772511B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X_AVAL_POIS</w:t>
            </w:r>
          </w:p>
        </w:tc>
        <w:tc>
          <w:tcPr>
            <w:tcW w:w="5528" w:type="dxa"/>
          </w:tcPr>
          <w:p w14:paraId="579E521F" w14:textId="75D479C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POIS"/>
                  <w:enabled/>
                  <w:calcOnExit w:val="0"/>
                  <w:textInput/>
                </w:ffData>
              </w:fldChar>
            </w:r>
            <w:bookmarkStart w:id="126" w:name="X_AVAL_POI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6"/>
          </w:p>
        </w:tc>
      </w:tr>
      <w:tr w:rsidR="0057243E" w:rsidRPr="00842493" w14:paraId="7435601E" w14:textId="77777777" w:rsidTr="00A04651">
        <w:tc>
          <w:tcPr>
            <w:tcW w:w="2622" w:type="dxa"/>
          </w:tcPr>
          <w:p w14:paraId="681519F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_POISSONS</w:t>
            </w:r>
          </w:p>
        </w:tc>
        <w:tc>
          <w:tcPr>
            <w:tcW w:w="2693" w:type="dxa"/>
          </w:tcPr>
          <w:p w14:paraId="0C92579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Y_AVAL_POIS</w:t>
            </w:r>
          </w:p>
        </w:tc>
        <w:tc>
          <w:tcPr>
            <w:tcW w:w="5528" w:type="dxa"/>
          </w:tcPr>
          <w:p w14:paraId="65366E61" w14:textId="74D1D20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POIS"/>
                  <w:enabled/>
                  <w:calcOnExit w:val="0"/>
                  <w:textInput/>
                </w:ffData>
              </w:fldChar>
            </w:r>
            <w:bookmarkStart w:id="127" w:name="Y_AVAL_POI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7"/>
          </w:p>
        </w:tc>
      </w:tr>
      <w:tr w:rsidR="0057243E" w:rsidRPr="00842493" w14:paraId="724828B5" w14:textId="77777777" w:rsidTr="00A04651">
        <w:tc>
          <w:tcPr>
            <w:tcW w:w="2622" w:type="dxa"/>
          </w:tcPr>
          <w:p w14:paraId="3EB559C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_SEDIMENTS</w:t>
            </w:r>
          </w:p>
        </w:tc>
        <w:tc>
          <w:tcPr>
            <w:tcW w:w="2693" w:type="dxa"/>
          </w:tcPr>
          <w:p w14:paraId="4E42234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X_AVAL_SED</w:t>
            </w:r>
          </w:p>
        </w:tc>
        <w:tc>
          <w:tcPr>
            <w:tcW w:w="5528" w:type="dxa"/>
          </w:tcPr>
          <w:p w14:paraId="5A510C0D" w14:textId="202FC891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SED"/>
                  <w:enabled/>
                  <w:calcOnExit w:val="0"/>
                  <w:textInput/>
                </w:ffData>
              </w:fldChar>
            </w:r>
            <w:bookmarkStart w:id="128" w:name="X_AVAL_SED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8"/>
          </w:p>
        </w:tc>
      </w:tr>
      <w:tr w:rsidR="0057243E" w:rsidRPr="00842493" w14:paraId="5CD10AFF" w14:textId="77777777" w:rsidTr="00A04651">
        <w:tc>
          <w:tcPr>
            <w:tcW w:w="2622" w:type="dxa"/>
          </w:tcPr>
          <w:p w14:paraId="554EADB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_SEDIMENTS</w:t>
            </w:r>
          </w:p>
        </w:tc>
        <w:tc>
          <w:tcPr>
            <w:tcW w:w="2693" w:type="dxa"/>
          </w:tcPr>
          <w:p w14:paraId="466B89B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Y_AVAL_SED</w:t>
            </w:r>
          </w:p>
        </w:tc>
        <w:tc>
          <w:tcPr>
            <w:tcW w:w="5528" w:type="dxa"/>
          </w:tcPr>
          <w:p w14:paraId="268F26D2" w14:textId="667BF48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SED"/>
                  <w:enabled/>
                  <w:calcOnExit w:val="0"/>
                  <w:textInput/>
                </w:ffData>
              </w:fldChar>
            </w:r>
            <w:bookmarkStart w:id="129" w:name="Y_AVAL_SED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29"/>
          </w:p>
        </w:tc>
      </w:tr>
      <w:tr w:rsidR="0057243E" w:rsidRPr="00842493" w14:paraId="6A6F9295" w14:textId="77777777" w:rsidTr="00A04651">
        <w:tc>
          <w:tcPr>
            <w:tcW w:w="2622" w:type="dxa"/>
          </w:tcPr>
          <w:p w14:paraId="5A9FC82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_BRYOPHITES</w:t>
            </w:r>
          </w:p>
        </w:tc>
        <w:tc>
          <w:tcPr>
            <w:tcW w:w="2693" w:type="dxa"/>
          </w:tcPr>
          <w:p w14:paraId="3ECD7E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X_AVAL_BRYO</w:t>
            </w:r>
          </w:p>
        </w:tc>
        <w:tc>
          <w:tcPr>
            <w:tcW w:w="5528" w:type="dxa"/>
          </w:tcPr>
          <w:p w14:paraId="6C7F4B10" w14:textId="7316B37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BRYO"/>
                  <w:enabled/>
                  <w:calcOnExit w:val="0"/>
                  <w:textInput/>
                </w:ffData>
              </w:fldChar>
            </w:r>
            <w:bookmarkStart w:id="130" w:name="X_AVAL_BRY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0"/>
          </w:p>
        </w:tc>
      </w:tr>
      <w:tr w:rsidR="0057243E" w:rsidRPr="00842493" w14:paraId="181BFE65" w14:textId="77777777" w:rsidTr="00A04651">
        <w:tc>
          <w:tcPr>
            <w:tcW w:w="2622" w:type="dxa"/>
          </w:tcPr>
          <w:p w14:paraId="55573C0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_BRYOPHITES</w:t>
            </w:r>
          </w:p>
        </w:tc>
        <w:tc>
          <w:tcPr>
            <w:tcW w:w="2693" w:type="dxa"/>
          </w:tcPr>
          <w:p w14:paraId="0EA62FC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Y_AVAL_BRYO</w:t>
            </w:r>
          </w:p>
        </w:tc>
        <w:tc>
          <w:tcPr>
            <w:tcW w:w="5528" w:type="dxa"/>
          </w:tcPr>
          <w:p w14:paraId="1883ECB1" w14:textId="76DD0D1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BRYO"/>
                  <w:enabled/>
                  <w:calcOnExit w:val="0"/>
                  <w:textInput/>
                </w:ffData>
              </w:fldChar>
            </w:r>
            <w:bookmarkStart w:id="131" w:name="Y_AVAL_BRY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1"/>
          </w:p>
        </w:tc>
      </w:tr>
      <w:tr w:rsidR="0057243E" w:rsidRPr="00842493" w14:paraId="4DABC699" w14:textId="77777777" w:rsidTr="00A04651">
        <w:tc>
          <w:tcPr>
            <w:tcW w:w="2622" w:type="dxa"/>
          </w:tcPr>
          <w:p w14:paraId="04FB361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_DIATOMEES</w:t>
            </w:r>
          </w:p>
        </w:tc>
        <w:tc>
          <w:tcPr>
            <w:tcW w:w="2693" w:type="dxa"/>
          </w:tcPr>
          <w:p w14:paraId="3457028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X_AVAL_DIAT</w:t>
            </w:r>
          </w:p>
        </w:tc>
        <w:tc>
          <w:tcPr>
            <w:tcW w:w="5528" w:type="dxa"/>
          </w:tcPr>
          <w:p w14:paraId="090987CF" w14:textId="559B3BC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DIAT"/>
                  <w:enabled/>
                  <w:calcOnExit w:val="0"/>
                  <w:textInput/>
                </w:ffData>
              </w:fldChar>
            </w:r>
            <w:bookmarkStart w:id="132" w:name="X_AVAL_DI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2"/>
          </w:p>
        </w:tc>
      </w:tr>
      <w:tr w:rsidR="0057243E" w:rsidRPr="00842493" w14:paraId="2BEA7954" w14:textId="77777777" w:rsidTr="00A04651">
        <w:tc>
          <w:tcPr>
            <w:tcW w:w="2622" w:type="dxa"/>
          </w:tcPr>
          <w:p w14:paraId="51EEB07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_DIATOMEES</w:t>
            </w:r>
          </w:p>
        </w:tc>
        <w:tc>
          <w:tcPr>
            <w:tcW w:w="2693" w:type="dxa"/>
          </w:tcPr>
          <w:p w14:paraId="4CF50A7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Y_AVAL_DIAT</w:t>
            </w:r>
          </w:p>
        </w:tc>
        <w:tc>
          <w:tcPr>
            <w:tcW w:w="5528" w:type="dxa"/>
          </w:tcPr>
          <w:p w14:paraId="6F9E6DE2" w14:textId="5DA3505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DIAT"/>
                  <w:enabled/>
                  <w:calcOnExit w:val="0"/>
                  <w:textInput/>
                </w:ffData>
              </w:fldChar>
            </w:r>
            <w:bookmarkStart w:id="133" w:name="Y_AVAL_DI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3"/>
          </w:p>
        </w:tc>
      </w:tr>
      <w:tr w:rsidR="0057243E" w:rsidRPr="00842493" w14:paraId="6B0F6EBE" w14:textId="77777777" w:rsidTr="00A04651">
        <w:tc>
          <w:tcPr>
            <w:tcW w:w="2622" w:type="dxa"/>
          </w:tcPr>
          <w:p w14:paraId="5D3D59A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_PHYTOPLANCTON</w:t>
            </w:r>
          </w:p>
        </w:tc>
        <w:tc>
          <w:tcPr>
            <w:tcW w:w="2693" w:type="dxa"/>
          </w:tcPr>
          <w:p w14:paraId="15A5B9E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X_AVAL_PHY</w:t>
            </w:r>
          </w:p>
        </w:tc>
        <w:tc>
          <w:tcPr>
            <w:tcW w:w="5528" w:type="dxa"/>
          </w:tcPr>
          <w:p w14:paraId="11D9C962" w14:textId="4354095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PHY"/>
                  <w:enabled/>
                  <w:calcOnExit w:val="0"/>
                  <w:textInput/>
                </w:ffData>
              </w:fldChar>
            </w:r>
            <w:bookmarkStart w:id="134" w:name="X_AVAL_PH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4"/>
          </w:p>
        </w:tc>
      </w:tr>
      <w:tr w:rsidR="0057243E" w:rsidRPr="00842493" w14:paraId="63799CC1" w14:textId="77777777" w:rsidTr="00A04651">
        <w:tc>
          <w:tcPr>
            <w:tcW w:w="2622" w:type="dxa"/>
          </w:tcPr>
          <w:p w14:paraId="4A186D6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Y_AVAL _PHYTOPLANCTON</w:t>
            </w:r>
          </w:p>
        </w:tc>
        <w:tc>
          <w:tcPr>
            <w:tcW w:w="2693" w:type="dxa"/>
          </w:tcPr>
          <w:p w14:paraId="262AD8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Y_AVAL_PHY</w:t>
            </w:r>
          </w:p>
        </w:tc>
        <w:tc>
          <w:tcPr>
            <w:tcW w:w="5528" w:type="dxa"/>
          </w:tcPr>
          <w:p w14:paraId="54D0A5E8" w14:textId="7148F10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PHY"/>
                  <w:enabled/>
                  <w:calcOnExit w:val="0"/>
                  <w:textInput/>
                </w:ffData>
              </w:fldChar>
            </w:r>
            <w:bookmarkStart w:id="135" w:name="Y_AVAL_PH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5"/>
          </w:p>
        </w:tc>
      </w:tr>
      <w:tr w:rsidR="0057243E" w:rsidRPr="00842493" w14:paraId="50E0BD50" w14:textId="77777777" w:rsidTr="00A04651">
        <w:tc>
          <w:tcPr>
            <w:tcW w:w="2622" w:type="dxa"/>
          </w:tcPr>
          <w:p w14:paraId="4B7F926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_MACRO_INVERT</w:t>
            </w:r>
          </w:p>
        </w:tc>
        <w:tc>
          <w:tcPr>
            <w:tcW w:w="2693" w:type="dxa"/>
          </w:tcPr>
          <w:p w14:paraId="7820175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X_AVAL_M_I</w:t>
            </w:r>
          </w:p>
        </w:tc>
        <w:tc>
          <w:tcPr>
            <w:tcW w:w="5528" w:type="dxa"/>
          </w:tcPr>
          <w:p w14:paraId="022B441D" w14:textId="22C3299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M_I"/>
                  <w:enabled/>
                  <w:calcOnExit w:val="0"/>
                  <w:textInput/>
                </w:ffData>
              </w:fldChar>
            </w:r>
            <w:bookmarkStart w:id="136" w:name="X_AVAL_M_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6"/>
          </w:p>
        </w:tc>
      </w:tr>
      <w:tr w:rsidR="0057243E" w:rsidRPr="00842493" w14:paraId="2EC4F94C" w14:textId="77777777" w:rsidTr="00A04651">
        <w:tc>
          <w:tcPr>
            <w:tcW w:w="2622" w:type="dxa"/>
          </w:tcPr>
          <w:p w14:paraId="58CB896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_MACRO_INVERT</w:t>
            </w:r>
          </w:p>
        </w:tc>
        <w:tc>
          <w:tcPr>
            <w:tcW w:w="2693" w:type="dxa"/>
          </w:tcPr>
          <w:p w14:paraId="1363B92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Y_AVAL_M_I</w:t>
            </w:r>
          </w:p>
        </w:tc>
        <w:tc>
          <w:tcPr>
            <w:tcW w:w="5528" w:type="dxa"/>
          </w:tcPr>
          <w:p w14:paraId="73C384A7" w14:textId="09C160B3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M_I"/>
                  <w:enabled/>
                  <w:calcOnExit w:val="0"/>
                  <w:textInput/>
                </w:ffData>
              </w:fldChar>
            </w:r>
            <w:bookmarkStart w:id="137" w:name="Y_AVAL_M_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7"/>
          </w:p>
        </w:tc>
      </w:tr>
      <w:tr w:rsidR="0057243E" w:rsidRPr="00842493" w14:paraId="3EDBCD7D" w14:textId="77777777" w:rsidTr="00A04651">
        <w:tc>
          <w:tcPr>
            <w:tcW w:w="2622" w:type="dxa"/>
          </w:tcPr>
          <w:p w14:paraId="559CB18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_MACROPHYTES</w:t>
            </w:r>
          </w:p>
        </w:tc>
        <w:tc>
          <w:tcPr>
            <w:tcW w:w="2693" w:type="dxa"/>
          </w:tcPr>
          <w:p w14:paraId="775438F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X_AVAL_MAC</w:t>
            </w:r>
          </w:p>
        </w:tc>
        <w:tc>
          <w:tcPr>
            <w:tcW w:w="5528" w:type="dxa"/>
          </w:tcPr>
          <w:p w14:paraId="751B997A" w14:textId="4106828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MAC"/>
                  <w:enabled/>
                  <w:calcOnExit w:val="0"/>
                  <w:textInput/>
                </w:ffData>
              </w:fldChar>
            </w:r>
            <w:bookmarkStart w:id="138" w:name="X_AVAL_MAC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8"/>
          </w:p>
        </w:tc>
      </w:tr>
      <w:tr w:rsidR="0057243E" w:rsidRPr="00842493" w14:paraId="648D5A55" w14:textId="77777777" w:rsidTr="00A04651">
        <w:tc>
          <w:tcPr>
            <w:tcW w:w="2622" w:type="dxa"/>
          </w:tcPr>
          <w:p w14:paraId="11670B1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_MACROPHYTES</w:t>
            </w:r>
          </w:p>
        </w:tc>
        <w:tc>
          <w:tcPr>
            <w:tcW w:w="2693" w:type="dxa"/>
          </w:tcPr>
          <w:p w14:paraId="3921C45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Y_AVAL_MAC</w:t>
            </w:r>
          </w:p>
        </w:tc>
        <w:tc>
          <w:tcPr>
            <w:tcW w:w="5528" w:type="dxa"/>
          </w:tcPr>
          <w:p w14:paraId="5F769DB7" w14:textId="5B51D528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MAC"/>
                  <w:enabled/>
                  <w:calcOnExit w:val="0"/>
                  <w:textInput/>
                </w:ffData>
              </w:fldChar>
            </w:r>
            <w:bookmarkStart w:id="139" w:name="Y_AVAL_MAC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39"/>
          </w:p>
        </w:tc>
      </w:tr>
      <w:tr w:rsidR="0057243E" w:rsidRPr="00842493" w14:paraId="2437B9E3" w14:textId="77777777" w:rsidTr="00A04651">
        <w:tc>
          <w:tcPr>
            <w:tcW w:w="2622" w:type="dxa"/>
          </w:tcPr>
          <w:p w14:paraId="1DCF5B7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Eau</w:t>
            </w:r>
          </w:p>
        </w:tc>
        <w:tc>
          <w:tcPr>
            <w:tcW w:w="2693" w:type="dxa"/>
          </w:tcPr>
          <w:p w14:paraId="36F42C2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LARGEUR_EAU</w:t>
            </w:r>
          </w:p>
        </w:tc>
        <w:tc>
          <w:tcPr>
            <w:tcW w:w="5528" w:type="dxa"/>
          </w:tcPr>
          <w:p w14:paraId="504FE602" w14:textId="7FC71B8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EAU"/>
                  <w:enabled/>
                  <w:calcOnExit w:val="0"/>
                  <w:textInput/>
                </w:ffData>
              </w:fldChar>
            </w:r>
            <w:bookmarkStart w:id="140" w:name="LARGEUR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0"/>
          </w:p>
        </w:tc>
      </w:tr>
      <w:tr w:rsidR="0057243E" w:rsidRPr="00842493" w14:paraId="64B0CB46" w14:textId="77777777" w:rsidTr="00A04651">
        <w:tc>
          <w:tcPr>
            <w:tcW w:w="2622" w:type="dxa"/>
          </w:tcPr>
          <w:p w14:paraId="08E3072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Poisson</w:t>
            </w:r>
          </w:p>
        </w:tc>
        <w:tc>
          <w:tcPr>
            <w:tcW w:w="2693" w:type="dxa"/>
          </w:tcPr>
          <w:p w14:paraId="0896BDF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LARGEUR_POI</w:t>
            </w:r>
          </w:p>
        </w:tc>
        <w:tc>
          <w:tcPr>
            <w:tcW w:w="5528" w:type="dxa"/>
          </w:tcPr>
          <w:p w14:paraId="1A0248D5" w14:textId="6AA60DC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POI"/>
                  <w:enabled/>
                  <w:calcOnExit w:val="0"/>
                  <w:textInput/>
                </w:ffData>
              </w:fldChar>
            </w:r>
            <w:bookmarkStart w:id="141" w:name="LARGEUR_PO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1"/>
          </w:p>
        </w:tc>
      </w:tr>
      <w:tr w:rsidR="0057243E" w:rsidRPr="00842493" w14:paraId="4C9A6756" w14:textId="77777777" w:rsidTr="00A04651">
        <w:tc>
          <w:tcPr>
            <w:tcW w:w="2622" w:type="dxa"/>
          </w:tcPr>
          <w:p w14:paraId="6D73299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Sédiment</w:t>
            </w:r>
          </w:p>
        </w:tc>
        <w:tc>
          <w:tcPr>
            <w:tcW w:w="2693" w:type="dxa"/>
          </w:tcPr>
          <w:p w14:paraId="760FC55F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LARGEUR_SED</w:t>
            </w:r>
          </w:p>
        </w:tc>
        <w:tc>
          <w:tcPr>
            <w:tcW w:w="5528" w:type="dxa"/>
          </w:tcPr>
          <w:p w14:paraId="5613B1D7" w14:textId="6C73359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SED"/>
                  <w:enabled/>
                  <w:calcOnExit w:val="0"/>
                  <w:textInput/>
                </w:ffData>
              </w:fldChar>
            </w:r>
            <w:bookmarkStart w:id="142" w:name="LARGEUR_SED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2"/>
          </w:p>
        </w:tc>
      </w:tr>
      <w:tr w:rsidR="0057243E" w:rsidRPr="00842493" w14:paraId="342D6999" w14:textId="77777777" w:rsidTr="00A04651">
        <w:tc>
          <w:tcPr>
            <w:tcW w:w="2622" w:type="dxa"/>
          </w:tcPr>
          <w:p w14:paraId="5A7B2D1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Largeur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427E16A3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LARGEUR_BRYO</w:t>
            </w:r>
          </w:p>
        </w:tc>
        <w:tc>
          <w:tcPr>
            <w:tcW w:w="5528" w:type="dxa"/>
          </w:tcPr>
          <w:p w14:paraId="7A373D09" w14:textId="699FF3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BRYO"/>
                  <w:enabled/>
                  <w:calcOnExit w:val="0"/>
                  <w:textInput/>
                </w:ffData>
              </w:fldChar>
            </w:r>
            <w:bookmarkStart w:id="143" w:name="LARGEUR_BRY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3"/>
          </w:p>
        </w:tc>
      </w:tr>
      <w:tr w:rsidR="0057243E" w:rsidRPr="00842493" w14:paraId="574F842E" w14:textId="77777777" w:rsidTr="00A04651">
        <w:tc>
          <w:tcPr>
            <w:tcW w:w="2622" w:type="dxa"/>
          </w:tcPr>
          <w:p w14:paraId="4D38D8A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Diatomées</w:t>
            </w:r>
          </w:p>
        </w:tc>
        <w:tc>
          <w:tcPr>
            <w:tcW w:w="2693" w:type="dxa"/>
          </w:tcPr>
          <w:p w14:paraId="18DBDF0D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LARGEUR_DIAT</w:t>
            </w:r>
          </w:p>
        </w:tc>
        <w:tc>
          <w:tcPr>
            <w:tcW w:w="5528" w:type="dxa"/>
          </w:tcPr>
          <w:p w14:paraId="4608B689" w14:textId="002D2DDD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DIAT"/>
                  <w:enabled/>
                  <w:calcOnExit w:val="0"/>
                  <w:textInput/>
                </w:ffData>
              </w:fldChar>
            </w:r>
            <w:bookmarkStart w:id="144" w:name="LARGEUR_DI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4"/>
          </w:p>
        </w:tc>
      </w:tr>
      <w:tr w:rsidR="0057243E" w:rsidRPr="00842493" w14:paraId="5A669291" w14:textId="77777777" w:rsidTr="00A04651">
        <w:tc>
          <w:tcPr>
            <w:tcW w:w="2622" w:type="dxa"/>
          </w:tcPr>
          <w:p w14:paraId="208EAD7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Phytoplancton</w:t>
            </w:r>
          </w:p>
        </w:tc>
        <w:tc>
          <w:tcPr>
            <w:tcW w:w="2693" w:type="dxa"/>
          </w:tcPr>
          <w:p w14:paraId="1CA125B1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LARGEUR_PHY</w:t>
            </w:r>
          </w:p>
        </w:tc>
        <w:tc>
          <w:tcPr>
            <w:tcW w:w="5528" w:type="dxa"/>
          </w:tcPr>
          <w:p w14:paraId="6D2FB603" w14:textId="2376B8F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PHY"/>
                  <w:enabled/>
                  <w:calcOnExit w:val="0"/>
                  <w:textInput/>
                </w:ffData>
              </w:fldChar>
            </w:r>
            <w:bookmarkStart w:id="145" w:name="LARGEUR_PH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5"/>
          </w:p>
        </w:tc>
      </w:tr>
      <w:tr w:rsidR="0057243E" w:rsidRPr="00842493" w14:paraId="7A146733" w14:textId="77777777" w:rsidTr="00A04651">
        <w:tc>
          <w:tcPr>
            <w:tcW w:w="2622" w:type="dxa"/>
          </w:tcPr>
          <w:p w14:paraId="2C1199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Macro invertébrés</w:t>
            </w:r>
          </w:p>
        </w:tc>
        <w:tc>
          <w:tcPr>
            <w:tcW w:w="2693" w:type="dxa"/>
          </w:tcPr>
          <w:p w14:paraId="3A4307E7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LARGEUR_M_I</w:t>
            </w:r>
          </w:p>
        </w:tc>
        <w:tc>
          <w:tcPr>
            <w:tcW w:w="5528" w:type="dxa"/>
          </w:tcPr>
          <w:p w14:paraId="3892FD83" w14:textId="662584A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M_I"/>
                  <w:enabled/>
                  <w:calcOnExit w:val="0"/>
                  <w:textInput/>
                </w:ffData>
              </w:fldChar>
            </w:r>
            <w:bookmarkStart w:id="146" w:name="LARGEUR_M_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6"/>
          </w:p>
        </w:tc>
      </w:tr>
      <w:tr w:rsidR="0057243E" w:rsidRPr="00842493" w14:paraId="77AAF8EA" w14:textId="77777777" w:rsidTr="00A04651">
        <w:tc>
          <w:tcPr>
            <w:tcW w:w="2622" w:type="dxa"/>
          </w:tcPr>
          <w:p w14:paraId="7BC7FCD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Macrophytes</w:t>
            </w:r>
          </w:p>
        </w:tc>
        <w:tc>
          <w:tcPr>
            <w:tcW w:w="2693" w:type="dxa"/>
          </w:tcPr>
          <w:p w14:paraId="423BEB45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LARGEUR_MAC</w:t>
            </w:r>
          </w:p>
        </w:tc>
        <w:tc>
          <w:tcPr>
            <w:tcW w:w="5528" w:type="dxa"/>
          </w:tcPr>
          <w:p w14:paraId="0FBD9933" w14:textId="512AD49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MAC"/>
                  <w:enabled/>
                  <w:calcOnExit w:val="0"/>
                  <w:textInput/>
                </w:ffData>
              </w:fldChar>
            </w:r>
            <w:bookmarkStart w:id="147" w:name="LARGEUR_MAC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7"/>
          </w:p>
        </w:tc>
      </w:tr>
      <w:tr w:rsidR="0057243E" w:rsidRPr="00842493" w14:paraId="5D0A40F2" w14:textId="77777777" w:rsidTr="00A04651">
        <w:tc>
          <w:tcPr>
            <w:tcW w:w="2622" w:type="dxa"/>
          </w:tcPr>
          <w:p w14:paraId="751C1C7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Eau</w:t>
            </w:r>
          </w:p>
        </w:tc>
        <w:tc>
          <w:tcPr>
            <w:tcW w:w="2693" w:type="dxa"/>
          </w:tcPr>
          <w:p w14:paraId="527D2459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LONGUEUR_EAU</w:t>
            </w:r>
          </w:p>
        </w:tc>
        <w:tc>
          <w:tcPr>
            <w:tcW w:w="5528" w:type="dxa"/>
          </w:tcPr>
          <w:p w14:paraId="25E854CF" w14:textId="04D6C8A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EAU"/>
                  <w:enabled/>
                  <w:calcOnExit w:val="0"/>
                  <w:textInput/>
                </w:ffData>
              </w:fldChar>
            </w:r>
            <w:bookmarkStart w:id="148" w:name="LONGUEUR_EAU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8"/>
          </w:p>
        </w:tc>
      </w:tr>
      <w:tr w:rsidR="0057243E" w:rsidRPr="00842493" w14:paraId="520F26B6" w14:textId="77777777" w:rsidTr="00A04651">
        <w:tc>
          <w:tcPr>
            <w:tcW w:w="2622" w:type="dxa"/>
          </w:tcPr>
          <w:p w14:paraId="6D6A632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Poisson</w:t>
            </w:r>
          </w:p>
        </w:tc>
        <w:tc>
          <w:tcPr>
            <w:tcW w:w="2693" w:type="dxa"/>
          </w:tcPr>
          <w:p w14:paraId="256A7D7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LONGUEUR_POI</w:t>
            </w:r>
          </w:p>
        </w:tc>
        <w:tc>
          <w:tcPr>
            <w:tcW w:w="5528" w:type="dxa"/>
          </w:tcPr>
          <w:p w14:paraId="015C6EB1" w14:textId="3AD3D9F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POI"/>
                  <w:enabled/>
                  <w:calcOnExit w:val="0"/>
                  <w:textInput/>
                </w:ffData>
              </w:fldChar>
            </w:r>
            <w:bookmarkStart w:id="149" w:name="LONGUEUR_PO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49"/>
          </w:p>
        </w:tc>
      </w:tr>
      <w:tr w:rsidR="0057243E" w:rsidRPr="00842493" w14:paraId="0562DECA" w14:textId="77777777" w:rsidTr="00A04651">
        <w:tc>
          <w:tcPr>
            <w:tcW w:w="2622" w:type="dxa"/>
          </w:tcPr>
          <w:p w14:paraId="2A4CE6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Sédiment</w:t>
            </w:r>
          </w:p>
        </w:tc>
        <w:tc>
          <w:tcPr>
            <w:tcW w:w="2693" w:type="dxa"/>
          </w:tcPr>
          <w:p w14:paraId="6337F9D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LONGUEUR_SED</w:t>
            </w:r>
          </w:p>
        </w:tc>
        <w:tc>
          <w:tcPr>
            <w:tcW w:w="5528" w:type="dxa"/>
          </w:tcPr>
          <w:p w14:paraId="7577862A" w14:textId="18D6E15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SED"/>
                  <w:enabled/>
                  <w:calcOnExit w:val="0"/>
                  <w:textInput/>
                </w:ffData>
              </w:fldChar>
            </w:r>
            <w:bookmarkStart w:id="150" w:name="LONGUEUR_SED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0"/>
          </w:p>
        </w:tc>
      </w:tr>
      <w:tr w:rsidR="0057243E" w:rsidRPr="00842493" w14:paraId="1DE142E0" w14:textId="77777777" w:rsidTr="00A04651">
        <w:tc>
          <w:tcPr>
            <w:tcW w:w="2622" w:type="dxa"/>
          </w:tcPr>
          <w:p w14:paraId="3D09A3A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Longueur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35D8275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LONGUEUR_BRYO</w:t>
            </w:r>
          </w:p>
        </w:tc>
        <w:tc>
          <w:tcPr>
            <w:tcW w:w="5528" w:type="dxa"/>
          </w:tcPr>
          <w:p w14:paraId="40692C9C" w14:textId="13E9757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BRYO"/>
                  <w:enabled/>
                  <w:calcOnExit w:val="0"/>
                  <w:textInput/>
                </w:ffData>
              </w:fldChar>
            </w:r>
            <w:bookmarkStart w:id="151" w:name="LONGUEUR_BRYO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1"/>
          </w:p>
        </w:tc>
      </w:tr>
      <w:tr w:rsidR="0057243E" w:rsidRPr="00842493" w14:paraId="41AB5488" w14:textId="77777777" w:rsidTr="00A04651">
        <w:tc>
          <w:tcPr>
            <w:tcW w:w="2622" w:type="dxa"/>
          </w:tcPr>
          <w:p w14:paraId="65CF5B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Diatomées</w:t>
            </w:r>
          </w:p>
        </w:tc>
        <w:tc>
          <w:tcPr>
            <w:tcW w:w="2693" w:type="dxa"/>
          </w:tcPr>
          <w:p w14:paraId="5F0650B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LONGUEUR_DIAT</w:t>
            </w:r>
          </w:p>
        </w:tc>
        <w:tc>
          <w:tcPr>
            <w:tcW w:w="5528" w:type="dxa"/>
          </w:tcPr>
          <w:p w14:paraId="1052559E" w14:textId="1E6B0CB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DIAT"/>
                  <w:enabled/>
                  <w:calcOnExit w:val="0"/>
                  <w:textInput/>
                </w:ffData>
              </w:fldChar>
            </w:r>
            <w:bookmarkStart w:id="152" w:name="LONGUEUR_DIA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2"/>
          </w:p>
        </w:tc>
      </w:tr>
      <w:tr w:rsidR="0057243E" w:rsidRPr="00842493" w14:paraId="4317B174" w14:textId="77777777" w:rsidTr="00A04651">
        <w:tc>
          <w:tcPr>
            <w:tcW w:w="2622" w:type="dxa"/>
          </w:tcPr>
          <w:p w14:paraId="64D6BFD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Phytoplancton</w:t>
            </w:r>
          </w:p>
        </w:tc>
        <w:tc>
          <w:tcPr>
            <w:tcW w:w="2693" w:type="dxa"/>
          </w:tcPr>
          <w:p w14:paraId="1D8AA48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LONGUEUR_PHY</w:t>
            </w:r>
          </w:p>
        </w:tc>
        <w:tc>
          <w:tcPr>
            <w:tcW w:w="5528" w:type="dxa"/>
          </w:tcPr>
          <w:p w14:paraId="6AD68776" w14:textId="4F50472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PHY"/>
                  <w:enabled/>
                  <w:calcOnExit w:val="0"/>
                  <w:textInput/>
                </w:ffData>
              </w:fldChar>
            </w:r>
            <w:bookmarkStart w:id="153" w:name="LONGUEUR_PHY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3"/>
          </w:p>
        </w:tc>
      </w:tr>
      <w:tr w:rsidR="0057243E" w:rsidRPr="00842493" w14:paraId="739575B2" w14:textId="77777777" w:rsidTr="00A04651">
        <w:tc>
          <w:tcPr>
            <w:tcW w:w="2622" w:type="dxa"/>
          </w:tcPr>
          <w:p w14:paraId="7EFF851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Macro invertébrés</w:t>
            </w:r>
          </w:p>
        </w:tc>
        <w:tc>
          <w:tcPr>
            <w:tcW w:w="2693" w:type="dxa"/>
          </w:tcPr>
          <w:p w14:paraId="2BA15D9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LONGUEUR_M_I</w:t>
            </w:r>
          </w:p>
        </w:tc>
        <w:tc>
          <w:tcPr>
            <w:tcW w:w="5528" w:type="dxa"/>
          </w:tcPr>
          <w:p w14:paraId="688FE6C8" w14:textId="1AB8DB5D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M_I"/>
                  <w:enabled/>
                  <w:calcOnExit w:val="0"/>
                  <w:textInput/>
                </w:ffData>
              </w:fldChar>
            </w:r>
            <w:bookmarkStart w:id="154" w:name="LONGUEUR_M_I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4"/>
          </w:p>
        </w:tc>
      </w:tr>
      <w:tr w:rsidR="0057243E" w:rsidRPr="00842493" w14:paraId="108FAEB3" w14:textId="77777777" w:rsidTr="00A04651">
        <w:tc>
          <w:tcPr>
            <w:tcW w:w="2622" w:type="dxa"/>
          </w:tcPr>
          <w:p w14:paraId="47D1353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Macrophytes</w:t>
            </w:r>
          </w:p>
        </w:tc>
        <w:tc>
          <w:tcPr>
            <w:tcW w:w="2693" w:type="dxa"/>
          </w:tcPr>
          <w:p w14:paraId="3FF322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LONGUEUR_MAC</w:t>
            </w:r>
          </w:p>
        </w:tc>
        <w:tc>
          <w:tcPr>
            <w:tcW w:w="5528" w:type="dxa"/>
          </w:tcPr>
          <w:p w14:paraId="6D87DF55" w14:textId="2B301C5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MAC"/>
                  <w:enabled/>
                  <w:calcOnExit w:val="0"/>
                  <w:textInput/>
                </w:ffData>
              </w:fldChar>
            </w:r>
            <w:bookmarkStart w:id="155" w:name="LONGUEUR_MAC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5"/>
          </w:p>
        </w:tc>
      </w:tr>
      <w:tr w:rsidR="00E52BC3" w:rsidRPr="00842493" w14:paraId="02A7752F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D560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Description de l’accessibilité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C799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1F03" w14:textId="18FDCC3B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ND_ACCES"/>
                  <w:enabled/>
                  <w:calcOnExit w:val="0"/>
                  <w:textInput/>
                </w:ffData>
              </w:fldChar>
            </w:r>
            <w:bookmarkStart w:id="156" w:name="COND_ACC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6"/>
          </w:p>
        </w:tc>
      </w:tr>
      <w:tr w:rsidR="00E52BC3" w:rsidRPr="00842493" w14:paraId="3FF2937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3D4D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99C6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9F0" w14:textId="35216AE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D_ACCES"/>
                  <w:enabled/>
                  <w:calcOnExit w:val="0"/>
                  <w:textInput/>
                </w:ffData>
              </w:fldChar>
            </w:r>
            <w:bookmarkStart w:id="157" w:name="C_COND_ACC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7"/>
          </w:p>
        </w:tc>
      </w:tr>
      <w:tr w:rsidR="00E52BC3" w:rsidRPr="00842493" w14:paraId="7EAFC2DD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537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D8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39D1" w14:textId="5BAE3FD0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COND_ACCES"/>
                  <w:enabled/>
                  <w:calcOnExit w:val="0"/>
                  <w:textInput/>
                </w:ffData>
              </w:fldChar>
            </w:r>
            <w:bookmarkStart w:id="158" w:name="L_COND_ACC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8"/>
          </w:p>
        </w:tc>
      </w:tr>
      <w:tr w:rsidR="00E52BC3" w:rsidRPr="00842493" w14:paraId="4570686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47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Description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077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9E66" w14:textId="0E2D012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MENAGEMENT"/>
                  <w:enabled/>
                  <w:calcOnExit w:val="0"/>
                  <w:textInput/>
                </w:ffData>
              </w:fldChar>
            </w:r>
            <w:bookmarkStart w:id="159" w:name="AMENAGEME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59"/>
          </w:p>
        </w:tc>
      </w:tr>
      <w:tr w:rsidR="00E52BC3" w:rsidRPr="00842493" w14:paraId="62BB1682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2FF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Clé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9521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CLE_ACCES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D813" w14:textId="02B40A4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LE_ACCES"/>
                  <w:enabled/>
                  <w:calcOnExit w:val="0"/>
                  <w:textInput/>
                </w:ffData>
              </w:fldChar>
            </w:r>
            <w:bookmarkStart w:id="160" w:name="CLE_ACCES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60"/>
          </w:p>
        </w:tc>
      </w:tr>
      <w:tr w:rsidR="00E52BC3" w:rsidRPr="00842493" w14:paraId="1271803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6F9D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B393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EA91" w14:textId="62F0B522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MENAGEMENT"/>
                  <w:enabled/>
                  <w:calcOnExit w:val="0"/>
                  <w:textInput/>
                </w:ffData>
              </w:fldChar>
            </w:r>
            <w:bookmarkStart w:id="161" w:name="TYPE_AMENAGEME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61"/>
          </w:p>
        </w:tc>
      </w:tr>
      <w:tr w:rsidR="00E52BC3" w:rsidRPr="00842493" w14:paraId="1DE49881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E2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B19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L_TYPE_AMENAGEMENT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EFC1" w14:textId="5862D4F9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TYPE_AMENAGEMENT"/>
                  <w:enabled/>
                  <w:calcOnExit w:val="0"/>
                  <w:textInput/>
                </w:ffData>
              </w:fldChar>
            </w:r>
            <w:bookmarkStart w:id="162" w:name="L_TYPE_AMENAGEMENT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62"/>
          </w:p>
        </w:tc>
      </w:tr>
      <w:tr w:rsidR="00E52BC3" w:rsidRPr="00842493" w14:paraId="523A4DB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5B16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nappe repère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D1B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PROF_NAPPE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F726" w14:textId="4D61D1F5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NAPPE"/>
                  <w:enabled/>
                  <w:calcOnExit w:val="0"/>
                  <w:textInput/>
                </w:ffData>
              </w:fldChar>
            </w:r>
            <w:bookmarkStart w:id="163" w:name="PROF_NAPPE"/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  <w:bookmarkEnd w:id="163"/>
          </w:p>
        </w:tc>
      </w:tr>
      <w:tr w:rsidR="006179B0" w:rsidRPr="00842493" w14:paraId="12CC61C7" w14:textId="77777777" w:rsidTr="00636D3F">
        <w:tc>
          <w:tcPr>
            <w:tcW w:w="2622" w:type="dxa"/>
          </w:tcPr>
          <w:p w14:paraId="21C32D89" w14:textId="77777777" w:rsidR="006179B0" w:rsidRPr="00842493" w:rsidRDefault="006179B0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Pour chaque type de sites, photos</w:t>
            </w:r>
          </w:p>
        </w:tc>
        <w:tc>
          <w:tcPr>
            <w:tcW w:w="8221" w:type="dxa"/>
            <w:gridSpan w:val="2"/>
          </w:tcPr>
          <w:p w14:paraId="57B69704" w14:textId="77777777" w:rsidR="006179B0" w:rsidRPr="00842493" w:rsidRDefault="006179B0" w:rsidP="006179B0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PHOTO_1_&lt;site&gt;, PHOTO_2_&lt;site&gt;, PHOTO_3_&lt;site&gt;, PHOTO_4_&lt;site&gt;, PHOTO_5_&lt;site&gt;, PHOTO_6_&lt;site&gt;</w:t>
            </w:r>
          </w:p>
        </w:tc>
      </w:tr>
    </w:tbl>
    <w:p w14:paraId="45CFC34B" w14:textId="77777777" w:rsidR="00187295" w:rsidRPr="00842493" w:rsidRDefault="00187295" w:rsidP="00CC1E64">
      <w:pPr>
        <w:rPr>
          <w:rFonts w:ascii="Calibri" w:hAnsi="Calibri"/>
          <w:snapToGrid w:val="0"/>
        </w:rPr>
      </w:pPr>
    </w:p>
    <w:p w14:paraId="4E83F055" w14:textId="77777777" w:rsidR="006B74F3" w:rsidRPr="00842493" w:rsidRDefault="008F53C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  <w:r w:rsidRPr="00842493">
        <w:rPr>
          <w:rFonts w:ascii="Calibri" w:hAnsi="Calibri"/>
          <w:b/>
          <w:snapToGrid w:val="0"/>
          <w:color w:val="000000"/>
          <w:sz w:val="25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5386"/>
      </w:tblGrid>
      <w:tr w:rsidR="00842493" w:rsidRPr="00842493" w14:paraId="17D5781E" w14:textId="77777777" w:rsidTr="00842493">
        <w:tc>
          <w:tcPr>
            <w:tcW w:w="5599" w:type="dxa"/>
            <w:shd w:val="clear" w:color="auto" w:fill="0A0A51"/>
          </w:tcPr>
          <w:p w14:paraId="36A7CFC9" w14:textId="77777777" w:rsidR="008F53C3" w:rsidRPr="00842493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842493">
              <w:rPr>
                <w:rFonts w:ascii="Calibri" w:hAnsi="Calibri"/>
                <w:color w:val="FFFFFF"/>
                <w:sz w:val="28"/>
              </w:rPr>
              <w:t>Photo du site</w:t>
            </w:r>
          </w:p>
        </w:tc>
        <w:tc>
          <w:tcPr>
            <w:tcW w:w="5386" w:type="dxa"/>
            <w:shd w:val="clear" w:color="auto" w:fill="0A0A51"/>
          </w:tcPr>
          <w:p w14:paraId="5EDB22DE" w14:textId="77777777" w:rsidR="008F53C3" w:rsidRPr="00842493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842493">
              <w:rPr>
                <w:rFonts w:ascii="Calibri" w:hAnsi="Calibri"/>
                <w:color w:val="FFFFFF"/>
                <w:sz w:val="28"/>
              </w:rPr>
              <w:t>Emplacement du repère</w:t>
            </w:r>
          </w:p>
        </w:tc>
      </w:tr>
      <w:tr w:rsidR="008F53C3" w:rsidRPr="00842493" w14:paraId="2E03AD07" w14:textId="77777777" w:rsidTr="008F53C3">
        <w:trPr>
          <w:trHeight w:hRule="exact" w:val="3400"/>
        </w:trPr>
        <w:tc>
          <w:tcPr>
            <w:tcW w:w="5599" w:type="dxa"/>
          </w:tcPr>
          <w:p w14:paraId="736DC5BA" w14:textId="21BF2EE5" w:rsidR="008F53C3" w:rsidRPr="00842493" w:rsidRDefault="007D1162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SITE"/>
                  <w:enabled/>
                  <w:calcOnExit w:val="0"/>
                  <w:textInput/>
                </w:ffData>
              </w:fldChar>
            </w:r>
            <w:bookmarkStart w:id="164" w:name="PHOTO_SITE"/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separate"/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end"/>
            </w:r>
            <w:bookmarkEnd w:id="164"/>
          </w:p>
        </w:tc>
        <w:tc>
          <w:tcPr>
            <w:tcW w:w="5386" w:type="dxa"/>
          </w:tcPr>
          <w:p w14:paraId="55475E90" w14:textId="190F3154" w:rsidR="008F53C3" w:rsidRPr="00842493" w:rsidRDefault="007D1162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REPERE"/>
                  <w:enabled/>
                  <w:calcOnExit w:val="0"/>
                  <w:textInput/>
                </w:ffData>
              </w:fldChar>
            </w:r>
            <w:bookmarkStart w:id="165" w:name="PHOTO_REPERE"/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separate"/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end"/>
            </w:r>
            <w:bookmarkEnd w:id="165"/>
          </w:p>
        </w:tc>
      </w:tr>
    </w:tbl>
    <w:p w14:paraId="5E11C2E7" w14:textId="5B6D6C68" w:rsidR="005A2809" w:rsidRPr="00842493" w:rsidRDefault="006B74F3">
      <w:pPr>
        <w:pStyle w:val="Lgende"/>
        <w:spacing w:before="0"/>
        <w:rPr>
          <w:rFonts w:ascii="Calibri" w:hAnsi="Calibri"/>
          <w:color w:val="0000FF"/>
          <w:sz w:val="18"/>
        </w:rPr>
      </w:pPr>
      <w:r w:rsidRPr="00842493">
        <w:rPr>
          <w:rFonts w:ascii="Calibri" w:hAnsi="Calibri"/>
        </w:rPr>
        <w:tab/>
      </w:r>
      <w:proofErr w:type="gramStart"/>
      <w:r w:rsidRPr="00842493">
        <w:rPr>
          <w:rFonts w:ascii="Calibri" w:hAnsi="Calibri"/>
          <w:color w:val="0000FF"/>
          <w:sz w:val="18"/>
        </w:rPr>
        <w:t>carte</w:t>
      </w:r>
      <w:proofErr w:type="gramEnd"/>
      <w:r w:rsidRPr="00842493">
        <w:rPr>
          <w:rFonts w:ascii="Calibri" w:hAnsi="Calibri"/>
          <w:color w:val="0000FF"/>
          <w:sz w:val="18"/>
        </w:rPr>
        <w:t xml:space="preserve"> IGN N°                 </w:t>
      </w:r>
      <w:r w:rsidR="005A2809" w:rsidRPr="00842493">
        <w:rPr>
          <w:rFonts w:ascii="Calibri" w:hAnsi="Calibri"/>
          <w:color w:val="0000FF"/>
          <w:sz w:val="18"/>
        </w:rPr>
        <w:tab/>
      </w:r>
      <w:r w:rsidR="007D1162">
        <w:rPr>
          <w:rFonts w:ascii="Calibri" w:hAnsi="Calibri"/>
          <w:b w:val="0"/>
          <w:sz w:val="18"/>
        </w:rPr>
        <w:fldChar w:fldCharType="begin">
          <w:ffData>
            <w:name w:val="CARTE_IGN"/>
            <w:enabled/>
            <w:calcOnExit w:val="0"/>
            <w:textInput/>
          </w:ffData>
        </w:fldChar>
      </w:r>
      <w:bookmarkStart w:id="166" w:name="CARTE_IGN"/>
      <w:r w:rsidR="007D1162">
        <w:rPr>
          <w:rFonts w:ascii="Calibri" w:hAnsi="Calibri"/>
          <w:b w:val="0"/>
          <w:sz w:val="18"/>
        </w:rPr>
        <w:instrText xml:space="preserve"> FORMTEXT </w:instrText>
      </w:r>
      <w:r w:rsidR="007D1162">
        <w:rPr>
          <w:rFonts w:ascii="Calibri" w:hAnsi="Calibri"/>
          <w:b w:val="0"/>
          <w:sz w:val="18"/>
        </w:rPr>
      </w:r>
      <w:r w:rsidR="007D1162">
        <w:rPr>
          <w:rFonts w:ascii="Calibri" w:hAnsi="Calibri"/>
          <w:b w:val="0"/>
          <w:sz w:val="18"/>
        </w:rPr>
        <w:fldChar w:fldCharType="separate"/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sz w:val="18"/>
        </w:rPr>
        <w:fldChar w:fldCharType="end"/>
      </w:r>
      <w:bookmarkEnd w:id="166"/>
    </w:p>
    <w:p w14:paraId="6A6EFE31" w14:textId="53B31565" w:rsidR="006B74F3" w:rsidRPr="00842493" w:rsidRDefault="005A2809">
      <w:pPr>
        <w:pStyle w:val="Lgende"/>
        <w:spacing w:before="0"/>
        <w:rPr>
          <w:rFonts w:ascii="Calibri" w:hAnsi="Calibri"/>
          <w:color w:val="0000FF"/>
          <w:sz w:val="22"/>
        </w:rPr>
      </w:pPr>
      <w:r w:rsidRPr="00842493">
        <w:rPr>
          <w:rFonts w:ascii="Calibri" w:hAnsi="Calibri"/>
          <w:color w:val="0000FF"/>
          <w:sz w:val="18"/>
        </w:rPr>
        <w:tab/>
      </w:r>
      <w:r w:rsidRPr="00842493">
        <w:rPr>
          <w:rFonts w:ascii="Calibri" w:hAnsi="Calibri"/>
          <w:color w:val="0000FF"/>
          <w:sz w:val="18"/>
        </w:rPr>
        <w:tab/>
      </w:r>
      <w:proofErr w:type="gramStart"/>
      <w:r w:rsidRPr="00842493">
        <w:rPr>
          <w:rFonts w:ascii="Calibri" w:hAnsi="Calibri"/>
          <w:color w:val="0000FF"/>
          <w:sz w:val="18"/>
        </w:rPr>
        <w:t>carte</w:t>
      </w:r>
      <w:proofErr w:type="gramEnd"/>
      <w:r w:rsidRPr="00842493">
        <w:rPr>
          <w:rFonts w:ascii="Calibri" w:hAnsi="Calibri"/>
          <w:color w:val="0000FF"/>
          <w:sz w:val="18"/>
        </w:rPr>
        <w:t xml:space="preserve"> géologique</w:t>
      </w:r>
      <w:r w:rsidRPr="00842493">
        <w:rPr>
          <w:rFonts w:ascii="Calibri" w:hAnsi="Calibri"/>
          <w:color w:val="0000FF"/>
          <w:sz w:val="18"/>
        </w:rPr>
        <w:tab/>
      </w:r>
      <w:r w:rsidRPr="00842493">
        <w:rPr>
          <w:rFonts w:ascii="Calibri" w:hAnsi="Calibri"/>
          <w:color w:val="0000FF"/>
          <w:sz w:val="18"/>
        </w:rPr>
        <w:tab/>
      </w:r>
      <w:r w:rsidR="007D1162">
        <w:rPr>
          <w:rFonts w:ascii="Calibri" w:hAnsi="Calibri"/>
          <w:b w:val="0"/>
          <w:sz w:val="18"/>
        </w:rPr>
        <w:fldChar w:fldCharType="begin">
          <w:ffData>
            <w:name w:val="CARTE_GEOLOGIQUE"/>
            <w:enabled/>
            <w:calcOnExit w:val="0"/>
            <w:textInput/>
          </w:ffData>
        </w:fldChar>
      </w:r>
      <w:bookmarkStart w:id="167" w:name="CARTE_GEOLOGIQUE"/>
      <w:r w:rsidR="007D1162">
        <w:rPr>
          <w:rFonts w:ascii="Calibri" w:hAnsi="Calibri"/>
          <w:b w:val="0"/>
          <w:sz w:val="18"/>
        </w:rPr>
        <w:instrText xml:space="preserve"> FORMTEXT </w:instrText>
      </w:r>
      <w:r w:rsidR="007D1162">
        <w:rPr>
          <w:rFonts w:ascii="Calibri" w:hAnsi="Calibri"/>
          <w:b w:val="0"/>
          <w:sz w:val="18"/>
        </w:rPr>
      </w:r>
      <w:r w:rsidR="007D1162">
        <w:rPr>
          <w:rFonts w:ascii="Calibri" w:hAnsi="Calibri"/>
          <w:b w:val="0"/>
          <w:sz w:val="18"/>
        </w:rPr>
        <w:fldChar w:fldCharType="separate"/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noProof/>
          <w:sz w:val="18"/>
        </w:rPr>
        <w:t> </w:t>
      </w:r>
      <w:r w:rsidR="007D1162">
        <w:rPr>
          <w:rFonts w:ascii="Calibri" w:hAnsi="Calibri"/>
          <w:b w:val="0"/>
          <w:sz w:val="18"/>
        </w:rPr>
        <w:fldChar w:fldCharType="end"/>
      </w:r>
      <w:bookmarkEnd w:id="16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6B74F3" w:rsidRPr="00842493" w14:paraId="7AD3420A" w14:textId="77777777">
        <w:trPr>
          <w:trHeight w:hRule="exact" w:val="5744"/>
        </w:trPr>
        <w:tc>
          <w:tcPr>
            <w:tcW w:w="11082" w:type="dxa"/>
          </w:tcPr>
          <w:p w14:paraId="3F1A9BAE" w14:textId="122C525B" w:rsidR="006B74F3" w:rsidRPr="00842493" w:rsidRDefault="007D1162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00"/>
              </w:rPr>
              <w:fldChar w:fldCharType="begin">
                <w:ffData>
                  <w:name w:val="PHOTO_CARTE"/>
                  <w:enabled/>
                  <w:calcOnExit w:val="0"/>
                  <w:textInput/>
                </w:ffData>
              </w:fldChar>
            </w:r>
            <w:bookmarkStart w:id="168" w:name="PHOTO_CARTE"/>
            <w:r>
              <w:rPr>
                <w:rFonts w:ascii="Calibri" w:hAnsi="Calibri"/>
                <w:b/>
                <w:snapToGrid w:val="0"/>
                <w:color w:val="000000"/>
              </w:rPr>
              <w:instrText xml:space="preserve"> FORMTEXT </w:instrText>
            </w:r>
            <w:r>
              <w:rPr>
                <w:rFonts w:ascii="Calibri" w:hAnsi="Calibri"/>
                <w:b/>
                <w:snapToGrid w:val="0"/>
                <w:color w:val="000000"/>
              </w:rPr>
            </w:r>
            <w:r>
              <w:rPr>
                <w:rFonts w:ascii="Calibri" w:hAnsi="Calibri"/>
                <w:b/>
                <w:snapToGrid w:val="0"/>
                <w:color w:val="000000"/>
              </w:rPr>
              <w:fldChar w:fldCharType="separate"/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Calibri" w:hAnsi="Calibri"/>
                <w:b/>
                <w:snapToGrid w:val="0"/>
                <w:color w:val="000000"/>
              </w:rPr>
              <w:fldChar w:fldCharType="end"/>
            </w:r>
            <w:bookmarkEnd w:id="168"/>
          </w:p>
        </w:tc>
      </w:tr>
    </w:tbl>
    <w:p w14:paraId="1599860D" w14:textId="77777777" w:rsidR="00CE11F0" w:rsidRPr="00842493" w:rsidRDefault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3DB8637C" w14:textId="77777777" w:rsidR="00CE11F0" w:rsidRPr="00842493" w:rsidRDefault="00CE11F0" w:rsidP="00A37621">
      <w:pPr>
        <w:pStyle w:val="Lgende"/>
        <w:spacing w:before="0"/>
        <w:rPr>
          <w:rFonts w:ascii="Calibri" w:hAnsi="Calibri"/>
          <w:color w:val="0000FF"/>
          <w:sz w:val="21"/>
        </w:rPr>
      </w:pPr>
    </w:p>
    <w:p w14:paraId="65CD5FD1" w14:textId="77777777" w:rsidR="00C2082D" w:rsidRPr="00842493" w:rsidRDefault="00C2082D">
      <w:pPr>
        <w:widowControl w:val="0"/>
        <w:tabs>
          <w:tab w:val="left" w:pos="3566"/>
        </w:tabs>
        <w:rPr>
          <w:rFonts w:ascii="Calibri" w:hAnsi="Calibri"/>
          <w:b/>
          <w:noProof/>
          <w:color w:val="000000"/>
          <w:sz w:val="25"/>
        </w:rPr>
      </w:pPr>
      <w:r w:rsidRPr="00842493">
        <w:rPr>
          <w:rFonts w:ascii="Calibri" w:hAnsi="Calibri"/>
          <w:b/>
          <w:snapToGrid w:val="0"/>
          <w:color w:val="000000"/>
          <w:sz w:val="25"/>
        </w:rPr>
        <w:br w:type="page"/>
      </w:r>
    </w:p>
    <w:bookmarkStart w:id="169" w:name="_GoBack"/>
    <w:p w14:paraId="12E1B19D" w14:textId="1A4B8952" w:rsidR="00C2082D" w:rsidRPr="00842493" w:rsidRDefault="007D1162" w:rsidP="00C2082D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  <w:r>
        <w:rPr>
          <w:rFonts w:ascii="Calibri" w:hAnsi="Calibri"/>
          <w:b/>
          <w:snapToGrid w:val="0"/>
          <w:color w:val="000000"/>
        </w:rPr>
        <w:fldChar w:fldCharType="begin">
          <w:ffData>
            <w:name w:val="TAB_MESURES_QUALITE"/>
            <w:enabled/>
            <w:calcOnExit w:val="0"/>
            <w:textInput/>
          </w:ffData>
        </w:fldChar>
      </w:r>
      <w:bookmarkStart w:id="170" w:name="TAB_MESURES_QUALITE"/>
      <w:r>
        <w:rPr>
          <w:rFonts w:ascii="Calibri" w:hAnsi="Calibri"/>
          <w:b/>
          <w:snapToGrid w:val="0"/>
          <w:color w:val="000000"/>
        </w:rPr>
        <w:instrText xml:space="preserve"> FORMTEXT </w:instrText>
      </w:r>
      <w:r>
        <w:rPr>
          <w:rFonts w:ascii="Calibri" w:hAnsi="Calibri"/>
          <w:b/>
          <w:snapToGrid w:val="0"/>
          <w:color w:val="000000"/>
        </w:rPr>
      </w:r>
      <w:r>
        <w:rPr>
          <w:rFonts w:ascii="Calibri" w:hAnsi="Calibri"/>
          <w:b/>
          <w:snapToGrid w:val="0"/>
          <w:color w:val="000000"/>
        </w:rPr>
        <w:fldChar w:fldCharType="separate"/>
      </w:r>
      <w:r>
        <w:rPr>
          <w:rFonts w:ascii="Calibri" w:hAnsi="Calibri"/>
          <w:b/>
          <w:noProof/>
          <w:snapToGrid w:val="0"/>
          <w:color w:val="000000"/>
        </w:rPr>
        <w:t> </w:t>
      </w:r>
      <w:r>
        <w:rPr>
          <w:rFonts w:ascii="Calibri" w:hAnsi="Calibri"/>
          <w:b/>
          <w:noProof/>
          <w:snapToGrid w:val="0"/>
          <w:color w:val="000000"/>
        </w:rPr>
        <w:t> </w:t>
      </w:r>
      <w:r>
        <w:rPr>
          <w:rFonts w:ascii="Calibri" w:hAnsi="Calibri"/>
          <w:b/>
          <w:noProof/>
          <w:snapToGrid w:val="0"/>
          <w:color w:val="000000"/>
        </w:rPr>
        <w:t> </w:t>
      </w:r>
      <w:r>
        <w:rPr>
          <w:rFonts w:ascii="Calibri" w:hAnsi="Calibri"/>
          <w:b/>
          <w:noProof/>
          <w:snapToGrid w:val="0"/>
          <w:color w:val="000000"/>
        </w:rPr>
        <w:t> </w:t>
      </w:r>
      <w:r>
        <w:rPr>
          <w:rFonts w:ascii="Calibri" w:hAnsi="Calibri"/>
          <w:b/>
          <w:noProof/>
          <w:snapToGrid w:val="0"/>
          <w:color w:val="000000"/>
        </w:rPr>
        <w:t> </w:t>
      </w:r>
      <w:r>
        <w:rPr>
          <w:rFonts w:ascii="Calibri" w:hAnsi="Calibri"/>
          <w:b/>
          <w:snapToGrid w:val="0"/>
          <w:color w:val="000000"/>
        </w:rPr>
        <w:fldChar w:fldCharType="end"/>
      </w:r>
      <w:bookmarkEnd w:id="170"/>
      <w:bookmarkEnd w:id="169"/>
    </w:p>
    <w:p w14:paraId="7767A1F5" w14:textId="77777777" w:rsidR="006B74F3" w:rsidRPr="00842493" w:rsidRDefault="006B74F3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sectPr w:rsidR="006B74F3" w:rsidRPr="00842493">
      <w:headerReference w:type="default" r:id="rId6"/>
      <w:footerReference w:type="default" r:id="rId7"/>
      <w:pgSz w:w="11908" w:h="16832" w:code="9"/>
      <w:pgMar w:top="567" w:right="286" w:bottom="72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4C37D" w14:textId="77777777" w:rsidR="004B1BCA" w:rsidRDefault="004B1BCA">
      <w:r>
        <w:separator/>
      </w:r>
    </w:p>
  </w:endnote>
  <w:endnote w:type="continuationSeparator" w:id="0">
    <w:p w14:paraId="68BAC0E9" w14:textId="77777777" w:rsidR="004B1BCA" w:rsidRDefault="004B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F6FDD" w14:textId="77777777" w:rsidR="00842493" w:rsidRDefault="004B1BCA">
    <w:pPr>
      <w:pStyle w:val="Pieddepage"/>
    </w:pPr>
    <w:r>
      <w:rPr>
        <w:noProof/>
      </w:rPr>
      <w:pict w14:anchorId="26D254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2.3pt;margin-top:-2.1pt;width:765pt;height:72.35pt;z-index:2">
          <v:imagedata r:id="rId1" o:title="aquasys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D011D" w14:textId="77777777" w:rsidR="004B1BCA" w:rsidRDefault="004B1BCA">
      <w:r>
        <w:separator/>
      </w:r>
    </w:p>
  </w:footnote>
  <w:footnote w:type="continuationSeparator" w:id="0">
    <w:p w14:paraId="30F4A0E1" w14:textId="77777777" w:rsidR="004B1BCA" w:rsidRDefault="004B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A9F9F" w14:textId="77777777" w:rsidR="00842493" w:rsidRDefault="004B1BCA">
    <w:pPr>
      <w:pStyle w:val="En-tte"/>
    </w:pPr>
    <w:r>
      <w:rPr>
        <w:noProof/>
      </w:rPr>
      <w:pict w14:anchorId="6A179C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8.55pt;margin-top:-23.85pt;width:149.35pt;height:36.55pt;z-index:1">
          <v:imagedata r:id="rId1" o:title="aquasys"/>
        </v:shape>
      </w:pict>
    </w:r>
  </w:p>
  <w:p w14:paraId="135A867C" w14:textId="77777777" w:rsidR="00842493" w:rsidRDefault="0084249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02EF"/>
    <w:rsid w:val="00022746"/>
    <w:rsid w:val="0005233E"/>
    <w:rsid w:val="00086585"/>
    <w:rsid w:val="000A2820"/>
    <w:rsid w:val="000B4FA2"/>
    <w:rsid w:val="000D37EB"/>
    <w:rsid w:val="001062C9"/>
    <w:rsid w:val="00156B95"/>
    <w:rsid w:val="00187295"/>
    <w:rsid w:val="001F29B2"/>
    <w:rsid w:val="0025658B"/>
    <w:rsid w:val="002979E6"/>
    <w:rsid w:val="0030248E"/>
    <w:rsid w:val="003251F2"/>
    <w:rsid w:val="0034297B"/>
    <w:rsid w:val="0034590D"/>
    <w:rsid w:val="00351414"/>
    <w:rsid w:val="0037434C"/>
    <w:rsid w:val="00381E5E"/>
    <w:rsid w:val="003912E2"/>
    <w:rsid w:val="00394BB4"/>
    <w:rsid w:val="0039706F"/>
    <w:rsid w:val="003C7F58"/>
    <w:rsid w:val="003E1FFF"/>
    <w:rsid w:val="0040094F"/>
    <w:rsid w:val="004061A9"/>
    <w:rsid w:val="00473FC9"/>
    <w:rsid w:val="004A5E14"/>
    <w:rsid w:val="004A6096"/>
    <w:rsid w:val="004B1BCA"/>
    <w:rsid w:val="004E2C44"/>
    <w:rsid w:val="0053447E"/>
    <w:rsid w:val="005652FC"/>
    <w:rsid w:val="005679A3"/>
    <w:rsid w:val="0057243E"/>
    <w:rsid w:val="005A2809"/>
    <w:rsid w:val="005F1CA1"/>
    <w:rsid w:val="00601E0E"/>
    <w:rsid w:val="00603302"/>
    <w:rsid w:val="00603679"/>
    <w:rsid w:val="00616E54"/>
    <w:rsid w:val="006179B0"/>
    <w:rsid w:val="00636D3F"/>
    <w:rsid w:val="006A0958"/>
    <w:rsid w:val="006B74F3"/>
    <w:rsid w:val="0071392B"/>
    <w:rsid w:val="00730CC2"/>
    <w:rsid w:val="00764056"/>
    <w:rsid w:val="0079258D"/>
    <w:rsid w:val="007B3138"/>
    <w:rsid w:val="007B754A"/>
    <w:rsid w:val="007C0E67"/>
    <w:rsid w:val="007D1162"/>
    <w:rsid w:val="0080669A"/>
    <w:rsid w:val="00836EA5"/>
    <w:rsid w:val="00842493"/>
    <w:rsid w:val="008D3F36"/>
    <w:rsid w:val="008F53C3"/>
    <w:rsid w:val="00907A81"/>
    <w:rsid w:val="00912066"/>
    <w:rsid w:val="0095253D"/>
    <w:rsid w:val="009663F1"/>
    <w:rsid w:val="00994217"/>
    <w:rsid w:val="009A696D"/>
    <w:rsid w:val="009C570B"/>
    <w:rsid w:val="009F6818"/>
    <w:rsid w:val="00A02382"/>
    <w:rsid w:val="00A04651"/>
    <w:rsid w:val="00A22353"/>
    <w:rsid w:val="00A37621"/>
    <w:rsid w:val="00AE02A2"/>
    <w:rsid w:val="00B137ED"/>
    <w:rsid w:val="00BF7627"/>
    <w:rsid w:val="00C149A3"/>
    <w:rsid w:val="00C2082D"/>
    <w:rsid w:val="00C5191B"/>
    <w:rsid w:val="00CC1E64"/>
    <w:rsid w:val="00CD5B57"/>
    <w:rsid w:val="00CE11F0"/>
    <w:rsid w:val="00CE219C"/>
    <w:rsid w:val="00D21F66"/>
    <w:rsid w:val="00D4543E"/>
    <w:rsid w:val="00D73AD6"/>
    <w:rsid w:val="00D747C3"/>
    <w:rsid w:val="00D76F40"/>
    <w:rsid w:val="00D83E3B"/>
    <w:rsid w:val="00D910AC"/>
    <w:rsid w:val="00DB02EF"/>
    <w:rsid w:val="00DB1C2B"/>
    <w:rsid w:val="00E52BC3"/>
    <w:rsid w:val="00E602F7"/>
    <w:rsid w:val="00E70BBA"/>
    <w:rsid w:val="00E93F9D"/>
    <w:rsid w:val="00EA7B68"/>
    <w:rsid w:val="00EC098E"/>
    <w:rsid w:val="00FF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7E6DA23D"/>
  <w15:chartTrackingRefBased/>
  <w15:docId w15:val="{EB3F085F-9939-4224-9E1F-905E3800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spacing w:before="152"/>
      <w:outlineLvl w:val="0"/>
    </w:pPr>
    <w:rPr>
      <w:rFonts w:ascii="Arial" w:hAnsi="Arial"/>
      <w:b/>
      <w:snapToGrid w:val="0"/>
      <w:color w:val="008000"/>
    </w:rPr>
  </w:style>
  <w:style w:type="paragraph" w:styleId="Titre2">
    <w:name w:val="heading 2"/>
    <w:basedOn w:val="Normal"/>
    <w:next w:val="Normal"/>
    <w:qFormat/>
    <w:pPr>
      <w:keepNext/>
      <w:widowControl w:val="0"/>
      <w:spacing w:before="109"/>
      <w:outlineLvl w:val="1"/>
    </w:pPr>
    <w:rPr>
      <w:b/>
      <w:snapToGrid w:val="0"/>
      <w:color w:val="0000FF"/>
    </w:rPr>
  </w:style>
  <w:style w:type="paragraph" w:styleId="Titre3">
    <w:name w:val="heading 3"/>
    <w:basedOn w:val="Normal"/>
    <w:next w:val="Normal"/>
    <w:qFormat/>
    <w:pPr>
      <w:keepNext/>
      <w:widowControl w:val="0"/>
      <w:spacing w:before="152"/>
      <w:jc w:val="center"/>
      <w:outlineLvl w:val="2"/>
    </w:pPr>
    <w:rPr>
      <w:rFonts w:ascii="Arial" w:hAnsi="Arial"/>
      <w:b/>
      <w:snapToGrid w:val="0"/>
      <w:color w:val="0000FF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widowControl w:val="0"/>
      <w:tabs>
        <w:tab w:val="left" w:pos="3566"/>
      </w:tabs>
      <w:spacing w:before="200"/>
    </w:pPr>
    <w:rPr>
      <w:rFonts w:ascii="Arial" w:hAnsi="Arial"/>
      <w:b/>
      <w:snapToGrid w:val="0"/>
      <w:color w:val="000000"/>
      <w:sz w:val="16"/>
    </w:rPr>
  </w:style>
  <w:style w:type="character" w:customStyle="1" w:styleId="En-tteCar">
    <w:name w:val="En-tête Car"/>
    <w:link w:val="En-tte"/>
    <w:uiPriority w:val="99"/>
    <w:rsid w:val="00842493"/>
  </w:style>
  <w:style w:type="paragraph" w:styleId="Textedebulles">
    <w:name w:val="Balloon Text"/>
    <w:basedOn w:val="Normal"/>
    <w:link w:val="TextedebullesCar"/>
    <w:rsid w:val="008424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42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header" Target="header1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_rels/footer1.xml.rels><?xml version="1.0" encoding="UTF-8"?>

<Relationships xmlns="http://schemas.openxmlformats.org/package/2006/relationships">
  <Relationship Id="rId1" Type="http://schemas.openxmlformats.org/officeDocument/2006/relationships/image" Target="media/image2.png"/>
</Relationships>

</file>

<file path=word/_rels/header1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C:/Users/Jules/Documents/Modeles/AQUASYS%20Fiche_test_qualito.dot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AQUASYS Fiche_test_qualito</Template>
  <TotalTime>7</TotalTime>
  <Pages>7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piézomètrique</vt:lpstr>
    </vt:vector>
  </TitlesOfParts>
  <Company>AQUASYS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2019-08-23T12:54:00Z</dcterms:created>
  <dc:creator>Jules</dc:creator>
  <lastModifiedBy>Jules Fournier</lastModifiedBy>
  <dcterms:modified xsi:type="dcterms:W3CDTF">2019-09-09T09:40:00Z</dcterms:modified>
  <revision>2</revision>
  <dc:subject>Fiche piézomètrique</dc:subject>
  <dc:title>Fiche piézomètrique</dc:title>
</coreProperties>
</file>