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670"/>
      </w:tblGrid>
      <w:tr w:rsidR="005F7F5F" w:rsidRPr="005F7F5F" w14:paraId="25081FD3" w14:textId="77777777" w:rsidTr="005F7F5F">
        <w:tc>
          <w:tcPr>
            <w:tcW w:w="2622" w:type="dxa"/>
            <w:shd w:val="clear" w:color="auto" w:fill="0A0A51"/>
          </w:tcPr>
          <w:p w14:paraId="39A291CB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2CBFD91C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670" w:type="dxa"/>
            <w:shd w:val="clear" w:color="auto" w:fill="0A0A51"/>
          </w:tcPr>
          <w:p w14:paraId="56F8E222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5F7F5F" w:rsidRPr="005F7F5F" w14:paraId="180A6462" w14:textId="77777777" w:rsidTr="005F7F5F">
        <w:tc>
          <w:tcPr>
            <w:tcW w:w="2622" w:type="dxa"/>
          </w:tcPr>
          <w:p w14:paraId="43B9A397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43C5ABB3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1158D5AF" w14:textId="116E8EE9" w:rsidR="005F7F5F" w:rsidRPr="005F7F5F" w:rsidRDefault="004A5E5D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</w:p>
        </w:tc>
      </w:tr>
      <w:tr w:rsidR="008F53C3" w:rsidRPr="005F7F5F" w14:paraId="1D7FF646" w14:textId="77777777" w:rsidTr="005F7F5F">
        <w:tc>
          <w:tcPr>
            <w:tcW w:w="2622" w:type="dxa"/>
          </w:tcPr>
          <w:p w14:paraId="61B9B3DB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2C35B18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22E74648" w14:textId="6E228D91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PIEZO"/>
                  <w:enabled/>
                  <w:calcOnExit w:val="0"/>
                  <w:textInput/>
                </w:ffData>
              </w:fldChar>
            </w:r>
            <w:bookmarkStart w:id="0" w:name="CODE_PIEZO"/>
            <w:r>
              <w:t>1618</w:t>
            </w:r>
            <w:bookmarkEnd w:id="0"/>
          </w:p>
        </w:tc>
      </w:tr>
      <w:tr w:rsidR="0052486C" w:rsidRPr="005F7F5F" w14:paraId="5009525A" w14:textId="77777777" w:rsidTr="005F7F5F">
        <w:tc>
          <w:tcPr>
            <w:tcW w:w="2622" w:type="dxa"/>
          </w:tcPr>
          <w:p w14:paraId="5117A529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327E58C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670" w:type="dxa"/>
          </w:tcPr>
          <w:p w14:paraId="7C9DE28E" w14:textId="78AA3BC0" w:rsidR="0052486C" w:rsidRPr="005F7F5F" w:rsidRDefault="004A5E5D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t>07314X0011</w:t>
            </w:r>
            <w:bookmarkEnd w:id="1"/>
          </w:p>
        </w:tc>
      </w:tr>
      <w:tr w:rsidR="008F53C3" w:rsidRPr="005F7F5F" w14:paraId="7A746CCC" w14:textId="77777777" w:rsidTr="005F7F5F">
        <w:tc>
          <w:tcPr>
            <w:tcW w:w="2622" w:type="dxa"/>
          </w:tcPr>
          <w:p w14:paraId="10A92EC6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457420DF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670" w:type="dxa"/>
          </w:tcPr>
          <w:p w14:paraId="131DD4AB" w14:textId="0FBD6CC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2" w:name="DESIGNATION"/>
            <w:r>
              <w:t>S</w:t>
            </w:r>
            <w:bookmarkEnd w:id="2"/>
          </w:p>
        </w:tc>
      </w:tr>
      <w:tr w:rsidR="005A03DC" w:rsidRPr="005F7F5F" w14:paraId="4242E0ED" w14:textId="77777777" w:rsidTr="005F7F5F">
        <w:tc>
          <w:tcPr>
            <w:tcW w:w="2622" w:type="dxa"/>
          </w:tcPr>
          <w:p w14:paraId="5F7ED5A7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1FD75823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670" w:type="dxa"/>
          </w:tcPr>
          <w:p w14:paraId="235D02D8" w14:textId="3F5DDB1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3" w:name="CODE_INTER"/>
            <w:r>
              <w:t/>
            </w:r>
            <w:bookmarkEnd w:id="3"/>
          </w:p>
        </w:tc>
      </w:tr>
      <w:tr w:rsidR="005A03DC" w:rsidRPr="005F7F5F" w14:paraId="0016BC97" w14:textId="77777777" w:rsidTr="005F7F5F">
        <w:tc>
          <w:tcPr>
            <w:tcW w:w="2622" w:type="dxa"/>
          </w:tcPr>
          <w:p w14:paraId="1ABBB061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D6A2945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670" w:type="dxa"/>
          </w:tcPr>
          <w:p w14:paraId="5CBE001A" w14:textId="18BD7E7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4" w:name="C_PAYS"/>
            <w:r>
              <w:t/>
            </w:r>
            <w:bookmarkEnd w:id="4"/>
          </w:p>
        </w:tc>
      </w:tr>
      <w:tr w:rsidR="008F53C3" w:rsidRPr="005F7F5F" w14:paraId="52EA6F6C" w14:textId="77777777" w:rsidTr="005F7F5F">
        <w:tc>
          <w:tcPr>
            <w:tcW w:w="2622" w:type="dxa"/>
          </w:tcPr>
          <w:p w14:paraId="034DA9DA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5579BE2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NOM_PIEZO</w:t>
            </w:r>
          </w:p>
        </w:tc>
        <w:tc>
          <w:tcPr>
            <w:tcW w:w="5670" w:type="dxa"/>
          </w:tcPr>
          <w:p w14:paraId="3A7FC662" w14:textId="4B20A53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PIEZO"/>
                  <w:enabled/>
                  <w:calcOnExit w:val="0"/>
                  <w:textInput/>
                </w:ffData>
              </w:fldChar>
            </w:r>
            <w:bookmarkStart w:id="5" w:name="NOM_PIEZO"/>
            <w:r>
              <w:t>Bourg Piézo</w:t>
            </w:r>
            <w:bookmarkEnd w:id="5"/>
          </w:p>
        </w:tc>
      </w:tr>
      <w:tr w:rsidR="008F53C3" w:rsidRPr="005F7F5F" w14:paraId="21344479" w14:textId="77777777" w:rsidTr="005F7F5F">
        <w:tc>
          <w:tcPr>
            <w:tcW w:w="2622" w:type="dxa"/>
          </w:tcPr>
          <w:p w14:paraId="06C16990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44FB7F4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670" w:type="dxa"/>
          </w:tcPr>
          <w:p w14:paraId="7F4F531C" w14:textId="4F7176D7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6" w:name="C_NATURE"/>
            <w:r>
              <w:t>6</w:t>
            </w:r>
            <w:bookmarkEnd w:id="6"/>
          </w:p>
        </w:tc>
      </w:tr>
      <w:tr w:rsidR="006D0D59" w:rsidRPr="005F7F5F" w14:paraId="6EC1EDF0" w14:textId="77777777" w:rsidTr="005F7F5F">
        <w:tc>
          <w:tcPr>
            <w:tcW w:w="2622" w:type="dxa"/>
          </w:tcPr>
          <w:p w14:paraId="6D338DA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6DCD31C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670" w:type="dxa"/>
          </w:tcPr>
          <w:p w14:paraId="73FA920D" w14:textId="7FED9B7C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7" w:name="CODE_ETAT"/>
            <w:r>
              <w:t/>
            </w:r>
            <w:bookmarkEnd w:id="7"/>
          </w:p>
        </w:tc>
      </w:tr>
      <w:tr w:rsidR="006D0D59" w:rsidRPr="005F7F5F" w14:paraId="29819F7B" w14:textId="77777777" w:rsidTr="005F7F5F">
        <w:tc>
          <w:tcPr>
            <w:tcW w:w="2622" w:type="dxa"/>
          </w:tcPr>
          <w:p w14:paraId="20D1FBB6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32B241C5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670" w:type="dxa"/>
          </w:tcPr>
          <w:p w14:paraId="7B91F56F" w14:textId="1C732E31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8" w:name="ETAT"/>
            <w:r>
              <w:t/>
            </w:r>
            <w:bookmarkEnd w:id="8"/>
          </w:p>
        </w:tc>
      </w:tr>
      <w:tr w:rsidR="008F53C3" w:rsidRPr="005F7F5F" w14:paraId="25B50331" w14:textId="77777777" w:rsidTr="005F7F5F">
        <w:tc>
          <w:tcPr>
            <w:tcW w:w="2622" w:type="dxa"/>
          </w:tcPr>
          <w:p w14:paraId="6CD00AC5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043A26A6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670" w:type="dxa"/>
          </w:tcPr>
          <w:p w14:paraId="45E9642E" w14:textId="11D023B3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9" w:name="DATE_CREATION"/>
            <w:r>
              <w:t>01/01/2010</w:t>
            </w:r>
            <w:bookmarkEnd w:id="9"/>
          </w:p>
        </w:tc>
      </w:tr>
      <w:tr w:rsidR="008F53C3" w:rsidRPr="005F7F5F" w14:paraId="44F2B82B" w14:textId="77777777" w:rsidTr="005F7F5F">
        <w:tc>
          <w:tcPr>
            <w:tcW w:w="2622" w:type="dxa"/>
          </w:tcPr>
          <w:p w14:paraId="2C483768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69826AFE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670" w:type="dxa"/>
          </w:tcPr>
          <w:p w14:paraId="4B4F86C9" w14:textId="316EB58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0" w:name="DATE_FERMETURE"/>
            <w:r>
              <w:t/>
            </w:r>
            <w:bookmarkEnd w:id="10"/>
          </w:p>
        </w:tc>
      </w:tr>
      <w:tr w:rsidR="008F53C3" w:rsidRPr="005F7F5F" w14:paraId="7033628B" w14:textId="77777777" w:rsidTr="005F7F5F">
        <w:tc>
          <w:tcPr>
            <w:tcW w:w="2622" w:type="dxa"/>
          </w:tcPr>
          <w:p w14:paraId="2E9019B9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69378859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670" w:type="dxa"/>
          </w:tcPr>
          <w:p w14:paraId="1276BCBD" w14:textId="20579A8D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1" w:name="COORDONNEE_X"/>
            <w:r>
              <w:t>386050.0</w:t>
            </w:r>
            <w:bookmarkEnd w:id="11"/>
          </w:p>
        </w:tc>
      </w:tr>
      <w:tr w:rsidR="008F53C3" w:rsidRPr="005F7F5F" w14:paraId="1807F9D9" w14:textId="77777777" w:rsidTr="005F7F5F">
        <w:tc>
          <w:tcPr>
            <w:tcW w:w="2622" w:type="dxa"/>
          </w:tcPr>
          <w:p w14:paraId="7E585E10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1F1D777D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670" w:type="dxa"/>
          </w:tcPr>
          <w:p w14:paraId="487DAAA3" w14:textId="1708E819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2" w:name="COORDONNEE_Y"/>
            <w:r>
              <w:t>2061200.0</w:t>
            </w:r>
            <w:bookmarkEnd w:id="12"/>
          </w:p>
        </w:tc>
      </w:tr>
      <w:tr w:rsidR="008F53C3" w:rsidRPr="005F7F5F" w14:paraId="31BD8D39" w14:textId="77777777" w:rsidTr="005F7F5F">
        <w:tc>
          <w:tcPr>
            <w:tcW w:w="2622" w:type="dxa"/>
          </w:tcPr>
          <w:p w14:paraId="0508AA04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386F0710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670" w:type="dxa"/>
          </w:tcPr>
          <w:p w14:paraId="166EBFB7" w14:textId="3944655F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3" w:name="COORDONNEE_Z"/>
            <w:r>
              <w:t>35.54</w:t>
            </w:r>
            <w:bookmarkEnd w:id="13"/>
          </w:p>
        </w:tc>
      </w:tr>
      <w:tr w:rsidR="0030248E" w:rsidRPr="005F7F5F" w14:paraId="58F00D45" w14:textId="77777777" w:rsidTr="005F7F5F">
        <w:tc>
          <w:tcPr>
            <w:tcW w:w="2622" w:type="dxa"/>
          </w:tcPr>
          <w:p w14:paraId="4FDF90F5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4EC8EB42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670" w:type="dxa"/>
          </w:tcPr>
          <w:p w14:paraId="0CF61E2B" w14:textId="708E95F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4" w:name="C_PROJECTION"/>
            <w:r>
              <w:t>5</w:t>
            </w:r>
            <w:bookmarkEnd w:id="14"/>
          </w:p>
        </w:tc>
      </w:tr>
      <w:tr w:rsidR="008F53C3" w:rsidRPr="005F7F5F" w14:paraId="589CD2CF" w14:textId="77777777" w:rsidTr="005F7F5F">
        <w:tc>
          <w:tcPr>
            <w:tcW w:w="2622" w:type="dxa"/>
          </w:tcPr>
          <w:p w14:paraId="0C39EC02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251FB755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670" w:type="dxa"/>
          </w:tcPr>
          <w:p w14:paraId="4CC910F8" w14:textId="0D7F86E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5" w:name="TYPE_PROJECTION"/>
            <w:r>
              <w:t>Lambert II Etendu</w:t>
            </w:r>
            <w:bookmarkEnd w:id="15"/>
          </w:p>
        </w:tc>
      </w:tr>
      <w:tr w:rsidR="008F53C3" w:rsidRPr="005F7F5F" w14:paraId="0B95DF4A" w14:textId="77777777" w:rsidTr="005F7F5F">
        <w:tc>
          <w:tcPr>
            <w:tcW w:w="2622" w:type="dxa"/>
          </w:tcPr>
          <w:p w14:paraId="13502B70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expression cote</w:t>
            </w:r>
          </w:p>
        </w:tc>
        <w:tc>
          <w:tcPr>
            <w:tcW w:w="2693" w:type="dxa"/>
          </w:tcPr>
          <w:p w14:paraId="059F322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C_EXP_COTE</w:t>
            </w:r>
          </w:p>
        </w:tc>
        <w:tc>
          <w:tcPr>
            <w:tcW w:w="5670" w:type="dxa"/>
          </w:tcPr>
          <w:p w14:paraId="4754643A" w14:textId="2373A7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EXP_COTE"/>
                  <w:enabled/>
                  <w:calcOnExit w:val="0"/>
                  <w:textInput/>
                </w:ffData>
              </w:fldChar>
            </w:r>
            <w:bookmarkStart w:id="16" w:name="C_EXP_COTE"/>
            <w:r>
              <w:t>2</w:t>
            </w:r>
            <w:bookmarkEnd w:id="16"/>
          </w:p>
        </w:tc>
      </w:tr>
      <w:tr w:rsidR="0030248E" w:rsidRPr="005F7F5F" w14:paraId="2D233EC4" w14:textId="77777777" w:rsidTr="005F7F5F">
        <w:tc>
          <w:tcPr>
            <w:tcW w:w="2622" w:type="dxa"/>
          </w:tcPr>
          <w:p w14:paraId="0FA3C1AC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Expression cote</w:t>
            </w:r>
          </w:p>
        </w:tc>
        <w:tc>
          <w:tcPr>
            <w:tcW w:w="2693" w:type="dxa"/>
          </w:tcPr>
          <w:p w14:paraId="1849A845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EXPRESSION_COTE</w:t>
            </w:r>
          </w:p>
        </w:tc>
        <w:tc>
          <w:tcPr>
            <w:tcW w:w="5670" w:type="dxa"/>
          </w:tcPr>
          <w:p w14:paraId="5CC92F2A" w14:textId="48B03FA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RESSION_COTE"/>
                  <w:enabled/>
                  <w:calcOnExit w:val="0"/>
                  <w:textInput/>
                </w:ffData>
              </w:fldChar>
            </w:r>
            <w:bookmarkStart w:id="17" w:name="EXPRESSION_COTE"/>
            <w:r>
              <w:t>Distance relative</w:t>
            </w:r>
            <w:bookmarkEnd w:id="17"/>
          </w:p>
        </w:tc>
      </w:tr>
      <w:tr w:rsidR="008F53C3" w:rsidRPr="005F7F5F" w14:paraId="5B320A06" w14:textId="77777777" w:rsidTr="005F7F5F">
        <w:tc>
          <w:tcPr>
            <w:tcW w:w="2622" w:type="dxa"/>
          </w:tcPr>
          <w:p w14:paraId="3C2BBD3F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mode gisement</w:t>
            </w:r>
          </w:p>
        </w:tc>
        <w:tc>
          <w:tcPr>
            <w:tcW w:w="2693" w:type="dxa"/>
          </w:tcPr>
          <w:p w14:paraId="7507DDC5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C_MODE_GIST</w:t>
            </w:r>
          </w:p>
        </w:tc>
        <w:tc>
          <w:tcPr>
            <w:tcW w:w="5670" w:type="dxa"/>
          </w:tcPr>
          <w:p w14:paraId="49D3BE22" w14:textId="1912EC5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ODE_GIST"/>
                  <w:enabled/>
                  <w:calcOnExit w:val="0"/>
                  <w:textInput/>
                </w:ffData>
              </w:fldChar>
            </w:r>
            <w:bookmarkStart w:id="18" w:name="C_MODE_GIST"/>
            <w:r>
              <w:t>3</w:t>
            </w:r>
            <w:bookmarkEnd w:id="18"/>
          </w:p>
        </w:tc>
      </w:tr>
      <w:tr w:rsidR="0030248E" w:rsidRPr="005F7F5F" w14:paraId="0F23DFAD" w14:textId="77777777" w:rsidTr="005F7F5F">
        <w:tc>
          <w:tcPr>
            <w:tcW w:w="2622" w:type="dxa"/>
          </w:tcPr>
          <w:p w14:paraId="29B762B2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Mode gisement</w:t>
            </w:r>
          </w:p>
        </w:tc>
        <w:tc>
          <w:tcPr>
            <w:tcW w:w="2693" w:type="dxa"/>
          </w:tcPr>
          <w:p w14:paraId="7B520A5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MODE_GISEMENT</w:t>
            </w:r>
          </w:p>
        </w:tc>
        <w:tc>
          <w:tcPr>
            <w:tcW w:w="5670" w:type="dxa"/>
          </w:tcPr>
          <w:p w14:paraId="1562ECD2" w14:textId="4062120B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ODE_GISEMENT"/>
                  <w:enabled/>
                  <w:calcOnExit w:val="0"/>
                  <w:textInput/>
                </w:ffData>
              </w:fldChar>
            </w:r>
            <w:bookmarkStart w:id="19" w:name="MODE_GISEMENT"/>
            <w:r>
              <w:t>Libre et captif ou semi captif</w:t>
            </w:r>
            <w:bookmarkEnd w:id="19"/>
          </w:p>
        </w:tc>
      </w:tr>
      <w:tr w:rsidR="008F53C3" w:rsidRPr="005F7F5F" w14:paraId="5D8C65CE" w14:textId="77777777" w:rsidTr="005F7F5F">
        <w:tc>
          <w:tcPr>
            <w:tcW w:w="2622" w:type="dxa"/>
          </w:tcPr>
          <w:p w14:paraId="6E48A9D7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74A88D92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670" w:type="dxa"/>
          </w:tcPr>
          <w:p w14:paraId="014C0C9C" w14:textId="5D01E4B5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20" w:name="COMMENTAIRE"/>
            <w:r>
              <w:t/>
            </w:r>
            <w:bookmarkEnd w:id="20"/>
          </w:p>
        </w:tc>
      </w:tr>
      <w:tr w:rsidR="005F7F5F" w:rsidRPr="00842493" w14:paraId="7E3C5825" w14:textId="77777777" w:rsidTr="005F7F5F">
        <w:tc>
          <w:tcPr>
            <w:tcW w:w="2622" w:type="dxa"/>
          </w:tcPr>
          <w:p w14:paraId="6E2A855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70499F4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670" w:type="dxa"/>
          </w:tcPr>
          <w:p w14:paraId="536FAC93" w14:textId="7F072419" w:rsidR="005F7F5F" w:rsidRPr="00842493" w:rsidRDefault="004A5E5D" w:rsidP="003A1B4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21" w:name="EVENEMENTS"/>
            <w:r>
              <w:t/>
            </w:r>
            <w:bookmarkEnd w:id="21"/>
          </w:p>
        </w:tc>
      </w:tr>
      <w:tr w:rsidR="008F53C3" w:rsidRPr="005F7F5F" w14:paraId="29B6DEE1" w14:textId="77777777" w:rsidTr="005F7F5F">
        <w:tc>
          <w:tcPr>
            <w:tcW w:w="2622" w:type="dxa"/>
          </w:tcPr>
          <w:p w14:paraId="6C0E6D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009E6824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670" w:type="dxa"/>
          </w:tcPr>
          <w:p w14:paraId="580DEFD7" w14:textId="2D737CA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2" w:name="C_COMMUNE"/>
            <w:r>
              <w:t>17258</w:t>
            </w:r>
            <w:bookmarkEnd w:id="22"/>
          </w:p>
        </w:tc>
      </w:tr>
      <w:tr w:rsidR="0030248E" w:rsidRPr="005F7F5F" w14:paraId="6BBA6067" w14:textId="77777777" w:rsidTr="005F7F5F">
        <w:tc>
          <w:tcPr>
            <w:tcW w:w="2622" w:type="dxa"/>
          </w:tcPr>
          <w:p w14:paraId="67911F86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457343F3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670" w:type="dxa"/>
          </w:tcPr>
          <w:p w14:paraId="7202AD2C" w14:textId="7B74297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3" w:name="COMMUNE"/>
            <w:r>
              <w:t>NEUILLAC</w:t>
            </w:r>
            <w:bookmarkEnd w:id="23"/>
          </w:p>
        </w:tc>
      </w:tr>
      <w:tr w:rsidR="0030248E" w:rsidRPr="005F7F5F" w14:paraId="79EB4E78" w14:textId="77777777" w:rsidTr="005F7F5F">
        <w:tc>
          <w:tcPr>
            <w:tcW w:w="2622" w:type="dxa"/>
          </w:tcPr>
          <w:p w14:paraId="68112D27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75FE13FF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670" w:type="dxa"/>
          </w:tcPr>
          <w:p w14:paraId="2F520DE1" w14:textId="0A70A88A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24" w:name="DEPARTEMENT"/>
            <w:r>
              <w:t>17</w:t>
            </w:r>
            <w:bookmarkEnd w:id="24"/>
          </w:p>
        </w:tc>
      </w:tr>
      <w:tr w:rsidR="008F53C3" w:rsidRPr="005F7F5F" w14:paraId="06265080" w14:textId="77777777" w:rsidTr="005F7F5F">
        <w:tc>
          <w:tcPr>
            <w:tcW w:w="2622" w:type="dxa"/>
          </w:tcPr>
          <w:p w14:paraId="532E5AB6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345AE18B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670" w:type="dxa"/>
          </w:tcPr>
          <w:p w14:paraId="1D8B5AC7" w14:textId="5248F3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25" w:name="C_CONTACT"/>
            <w:r>
              <w:t>2</w:t>
            </w:r>
            <w:bookmarkEnd w:id="25"/>
          </w:p>
        </w:tc>
      </w:tr>
      <w:tr w:rsidR="00743E32" w:rsidRPr="005F7F5F" w14:paraId="646DB972" w14:textId="77777777" w:rsidTr="005F7F5F">
        <w:tc>
          <w:tcPr>
            <w:tcW w:w="2622" w:type="dxa"/>
          </w:tcPr>
          <w:p w14:paraId="06EAE791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7CC24777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670" w:type="dxa"/>
          </w:tcPr>
          <w:p w14:paraId="443C9D5C" w14:textId="6B006A67" w:rsidR="00743E32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26" w:name="NOM_CONTACT"/>
            <w:r>
              <w:t>RESE SUD SAINTONGE</w:t>
            </w:r>
            <w:bookmarkEnd w:id="26"/>
          </w:p>
        </w:tc>
      </w:tr>
      <w:tr w:rsidR="0030248E" w:rsidRPr="005F7F5F" w14:paraId="3EA0F757" w14:textId="77777777" w:rsidTr="005F7F5F">
        <w:tc>
          <w:tcPr>
            <w:tcW w:w="2622" w:type="dxa"/>
          </w:tcPr>
          <w:p w14:paraId="60704140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Commetaire</w:t>
            </w:r>
            <w:proofErr w:type="spellEnd"/>
            <w:r w:rsidR="0030248E"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contact</w:t>
            </w:r>
          </w:p>
        </w:tc>
        <w:tc>
          <w:tcPr>
            <w:tcW w:w="2693" w:type="dxa"/>
          </w:tcPr>
          <w:p w14:paraId="4D84113C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</w:t>
            </w:r>
            <w:r w:rsidR="00CC1E64" w:rsidRPr="005F7F5F">
              <w:rPr>
                <w:rFonts w:ascii="Calibri" w:hAnsi="Calibri"/>
                <w:snapToGrid w:val="0"/>
                <w:color w:val="0000FF"/>
              </w:rPr>
              <w:t>_CONTACT</w:t>
            </w:r>
          </w:p>
        </w:tc>
        <w:tc>
          <w:tcPr>
            <w:tcW w:w="5670" w:type="dxa"/>
          </w:tcPr>
          <w:p w14:paraId="5E961498" w14:textId="1D5FB34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CONTACT"/>
                  <w:enabled/>
                  <w:calcOnExit w:val="0"/>
                  <w:textInput/>
                </w:ffData>
              </w:fldChar>
            </w:r>
            <w:bookmarkStart w:id="27" w:name="COMMENT_CONTACT"/>
            <w:r>
              <w:t/>
            </w:r>
            <w:bookmarkEnd w:id="27"/>
          </w:p>
        </w:tc>
      </w:tr>
      <w:tr w:rsidR="0030248E" w:rsidRPr="005F7F5F" w14:paraId="60859EFA" w14:textId="77777777" w:rsidTr="005F7F5F">
        <w:tc>
          <w:tcPr>
            <w:tcW w:w="2622" w:type="dxa"/>
          </w:tcPr>
          <w:p w14:paraId="403DA29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179265FA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670" w:type="dxa"/>
          </w:tcPr>
          <w:p w14:paraId="665EDE5E" w14:textId="5B036632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28" w:name="ADRESSE_CONTACT"/>
            <w:r>
              <w:t>22 rue des Genêts</w:t>
            </w:r>
            <w:bookmarkEnd w:id="28"/>
          </w:p>
        </w:tc>
      </w:tr>
      <w:tr w:rsidR="0030248E" w:rsidRPr="005F7F5F" w14:paraId="3E418CFE" w14:textId="77777777" w:rsidTr="005F7F5F">
        <w:tc>
          <w:tcPr>
            <w:tcW w:w="2622" w:type="dxa"/>
          </w:tcPr>
          <w:p w14:paraId="0130CD1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4837BC66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670" w:type="dxa"/>
          </w:tcPr>
          <w:p w14:paraId="1D4369E1" w14:textId="120E83B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29" w:name="TEL_CONTACT"/>
            <w:r>
              <w:t>05 46 49 42 56</w:t>
            </w:r>
            <w:bookmarkEnd w:id="29"/>
          </w:p>
        </w:tc>
      </w:tr>
      <w:tr w:rsidR="0030248E" w:rsidRPr="005F7F5F" w14:paraId="0242BF7B" w14:textId="77777777" w:rsidTr="005F7F5F">
        <w:tc>
          <w:tcPr>
            <w:tcW w:w="2622" w:type="dxa"/>
          </w:tcPr>
          <w:p w14:paraId="73CAC536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4FC99C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670" w:type="dxa"/>
          </w:tcPr>
          <w:p w14:paraId="29A38C1B" w14:textId="1BE44D0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0" w:name="BUREAU_CONTACT"/>
            <w:r>
              <w:t/>
            </w:r>
            <w:bookmarkEnd w:id="30"/>
          </w:p>
        </w:tc>
      </w:tr>
      <w:tr w:rsidR="0030248E" w:rsidRPr="005F7F5F" w14:paraId="2FB843D2" w14:textId="77777777" w:rsidTr="005F7F5F">
        <w:tc>
          <w:tcPr>
            <w:tcW w:w="2622" w:type="dxa"/>
          </w:tcPr>
          <w:p w14:paraId="55B872BA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20162763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670" w:type="dxa"/>
          </w:tcPr>
          <w:p w14:paraId="0CF1B4F8" w14:textId="42A9DF7D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1" w:name="PORTABLE_CONTACT"/>
            <w:r>
              <w:t/>
            </w:r>
            <w:bookmarkEnd w:id="31"/>
          </w:p>
        </w:tc>
      </w:tr>
      <w:tr w:rsidR="0030248E" w:rsidRPr="005F7F5F" w14:paraId="2A3CD1F7" w14:textId="77777777" w:rsidTr="005F7F5F">
        <w:tc>
          <w:tcPr>
            <w:tcW w:w="2622" w:type="dxa"/>
          </w:tcPr>
          <w:p w14:paraId="4B0E8BD5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08173B3B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670" w:type="dxa"/>
          </w:tcPr>
          <w:p w14:paraId="7E47F988" w14:textId="0B3012A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2" w:name="EMAIL_CONTACT"/>
            <w:r>
              <w:t/>
            </w:r>
            <w:bookmarkEnd w:id="32"/>
          </w:p>
        </w:tc>
      </w:tr>
      <w:tr w:rsidR="0030248E" w:rsidRPr="005F7F5F" w14:paraId="40306F62" w14:textId="77777777" w:rsidTr="005F7F5F">
        <w:tc>
          <w:tcPr>
            <w:tcW w:w="2622" w:type="dxa"/>
          </w:tcPr>
          <w:p w14:paraId="7A4FB86F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Nature ouvrage</w:t>
            </w:r>
          </w:p>
        </w:tc>
        <w:tc>
          <w:tcPr>
            <w:tcW w:w="2693" w:type="dxa"/>
          </w:tcPr>
          <w:p w14:paraId="5F63740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bookmarkStart w:id="33" w:name="_GoBack"/>
        <w:tc>
          <w:tcPr>
            <w:tcW w:w="5670" w:type="dxa"/>
          </w:tcPr>
          <w:p w14:paraId="056649F8" w14:textId="681AA803" w:rsidR="0030248E" w:rsidRPr="005F7F5F" w:rsidRDefault="00CF7D40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4" w:name="NATURE_OUVRAGE"/>
            <w:r>
              <w:t>Forage</w:t>
            </w:r>
            <w:bookmarkEnd w:id="34"/>
            <w:bookmarkEnd w:id="33"/>
          </w:p>
        </w:tc>
      </w:tr>
      <w:tr w:rsidR="008F53C3" w:rsidRPr="005F7F5F" w14:paraId="382D61FF" w14:textId="77777777" w:rsidTr="005F7F5F">
        <w:tc>
          <w:tcPr>
            <w:tcW w:w="2622" w:type="dxa"/>
          </w:tcPr>
          <w:p w14:paraId="1D2DD699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028E76D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670" w:type="dxa"/>
          </w:tcPr>
          <w:p w14:paraId="2E70CB20" w14:textId="5772C2F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35" w:name="ENTITE_HYDRO"/>
            <w:r>
              <w:t/>
            </w:r>
            <w:bookmarkEnd w:id="35"/>
          </w:p>
        </w:tc>
      </w:tr>
      <w:tr w:rsidR="00A22353" w:rsidRPr="005F7F5F" w14:paraId="4CF79FEC" w14:textId="77777777" w:rsidTr="005F7F5F">
        <w:tc>
          <w:tcPr>
            <w:tcW w:w="2622" w:type="dxa"/>
          </w:tcPr>
          <w:p w14:paraId="4015362C" w14:textId="77777777" w:rsidR="00A22353" w:rsidRPr="005F7F5F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08CC1B37" w14:textId="77777777" w:rsidR="00A2235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670" w:type="dxa"/>
          </w:tcPr>
          <w:p w14:paraId="193CCFAB" w14:textId="4F6FBECB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36" w:name="C_AQUIFERE"/>
            <w:r>
              <w:t>5</w:t>
            </w:r>
            <w:bookmarkEnd w:id="36"/>
          </w:p>
        </w:tc>
      </w:tr>
      <w:tr w:rsidR="00615562" w:rsidRPr="005F7F5F" w14:paraId="458D1B54" w14:textId="77777777" w:rsidTr="005F7F5F">
        <w:tc>
          <w:tcPr>
            <w:tcW w:w="2622" w:type="dxa"/>
          </w:tcPr>
          <w:p w14:paraId="52BF018A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4AAFF0D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670" w:type="dxa"/>
          </w:tcPr>
          <w:p w14:paraId="2F074920" w14:textId="76487A17" w:rsidR="00615562" w:rsidRPr="005F7F5F" w:rsidRDefault="004A5E5D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37" w:name="AQUIFERE"/>
            <w:r>
              <w:t>Coniacien</w:t>
            </w:r>
            <w:bookmarkEnd w:id="37"/>
          </w:p>
        </w:tc>
      </w:tr>
      <w:tr w:rsidR="00A22353" w:rsidRPr="005F7F5F" w14:paraId="2C1FEA51" w14:textId="77777777" w:rsidTr="005F7F5F">
        <w:tc>
          <w:tcPr>
            <w:tcW w:w="2622" w:type="dxa"/>
          </w:tcPr>
          <w:p w14:paraId="515E4307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283E3165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670" w:type="dxa"/>
          </w:tcPr>
          <w:p w14:paraId="74F9BEF6" w14:textId="22159135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38" w:name="LITHOLOGIE"/>
            <w:r>
              <w:t/>
            </w:r>
            <w:bookmarkEnd w:id="38"/>
          </w:p>
        </w:tc>
      </w:tr>
      <w:tr w:rsidR="005A2809" w:rsidRPr="005F7F5F" w14:paraId="3E04DE62" w14:textId="77777777" w:rsidTr="005F7F5F">
        <w:tc>
          <w:tcPr>
            <w:tcW w:w="2622" w:type="dxa"/>
          </w:tcPr>
          <w:p w14:paraId="5F6CDE25" w14:textId="77777777" w:rsidR="005A2809" w:rsidRPr="005F7F5F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6E931E89" w14:textId="77777777" w:rsidR="005A2809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670" w:type="dxa"/>
          </w:tcPr>
          <w:p w14:paraId="1D075998" w14:textId="4407B251" w:rsidR="005A2809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39" w:name="CODE_MASSE_EAU"/>
            <w:r>
              <w:t>5073</w:t>
            </w:r>
            <w:bookmarkEnd w:id="39"/>
          </w:p>
        </w:tc>
      </w:tr>
      <w:tr w:rsidR="008F53C3" w:rsidRPr="005F7F5F" w14:paraId="44376157" w14:textId="77777777" w:rsidTr="005F7F5F">
        <w:tc>
          <w:tcPr>
            <w:tcW w:w="2622" w:type="dxa"/>
          </w:tcPr>
          <w:p w14:paraId="5BD417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72A91C33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670" w:type="dxa"/>
          </w:tcPr>
          <w:p w14:paraId="5CABC1D1" w14:textId="443CEB0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0" w:name="LIBELLE_MASSE_EAU"/>
            <w:r>
              <w:t>Calcaires et sables du turonien coniacien captif nord-aquitain</w:t>
            </w:r>
            <w:bookmarkEnd w:id="40"/>
          </w:p>
        </w:tc>
      </w:tr>
      <w:tr w:rsidR="00AE02A2" w:rsidRPr="005F7F5F" w14:paraId="685183BE" w14:textId="77777777" w:rsidTr="005F7F5F">
        <w:tc>
          <w:tcPr>
            <w:tcW w:w="2622" w:type="dxa"/>
          </w:tcPr>
          <w:p w14:paraId="1B9E2E75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1E690EE8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670" w:type="dxa"/>
          </w:tcPr>
          <w:p w14:paraId="3F6D89F0" w14:textId="4503B85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1" w:name="DCE"/>
            <w:r>
              <w:t/>
            </w:r>
            <w:bookmarkEnd w:id="41"/>
          </w:p>
        </w:tc>
      </w:tr>
      <w:tr w:rsidR="008F53C3" w:rsidRPr="005F7F5F" w14:paraId="395F5561" w14:textId="77777777" w:rsidTr="005F7F5F">
        <w:tc>
          <w:tcPr>
            <w:tcW w:w="2622" w:type="dxa"/>
          </w:tcPr>
          <w:p w14:paraId="1A37FBC6" w14:textId="77777777" w:rsidR="008F53C3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0C2960C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670" w:type="dxa"/>
          </w:tcPr>
          <w:p w14:paraId="74033042" w14:textId="00DD4E3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2" w:name="C_RESEAU"/>
            <w:r>
              <w:t>2</w:t>
            </w:r>
            <w:bookmarkEnd w:id="42"/>
          </w:p>
        </w:tc>
      </w:tr>
      <w:tr w:rsidR="00AE02A2" w:rsidRPr="005F7F5F" w14:paraId="2C20505C" w14:textId="77777777" w:rsidTr="005F7F5F">
        <w:tc>
          <w:tcPr>
            <w:tcW w:w="2622" w:type="dxa"/>
          </w:tcPr>
          <w:p w14:paraId="195B3864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5B8F191C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670" w:type="dxa"/>
          </w:tcPr>
          <w:p w14:paraId="1BC33DA3" w14:textId="18E5ACCE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3" w:name="RESEAU"/>
            <w:r>
              <w:t>ADES</w:t>
            </w:r>
            <w:bookmarkEnd w:id="43"/>
          </w:p>
        </w:tc>
      </w:tr>
      <w:tr w:rsidR="00BF2B05" w:rsidRPr="005F7F5F" w14:paraId="18E74EC9" w14:textId="77777777" w:rsidTr="005F7F5F">
        <w:tc>
          <w:tcPr>
            <w:tcW w:w="2622" w:type="dxa"/>
          </w:tcPr>
          <w:p w14:paraId="6EB7B176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181FE61E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670" w:type="dxa"/>
          </w:tcPr>
          <w:p w14:paraId="1ACBD641" w14:textId="6F9E2FA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44" w:name="C_RESEAUX"/>
            <w:r>
              <w:t>2</w:t>
            </w:r>
            <w:bookmarkEnd w:id="44"/>
          </w:p>
        </w:tc>
      </w:tr>
      <w:tr w:rsidR="00BF2B05" w:rsidRPr="005F7F5F" w14:paraId="0327DE90" w14:textId="77777777" w:rsidTr="005F7F5F">
        <w:tc>
          <w:tcPr>
            <w:tcW w:w="2622" w:type="dxa"/>
          </w:tcPr>
          <w:p w14:paraId="7CC64052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5C9E78A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670" w:type="dxa"/>
          </w:tcPr>
          <w:p w14:paraId="4688A4D2" w14:textId="119C44C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45" w:name="L_RESEAUX"/>
            <w:r>
              <w:t>ADES</w:t>
            </w:r>
            <w:bookmarkEnd w:id="45"/>
          </w:p>
        </w:tc>
      </w:tr>
      <w:tr w:rsidR="00BF2B05" w:rsidRPr="005F7F5F" w14:paraId="141BF6AC" w14:textId="77777777" w:rsidTr="005F7F5F">
        <w:tc>
          <w:tcPr>
            <w:tcW w:w="2622" w:type="dxa"/>
          </w:tcPr>
          <w:p w14:paraId="2B91FEB9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1AE5D2D5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670" w:type="dxa"/>
          </w:tcPr>
          <w:p w14:paraId="7DD5F4C4" w14:textId="7CE07CB6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46" w:name="M_RESEAUX"/>
            <w:r>
              <w:t>ADES</w:t>
            </w:r>
            <w:bookmarkEnd w:id="46"/>
          </w:p>
        </w:tc>
      </w:tr>
      <w:tr w:rsidR="00BF2B05" w:rsidRPr="005F7F5F" w14:paraId="4E0F3A14" w14:textId="77777777" w:rsidTr="005F7F5F">
        <w:tc>
          <w:tcPr>
            <w:tcW w:w="2622" w:type="dxa"/>
          </w:tcPr>
          <w:p w14:paraId="0FD2D484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commentaires réseaux</w:t>
            </w:r>
          </w:p>
        </w:tc>
        <w:tc>
          <w:tcPr>
            <w:tcW w:w="2693" w:type="dxa"/>
          </w:tcPr>
          <w:p w14:paraId="262F8FF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670" w:type="dxa"/>
          </w:tcPr>
          <w:p w14:paraId="09B3B40E" w14:textId="578A65BD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47" w:name="COM_RESEAUX"/>
            <w:r>
              <w:t/>
            </w:r>
            <w:bookmarkEnd w:id="47"/>
          </w:p>
        </w:tc>
      </w:tr>
      <w:tr w:rsidR="00BF2B05" w:rsidRPr="005F7F5F" w14:paraId="1B0FBC20" w14:textId="77777777" w:rsidTr="005F7F5F">
        <w:tc>
          <w:tcPr>
            <w:tcW w:w="2622" w:type="dxa"/>
          </w:tcPr>
          <w:p w14:paraId="3933E590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16FA860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670" w:type="dxa"/>
          </w:tcPr>
          <w:p w14:paraId="23F5782A" w14:textId="511FF4E0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48" w:name="LISTE_RESEAUX"/>
            <w:r>
              <w:t>ADES</w:t>
            </w:r>
            <w:bookmarkEnd w:id="48"/>
          </w:p>
        </w:tc>
      </w:tr>
      <w:tr w:rsidR="00BF2B05" w:rsidRPr="005F7F5F" w14:paraId="3EB7CF50" w14:textId="77777777" w:rsidTr="005F7F5F">
        <w:tc>
          <w:tcPr>
            <w:tcW w:w="2622" w:type="dxa"/>
          </w:tcPr>
          <w:p w14:paraId="45B0DB6F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2CDF19E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670" w:type="dxa"/>
          </w:tcPr>
          <w:p w14:paraId="05F26275" w14:textId="2DCB64B2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49" w:name="HISTO_RESEAUX"/>
            <w:r>
              <w:t/>
            </w:r>
            <w:bookmarkEnd w:id="49"/>
          </w:p>
        </w:tc>
      </w:tr>
      <w:tr w:rsidR="00AE02A2" w:rsidRPr="005F7F5F" w14:paraId="42771DC6" w14:textId="77777777" w:rsidTr="005F7F5F">
        <w:tc>
          <w:tcPr>
            <w:tcW w:w="2622" w:type="dxa"/>
          </w:tcPr>
          <w:p w14:paraId="2C98FB5E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3F00DAF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670" w:type="dxa"/>
          </w:tcPr>
          <w:p w14:paraId="2B499F75" w14:textId="19385692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t/>
            </w:r>
            <w:bookmarkEnd w:id="50"/>
          </w:p>
        </w:tc>
      </w:tr>
      <w:tr w:rsidR="00AE02A2" w:rsidRPr="005F7F5F" w14:paraId="4D2B3B46" w14:textId="77777777" w:rsidTr="005F7F5F">
        <w:tc>
          <w:tcPr>
            <w:tcW w:w="2622" w:type="dxa"/>
          </w:tcPr>
          <w:p w14:paraId="6EBE1FB3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0ED31004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670" w:type="dxa"/>
          </w:tcPr>
          <w:p w14:paraId="521A11D7" w14:textId="25633C45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t>RESE_Font_Roman</w:t>
            </w:r>
            <w:bookmarkEnd w:id="51"/>
          </w:p>
        </w:tc>
      </w:tr>
      <w:tr w:rsidR="00AE02A2" w:rsidRPr="005F7F5F" w14:paraId="496CD743" w14:textId="77777777" w:rsidTr="005F7F5F">
        <w:tc>
          <w:tcPr>
            <w:tcW w:w="2622" w:type="dxa"/>
          </w:tcPr>
          <w:p w14:paraId="0E8DC1ED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F555E3D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670" w:type="dxa"/>
          </w:tcPr>
          <w:p w14:paraId="390D2C64" w14:textId="7AF1B40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t>4276656</w:t>
            </w:r>
            <w:bookmarkEnd w:id="52"/>
          </w:p>
        </w:tc>
      </w:tr>
      <w:tr w:rsidR="0025658B" w:rsidRPr="005F7F5F" w14:paraId="005745C5" w14:textId="77777777" w:rsidTr="005F7F5F">
        <w:tc>
          <w:tcPr>
            <w:tcW w:w="2622" w:type="dxa"/>
          </w:tcPr>
          <w:p w14:paraId="6F8B047F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43387033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670" w:type="dxa"/>
          </w:tcPr>
          <w:p w14:paraId="67353C4D" w14:textId="71E9BBB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t/>
            </w:r>
            <w:bookmarkEnd w:id="53"/>
          </w:p>
        </w:tc>
      </w:tr>
      <w:tr w:rsidR="0025658B" w:rsidRPr="005F7F5F" w14:paraId="75FD6DDE" w14:textId="77777777" w:rsidTr="005F7F5F">
        <w:tc>
          <w:tcPr>
            <w:tcW w:w="2622" w:type="dxa"/>
          </w:tcPr>
          <w:p w14:paraId="2F1C4A5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B5CD92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670" w:type="dxa"/>
          </w:tcPr>
          <w:p w14:paraId="64038475" w14:textId="63E728D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t/>
            </w:r>
            <w:bookmarkEnd w:id="54"/>
          </w:p>
        </w:tc>
      </w:tr>
      <w:tr w:rsidR="0025658B" w:rsidRPr="005F7F5F" w14:paraId="3A2D5E68" w14:textId="77777777" w:rsidTr="005F7F5F">
        <w:tc>
          <w:tcPr>
            <w:tcW w:w="2622" w:type="dxa"/>
          </w:tcPr>
          <w:p w14:paraId="166CD709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88231A2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670" w:type="dxa"/>
          </w:tcPr>
          <w:p w14:paraId="65B70AFC" w14:textId="67F68CD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t/>
            </w:r>
            <w:bookmarkEnd w:id="55"/>
          </w:p>
        </w:tc>
      </w:tr>
      <w:tr w:rsidR="0025658B" w:rsidRPr="005F7F5F" w14:paraId="71C50E3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51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A75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48F" w14:textId="53B6E97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STATION"/>
                  <w:enabled/>
                  <w:calcOnExit w:val="0"/>
                  <w:textInput/>
                </w:ffData>
              </w:fldChar>
            </w:r>
            <w:bookmarkStart w:id="56" w:name="TYPE_STATION"/>
            <w:r>
              <w:t/>
            </w:r>
            <w:bookmarkEnd w:id="56"/>
          </w:p>
        </w:tc>
      </w:tr>
      <w:tr w:rsidR="0025658B" w:rsidRPr="005F7F5F" w14:paraId="4A35B83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D4B0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Capteur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231A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TYPE_CAPTEUR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7B02" w14:textId="2640BCB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CAPTEUR"/>
                  <w:enabled/>
                  <w:calcOnExit w:val="0"/>
                  <w:textInput/>
                </w:ffData>
              </w:fldChar>
            </w:r>
            <w:bookmarkStart w:id="57" w:name="TYPE_CAPTEUR"/>
            <w:r>
              <w:t/>
            </w:r>
            <w:bookmarkEnd w:id="57"/>
          </w:p>
        </w:tc>
      </w:tr>
      <w:tr w:rsidR="0025658B" w:rsidRPr="005F7F5F" w14:paraId="4B8B38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00C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Téléphone 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395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FF3" w14:textId="2B5E8D76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STATION"/>
                  <w:enabled/>
                  <w:calcOnExit w:val="0"/>
                  <w:textInput/>
                </w:ffData>
              </w:fldChar>
            </w:r>
            <w:bookmarkStart w:id="58" w:name="TEL_STATION"/>
            <w:r>
              <w:t/>
            </w:r>
            <w:bookmarkEnd w:id="58"/>
          </w:p>
        </w:tc>
      </w:tr>
      <w:tr w:rsidR="0025658B" w:rsidRPr="005F7F5F" w14:paraId="06418BD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4EB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76D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772" w14:textId="58031C1A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ETHODE"/>
                  <w:enabled/>
                  <w:calcOnExit w:val="0"/>
                  <w:textInput/>
                </w:ffData>
              </w:fldChar>
            </w:r>
            <w:bookmarkStart w:id="59" w:name="C_METHODE"/>
            <w:r>
              <w:t>4</w:t>
            </w:r>
            <w:bookmarkEnd w:id="59"/>
          </w:p>
        </w:tc>
      </w:tr>
      <w:tr w:rsidR="0025658B" w:rsidRPr="005F7F5F" w14:paraId="28F1DDE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A1E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3BE7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FF0" w14:textId="7256FC50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ETHODE"/>
                  <w:enabled/>
                  <w:calcOnExit w:val="0"/>
                  <w:textInput/>
                </w:ffData>
              </w:fldChar>
            </w:r>
            <w:bookmarkStart w:id="60" w:name="METHODE"/>
            <w:r>
              <w:t>Enregistreur numérique télétransmis</w:t>
            </w:r>
            <w:bookmarkEnd w:id="60"/>
          </w:p>
        </w:tc>
      </w:tr>
      <w:tr w:rsidR="0025658B" w:rsidRPr="005F7F5F" w14:paraId="74AC965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513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AACF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9C64" w14:textId="43A6031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ERIODICITE"/>
                  <w:enabled/>
                  <w:calcOnExit w:val="0"/>
                  <w:textInput/>
                </w:ffData>
              </w:fldChar>
            </w:r>
            <w:bookmarkStart w:id="61" w:name="C_PERIODICITE"/>
            <w:r>
              <w:t/>
            </w:r>
            <w:bookmarkEnd w:id="61"/>
          </w:p>
        </w:tc>
      </w:tr>
      <w:tr w:rsidR="0025658B" w:rsidRPr="005F7F5F" w14:paraId="11B298F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BA82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44D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84DB" w14:textId="1EC782EE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RIODICITE"/>
                  <w:enabled/>
                  <w:calcOnExit w:val="0"/>
                  <w:textInput/>
                </w:ffData>
              </w:fldChar>
            </w:r>
            <w:bookmarkStart w:id="62" w:name="PERIODICITE"/>
            <w:r>
              <w:t/>
            </w:r>
            <w:bookmarkEnd w:id="62"/>
          </w:p>
        </w:tc>
      </w:tr>
      <w:tr w:rsidR="0025658B" w:rsidRPr="005F7F5F" w14:paraId="6702216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A8DA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6F5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PROFONDEUR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727" w14:textId="2A4C8C31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ONDEUR"/>
                  <w:enabled/>
                  <w:calcOnExit w:val="0"/>
                  <w:textInput/>
                </w:ffData>
              </w:fldChar>
            </w:r>
            <w:bookmarkStart w:id="63" w:name="PROFONDEUR"/>
            <w:r>
              <w:t/>
            </w:r>
            <w:bookmarkEnd w:id="63"/>
          </w:p>
        </w:tc>
      </w:tr>
      <w:tr w:rsidR="00C76D78" w:rsidRPr="005F7F5F" w14:paraId="68618FB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B438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FB5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43CB" w14:textId="21023E89" w:rsidR="00C76D78" w:rsidRPr="005F7F5F" w:rsidRDefault="004A5E5D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BULLETIN"/>
                  <w:enabled/>
                  <w:calcOnExit w:val="0"/>
                  <w:textInput/>
                </w:ffData>
              </w:fldChar>
            </w:r>
            <w:bookmarkStart w:id="64" w:name="TITRE_BULLETIN"/>
            <w:r>
              <w:t/>
            </w:r>
            <w:bookmarkEnd w:id="64"/>
          </w:p>
        </w:tc>
      </w:tr>
      <w:tr w:rsidR="00E21867" w:rsidRPr="005F7F5F" w14:paraId="17B4E2B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E6A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Historique des repères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775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HISTO_REPERES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97A9" w14:textId="1C342C1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PERES"/>
                  <w:enabled/>
                  <w:calcOnExit w:val="0"/>
                  <w:textInput/>
                </w:ffData>
              </w:fldChar>
            </w:r>
            <w:bookmarkStart w:id="65" w:name="HISTO_REPERES"/>
            <w:r>
              <w:t xml:space="preserve">01/01/2010 |  | Repère de mesure (bord du tube) | 01/01/2010 | 0.0 | 35.54 | Repère de mesure (bord du tube) || </w:t>
            </w:r>
            <w:bookmarkEnd w:id="65"/>
          </w:p>
        </w:tc>
      </w:tr>
      <w:tr w:rsidR="00E21867" w:rsidRPr="005F7F5F" w14:paraId="6DFEC417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3C48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5E86" w14:textId="77777777" w:rsidR="00E21867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COMENT</w:t>
            </w:r>
            <w:r w:rsidR="00E21867"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E17A" w14:textId="3783DD19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BULLETIN"/>
                  <w:enabled/>
                  <w:calcOnExit w:val="0"/>
                  <w:textInput/>
                </w:ffData>
              </w:fldChar>
            </w:r>
            <w:bookmarkStart w:id="66" w:name="COMMENT_BULLETIN"/>
            <w:r>
              <w:t/>
            </w:r>
            <w:bookmarkEnd w:id="66"/>
          </w:p>
        </w:tc>
      </w:tr>
      <w:tr w:rsidR="00E21867" w:rsidRPr="005F7F5F" w14:paraId="3A3218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9049" w14:textId="77777777" w:rsidR="00E21867" w:rsidRPr="005F7F5F" w:rsidRDefault="00E21867" w:rsidP="00E2186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1C29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ATE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09FE" w14:textId="1EE30B9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BULLETIN"/>
                  <w:enabled/>
                  <w:calcOnExit w:val="0"/>
                  <w:textInput/>
                </w:ffData>
              </w:fldChar>
            </w:r>
            <w:bookmarkStart w:id="67" w:name="DATE_BULLETIN"/>
            <w:r>
              <w:t/>
            </w:r>
            <w:bookmarkEnd w:id="67"/>
          </w:p>
        </w:tc>
      </w:tr>
      <w:tr w:rsidR="00E21867" w:rsidRPr="005F7F5F" w14:paraId="2CA35EF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444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Auteur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08AA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UTEUR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31EE" w14:textId="1FC4C6A6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BULLETIN"/>
                  <w:enabled/>
                  <w:calcOnExit w:val="0"/>
                  <w:textInput/>
                </w:ffData>
              </w:fldChar>
            </w:r>
            <w:bookmarkStart w:id="68" w:name="AUTEUR_BULLETIN"/>
            <w:r>
              <w:t/>
            </w:r>
            <w:bookmarkEnd w:id="68"/>
          </w:p>
        </w:tc>
      </w:tr>
      <w:tr w:rsidR="00514F9E" w:rsidRPr="005F7F5F" w14:paraId="092516E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F12F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634E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68E6" w14:textId="5F6B1EC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G_BULLETIN"/>
                  <w:enabled/>
                  <w:calcOnExit w:val="0"/>
                  <w:textInput/>
                </w:ffData>
              </w:fldChar>
            </w:r>
            <w:bookmarkStart w:id="69" w:name="TITRE_G_BULLETIN"/>
            <w:r>
              <w:t/>
            </w:r>
            <w:bookmarkEnd w:id="69"/>
          </w:p>
        </w:tc>
      </w:tr>
      <w:tr w:rsidR="00514F9E" w:rsidRPr="005F7F5F" w14:paraId="0139E9F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2DA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67C9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4BE2" w14:textId="45F09D1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G_BULLETIN"/>
                  <w:enabled/>
                  <w:calcOnExit w:val="0"/>
                  <w:textInput/>
                </w:ffData>
              </w:fldChar>
            </w:r>
            <w:bookmarkStart w:id="70" w:name="COMMENT_G_BULLETIN"/>
            <w:r>
              <w:t/>
            </w:r>
            <w:bookmarkEnd w:id="70"/>
          </w:p>
        </w:tc>
      </w:tr>
      <w:tr w:rsidR="00514F9E" w:rsidRPr="005F7F5F" w14:paraId="68A991C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399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CE04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EBB" w14:textId="3FCCF5F5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G_BULLETIN"/>
                  <w:enabled/>
                  <w:calcOnExit w:val="0"/>
                  <w:textInput/>
                </w:ffData>
              </w:fldChar>
            </w:r>
            <w:bookmarkStart w:id="71" w:name="DATE_G_BULLETIN"/>
            <w:r>
              <w:t/>
            </w:r>
            <w:bookmarkEnd w:id="71"/>
          </w:p>
        </w:tc>
      </w:tr>
      <w:tr w:rsidR="00514F9E" w:rsidRPr="005F7F5F" w14:paraId="5587150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D57C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Auteur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240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AUTEUR_</w:t>
            </w:r>
            <w:r w:rsidR="00B353E1" w:rsidRPr="005F7F5F">
              <w:rPr>
                <w:rFonts w:ascii="Calibri" w:hAnsi="Calibri"/>
              </w:rPr>
              <w:t xml:space="preserve"> </w:t>
            </w:r>
            <w:r w:rsidR="00B353E1" w:rsidRPr="005F7F5F">
              <w:rPr>
                <w:rFonts w:ascii="Calibri" w:hAnsi="Calibri"/>
                <w:snapToGrid w:val="0"/>
                <w:color w:val="0000FF"/>
              </w:rPr>
              <w:t xml:space="preserve">G_ </w:t>
            </w:r>
            <w:r w:rsidRPr="005F7F5F">
              <w:rPr>
                <w:rFonts w:ascii="Calibri" w:hAnsi="Calibri"/>
                <w:snapToGrid w:val="0"/>
                <w:color w:val="0000FF"/>
              </w:rPr>
              <w:t>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E0AC" w14:textId="0D75F247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G_BULLETIN"/>
                  <w:enabled/>
                  <w:calcOnExit w:val="0"/>
                  <w:textInput/>
                </w:ffData>
              </w:fldChar>
            </w:r>
            <w:bookmarkStart w:id="72" w:name="AUTEUR_G_BULLETIN"/>
            <w:r>
              <w:t/>
            </w:r>
            <w:bookmarkEnd w:id="72"/>
          </w:p>
        </w:tc>
      </w:tr>
      <w:tr w:rsidR="005D7EAD" w:rsidRPr="005F7F5F" w14:paraId="6941798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E35" w14:textId="77777777" w:rsidR="005D7EAD" w:rsidRPr="005F7F5F" w:rsidRDefault="005D7EAD" w:rsidP="005D7EA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gram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de  l’unité</w:t>
            </w:r>
            <w:proofErr w:type="gramEnd"/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1EB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UNITE_GESTION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714" w14:textId="70ACE3C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E_GESTION"/>
                  <w:enabled/>
                  <w:calcOnExit w:val="0"/>
                  <w:textInput/>
                </w:ffData>
              </w:fldChar>
            </w:r>
            <w:bookmarkStart w:id="73" w:name="UNITE_GESTION"/>
            <w:r>
              <w:t/>
            </w:r>
            <w:bookmarkEnd w:id="73"/>
          </w:p>
        </w:tc>
      </w:tr>
      <w:tr w:rsidR="005D7EAD" w:rsidRPr="005F7F5F" w14:paraId="594A6DB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2F6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DE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0025" w14:textId="009611C3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GESTION"/>
                  <w:enabled/>
                  <w:calcOnExit w:val="0"/>
                  <w:textInput/>
                </w:ffData>
              </w:fldChar>
            </w:r>
            <w:bookmarkStart w:id="74" w:name="NOM_UNIT_GESTION"/>
            <w:r>
              <w:t/>
            </w:r>
            <w:bookmarkEnd w:id="74"/>
          </w:p>
        </w:tc>
      </w:tr>
      <w:tr w:rsidR="005D7EAD" w:rsidRPr="005F7F5F" w14:paraId="680C2E1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C9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F3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UNIT_DISTRIB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7ED" w14:textId="53B130B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_DISTRIB"/>
                  <w:enabled/>
                  <w:calcOnExit w:val="0"/>
                  <w:textInput/>
                </w:ffData>
              </w:fldChar>
            </w:r>
            <w:bookmarkStart w:id="75" w:name="UNIT_DISTRIB"/>
            <w:r>
              <w:t/>
            </w:r>
            <w:bookmarkEnd w:id="75"/>
          </w:p>
        </w:tc>
      </w:tr>
      <w:tr w:rsidR="005D7EAD" w:rsidRPr="005F7F5F" w14:paraId="5614572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7F0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6BC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UNIT_DISTRI</w:t>
            </w:r>
            <w:r w:rsidRPr="005F7F5F">
              <w:rPr>
                <w:rFonts w:ascii="Calibri" w:hAnsi="Calibri"/>
                <w:snapToGrid w:val="0"/>
                <w:color w:val="0000FF"/>
              </w:rPr>
              <w:t>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647" w14:textId="5FFF4BD1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DISTRIB"/>
                  <w:enabled/>
                  <w:calcOnExit w:val="0"/>
                  <w:textInput/>
                </w:ffData>
              </w:fldChar>
            </w:r>
            <w:bookmarkStart w:id="76" w:name="NOM_UNIT_DISTRIB"/>
            <w:r>
              <w:t/>
            </w:r>
            <w:bookmarkEnd w:id="76"/>
          </w:p>
        </w:tc>
      </w:tr>
      <w:tr w:rsidR="005D7EAD" w:rsidRPr="005F7F5F" w14:paraId="0355CAC9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039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de réservoir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3C3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TYPE_RESERVOIR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4FD" w14:textId="2F3439D9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RESERVOIR"/>
                  <w:enabled/>
                  <w:calcOnExit w:val="0"/>
                  <w:textInput/>
                </w:ffData>
              </w:fldChar>
            </w:r>
            <w:bookmarkStart w:id="77" w:name="TYPE_RESERVOIR"/>
            <w:r>
              <w:t/>
            </w:r>
            <w:bookmarkEnd w:id="77"/>
          </w:p>
        </w:tc>
      </w:tr>
      <w:tr w:rsidR="005D7EAD" w:rsidRPr="005F7F5F" w14:paraId="41D3425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19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réalisation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A2D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DATE_REALISATION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5DB" w14:textId="72EB324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REALISATION"/>
                  <w:enabled/>
                  <w:calcOnExit w:val="0"/>
                  <w:textInput/>
                </w:ffData>
              </w:fldChar>
            </w:r>
            <w:bookmarkStart w:id="78" w:name="DATE_REALISATION"/>
            <w:r>
              <w:t/>
            </w:r>
            <w:bookmarkEnd w:id="78"/>
          </w:p>
        </w:tc>
      </w:tr>
      <w:tr w:rsidR="005D7EAD" w:rsidRPr="005F7F5F" w14:paraId="352B039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33B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mise en service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503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DATE_SERVICE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B308" w14:textId="1C9D5A9F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SERVICE"/>
                  <w:enabled/>
                  <w:calcOnExit w:val="0"/>
                  <w:textInput/>
                </w:ffData>
              </w:fldChar>
            </w:r>
            <w:bookmarkStart w:id="79" w:name="DATE_SERVICE"/>
            <w:r>
              <w:t/>
            </w:r>
            <w:bookmarkEnd w:id="79"/>
          </w:p>
        </w:tc>
      </w:tr>
      <w:tr w:rsidR="005D7EAD" w:rsidRPr="005F7F5F" w14:paraId="051B8EE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3F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87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2A88" w14:textId="03DA833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AUTORISE"/>
                  <w:enabled/>
                  <w:calcOnExit w:val="0"/>
                  <w:textInput/>
                </w:ffData>
              </w:fldChar>
            </w:r>
            <w:bookmarkStart w:id="80" w:name="DEBIT_AUTORISE"/>
            <w:r>
              <w:t/>
            </w:r>
            <w:bookmarkEnd w:id="80"/>
          </w:p>
        </w:tc>
      </w:tr>
      <w:tr w:rsidR="005D7EAD" w:rsidRPr="005F7F5F" w14:paraId="2A1CC37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0D1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E467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F94" w14:textId="50AECA24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ARRETE"/>
                  <w:enabled/>
                  <w:calcOnExit w:val="0"/>
                  <w:textInput/>
                </w:ffData>
              </w:fldChar>
            </w:r>
            <w:bookmarkStart w:id="81" w:name="DATE_ARRETE"/>
            <w:r>
              <w:t/>
            </w:r>
            <w:bookmarkEnd w:id="81"/>
          </w:p>
        </w:tc>
      </w:tr>
      <w:tr w:rsidR="005D7EAD" w:rsidRPr="005F7F5F" w14:paraId="493D0DC6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17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Numéro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44A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NUM_ARRETE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5EC9" w14:textId="48E1202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UM_ARRETE"/>
                  <w:enabled/>
                  <w:calcOnExit w:val="0"/>
                  <w:textInput/>
                </w:ffData>
              </w:fldChar>
            </w:r>
            <w:bookmarkStart w:id="82" w:name="NUM_ARRETE"/>
            <w:r>
              <w:t/>
            </w:r>
            <w:bookmarkEnd w:id="82"/>
          </w:p>
        </w:tc>
      </w:tr>
      <w:tr w:rsidR="005D7EAD" w:rsidRPr="005F7F5F" w14:paraId="04E5342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4D1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du type d’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E48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7AA" w14:textId="752A5D7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RTESIANISME"/>
                  <w:enabled/>
                  <w:calcOnExit w:val="0"/>
                  <w:textInput/>
                </w:ffData>
              </w:fldChar>
            </w:r>
            <w:bookmarkStart w:id="83" w:name="TYPE_ARTESIANISME"/>
            <w:r>
              <w:t/>
            </w:r>
            <w:bookmarkEnd w:id="83"/>
          </w:p>
        </w:tc>
      </w:tr>
      <w:tr w:rsidR="005D7EAD" w:rsidRPr="005F7F5F" w14:paraId="3B4422E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002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8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6FD" w14:textId="337BD51A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RTESIANISME"/>
                  <w:enabled/>
                  <w:calcOnExit w:val="0"/>
                  <w:textInput/>
                </w:ffData>
              </w:fldChar>
            </w:r>
            <w:bookmarkStart w:id="84" w:name="ARTESIANISME"/>
            <w:r>
              <w:t/>
            </w:r>
            <w:bookmarkEnd w:id="84"/>
          </w:p>
        </w:tc>
      </w:tr>
      <w:tr w:rsidR="005D7EAD" w:rsidRPr="005F7F5F" w14:paraId="66A7A06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E9B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exploité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1A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DEBIT_EXPLOITE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0D0" w14:textId="53609450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EXPLOITE"/>
                  <w:enabled/>
                  <w:calcOnExit w:val="0"/>
                  <w:textInput/>
                </w:ffData>
              </w:fldChar>
            </w:r>
            <w:bookmarkStart w:id="85" w:name="DEBIT_EXPLOITE"/>
            <w:r>
              <w:t>60.0</w:t>
            </w:r>
            <w:bookmarkEnd w:id="85"/>
          </w:p>
        </w:tc>
      </w:tr>
      <w:tr w:rsidR="005D7EAD" w:rsidRPr="005F7F5F" w14:paraId="31B04978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64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Volume annuel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345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VOL_ANNUEL_AUTORISE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85D7" w14:textId="7DF0CEA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VOL_ANNUEL_AUTORISE"/>
                  <w:enabled/>
                  <w:calcOnExit w:val="0"/>
                  <w:textInput/>
                </w:ffData>
              </w:fldChar>
            </w:r>
            <w:bookmarkStart w:id="86" w:name="VOL_ANNUEL_AUTORISE"/>
            <w:r>
              <w:t/>
            </w:r>
            <w:bookmarkEnd w:id="86"/>
          </w:p>
        </w:tc>
      </w:tr>
      <w:tr w:rsidR="005D7EAD" w:rsidRPr="005F7F5F" w14:paraId="62C66AC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B8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40F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EXPLOITANT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563" w14:textId="3064225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LOITANT"/>
                  <w:enabled/>
                  <w:calcOnExit w:val="0"/>
                  <w:textInput/>
                </w:ffData>
              </w:fldChar>
            </w:r>
            <w:bookmarkStart w:id="87" w:name="EXPLOITANT"/>
            <w:r>
              <w:t/>
            </w:r>
            <w:bookmarkEnd w:id="87"/>
          </w:p>
        </w:tc>
      </w:tr>
      <w:tr w:rsidR="005D7EAD" w:rsidRPr="005F7F5F" w14:paraId="5A38DB3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AD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D5E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EXPLOITA</w:t>
            </w:r>
            <w:r w:rsidRPr="005F7F5F">
              <w:rPr>
                <w:rFonts w:ascii="Calibri" w:hAnsi="Calibri"/>
                <w:snapToGrid w:val="0"/>
                <w:color w:val="0000FF"/>
              </w:rPr>
              <w:t>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4F7A" w14:textId="66940DE2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EXPLOITANT"/>
                  <w:enabled/>
                  <w:calcOnExit w:val="0"/>
                  <w:textInput/>
                </w:ffData>
              </w:fldChar>
            </w:r>
            <w:bookmarkStart w:id="88" w:name="NOM_EXPLOITANT"/>
            <w:r>
              <w:t/>
            </w:r>
            <w:bookmarkEnd w:id="88"/>
          </w:p>
        </w:tc>
      </w:tr>
      <w:tr w:rsidR="00CB68FD" w:rsidRPr="005F7F5F" w14:paraId="5101F90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2D17" w14:textId="77777777" w:rsidR="00CB68FD" w:rsidRPr="005F7F5F" w:rsidRDefault="00CB68FD" w:rsidP="00CB68F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035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DD4" w14:textId="2D8CF54B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89" w:name="C_BASSIN_VERSANT"/>
            <w:r>
              <w:t/>
            </w:r>
            <w:bookmarkEnd w:id="89"/>
          </w:p>
        </w:tc>
      </w:tr>
      <w:tr w:rsidR="00CB68FD" w:rsidRPr="005F7F5F" w14:paraId="674920D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9362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5C4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078B" w14:textId="55602019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90" w:name="L_BASSIN_VERSANT"/>
            <w:r>
              <w:t/>
            </w:r>
            <w:bookmarkEnd w:id="90"/>
          </w:p>
        </w:tc>
      </w:tr>
      <w:tr w:rsidR="00013633" w:rsidRPr="005F7F5F" w14:paraId="57805DF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43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CD2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821" w14:textId="42DFD646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91" w:name="COND_ACCES"/>
            <w:r>
              <w:t/>
            </w:r>
            <w:bookmarkEnd w:id="91"/>
          </w:p>
        </w:tc>
      </w:tr>
      <w:tr w:rsidR="00013633" w:rsidRPr="005F7F5F" w14:paraId="768161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EFF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AF8A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3859" w14:textId="5DD2235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92" w:name="C_COND_ACCES"/>
            <w:r>
              <w:t/>
            </w:r>
            <w:bookmarkEnd w:id="92"/>
          </w:p>
        </w:tc>
      </w:tr>
      <w:tr w:rsidR="00013633" w:rsidRPr="005F7F5F" w14:paraId="44D1A6B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B48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A06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2B7F" w14:textId="2A8AA424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93" w:name="L_COND_ACCES"/>
            <w:r>
              <w:t/>
            </w:r>
            <w:bookmarkEnd w:id="93"/>
          </w:p>
        </w:tc>
      </w:tr>
      <w:tr w:rsidR="00013633" w:rsidRPr="005F7F5F" w14:paraId="367782F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876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BEE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091" w14:textId="1A33E360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94" w:name="AMENAGEMENT"/>
            <w:r>
              <w:t/>
            </w:r>
            <w:bookmarkEnd w:id="94"/>
          </w:p>
        </w:tc>
      </w:tr>
      <w:tr w:rsidR="00013633" w:rsidRPr="005F7F5F" w14:paraId="597DE8C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4AB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5169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94F" w14:textId="29ABC32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95" w:name="CLE_ACCES"/>
            <w:r>
              <w:t/>
            </w:r>
            <w:bookmarkEnd w:id="95"/>
          </w:p>
        </w:tc>
      </w:tr>
      <w:tr w:rsidR="00013633" w:rsidRPr="005F7F5F" w14:paraId="5F54D21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1419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D0B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07D" w14:textId="2200BB1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96" w:name="TYPE_AMENAGEMENT"/>
            <w:r>
              <w:t/>
            </w:r>
            <w:bookmarkEnd w:id="96"/>
          </w:p>
        </w:tc>
      </w:tr>
      <w:tr w:rsidR="00013633" w:rsidRPr="005F7F5F" w14:paraId="4408D9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B0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E81D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1F2" w14:textId="2B3D7CC1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97" w:name="L_TYPE_AMENAGEMENT"/>
            <w:r>
              <w:t/>
            </w:r>
            <w:bookmarkEnd w:id="97"/>
          </w:p>
        </w:tc>
      </w:tr>
      <w:tr w:rsidR="00013633" w:rsidRPr="005F7F5F" w14:paraId="1A37256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4935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43F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F58" w14:textId="13439D8B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98" w:name="PROF_NAPPE"/>
            <w:r>
              <w:t/>
            </w:r>
            <w:bookmarkEnd w:id="98"/>
          </w:p>
        </w:tc>
      </w:tr>
    </w:tbl>
    <w:p w14:paraId="50A3CB38" w14:textId="77777777" w:rsidR="00DB1C2B" w:rsidRPr="005F7F5F" w:rsidRDefault="00DB1C2B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p w14:paraId="36B81084" w14:textId="77777777" w:rsidR="00514F9E" w:rsidRPr="005F7F5F" w:rsidRDefault="00514F9E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8221"/>
      </w:tblGrid>
      <w:tr w:rsidR="00514F9E" w:rsidRPr="005F7F5F" w14:paraId="5A37B9D5" w14:textId="77777777" w:rsidTr="006D57E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46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Mesures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C192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TAB_MESURES</w:t>
            </w:r>
          </w:p>
        </w:tc>
      </w:tr>
      <w:tr w:rsidR="00DB1C2B" w:rsidRPr="005F7F5F" w14:paraId="09D599B0" w14:textId="77777777" w:rsidTr="000D37EB">
        <w:tc>
          <w:tcPr>
            <w:tcW w:w="10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846" w14:textId="58DB1E60" w:rsidR="00DB1C2B" w:rsidRPr="005F7F5F" w:rsidRDefault="004A5E5D" w:rsidP="00CC1E64">
            <w:pPr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</w:rPr>
              <w:fldChar w:fldCharType="begin">
                <w:ffData>
                  <w:name w:val="TAB_MESURES"/>
                  <w:enabled/>
                  <w:calcOnExit w:val="0"/>
                  <w:textInput/>
                </w:ffData>
              </w:fldChar>
            </w:r>
            <w:bookmarkStart w:id="99" w:name="TAB_MESURES"/>
            <w:r>
              <w:t/>
            </w:r>
            <w:bookmarkEnd w:id="99"/>
          </w:p>
          <w:p w14:paraId="1FA14B61" w14:textId="77777777" w:rsidR="00187295" w:rsidRPr="005F7F5F" w:rsidRDefault="00187295" w:rsidP="00CC1E64">
            <w:pPr>
              <w:rPr>
                <w:rFonts w:ascii="Calibri" w:hAnsi="Calibri"/>
                <w:b/>
                <w:snapToGrid w:val="0"/>
                <w:color w:val="000000"/>
              </w:rPr>
            </w:pPr>
          </w:p>
        </w:tc>
      </w:tr>
    </w:tbl>
    <w:p w14:paraId="6275B96C" w14:textId="77777777" w:rsidR="00187295" w:rsidRPr="005F7F5F" w:rsidRDefault="00187295" w:rsidP="00CC1E64">
      <w:pPr>
        <w:rPr>
          <w:rFonts w:ascii="Calibri" w:hAnsi="Calibri"/>
          <w:snapToGrid w:val="0"/>
        </w:rPr>
      </w:pPr>
    </w:p>
    <w:p w14:paraId="59573ED2" w14:textId="77777777" w:rsidR="00187295" w:rsidRPr="005F7F5F" w:rsidRDefault="00187295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p w14:paraId="0311EF49" w14:textId="77777777" w:rsidR="006B74F3" w:rsidRPr="005F7F5F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5F7F5F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F53C3" w:rsidRPr="005F7F5F" w14:paraId="00B021E8" w14:textId="77777777" w:rsidTr="005F7F5F">
        <w:tc>
          <w:tcPr>
            <w:tcW w:w="5599" w:type="dxa"/>
            <w:shd w:val="clear" w:color="auto" w:fill="0A0A51"/>
          </w:tcPr>
          <w:p w14:paraId="621573B2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6C046C00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5F7F5F" w14:paraId="11E11CF2" w14:textId="77777777" w:rsidTr="008F53C3">
        <w:trPr>
          <w:trHeight w:hRule="exact" w:val="3400"/>
        </w:trPr>
        <w:tc>
          <w:tcPr>
            <w:tcW w:w="5599" w:type="dxa"/>
          </w:tcPr>
          <w:p w14:paraId="001175F6" w14:textId="5103CD92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00" w:name="PHOTO_SITE"/>
            <w:r>
              <w:t/>
            </w:r>
            <w:bookmarkEnd w:id="100"/>
          </w:p>
        </w:tc>
        <w:tc>
          <w:tcPr>
            <w:tcW w:w="5386" w:type="dxa"/>
          </w:tcPr>
          <w:p w14:paraId="38E70615" w14:textId="674130F0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01" w:name="PHOTO_REPERE"/>
            <w:r>
              <w:t/>
            </w:r>
            <w:bookmarkEnd w:id="101"/>
          </w:p>
        </w:tc>
      </w:tr>
    </w:tbl>
    <w:p w14:paraId="04203DEB" w14:textId="4411A3F3" w:rsidR="005A2809" w:rsidRPr="005F7F5F" w:rsidRDefault="006B74F3">
      <w:pPr>
        <w:pStyle w:val="Lgende"/>
        <w:spacing w:before="0"/>
        <w:rPr>
          <w:rFonts w:ascii="Calibri" w:hAnsi="Calibri"/>
          <w:color w:val="0000FF"/>
          <w:sz w:val="20"/>
        </w:rPr>
      </w:pPr>
      <w:r w:rsidRPr="005F7F5F">
        <w:rPr>
          <w:rFonts w:ascii="Calibri" w:hAnsi="Calibri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IGN N°                 </w:t>
      </w:r>
      <w:r w:rsidR="005A2809"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02" w:name="CARTE_IGN"/>
      <w:r>
        <w:t xml:space="preserve"> </w:t>
      </w:r>
      <w:bookmarkEnd w:id="102"/>
    </w:p>
    <w:p w14:paraId="63F41737" w14:textId="6A0793F0" w:rsidR="006B74F3" w:rsidRPr="005F7F5F" w:rsidRDefault="005A2809">
      <w:pPr>
        <w:pStyle w:val="Lgende"/>
        <w:spacing w:before="0"/>
        <w:rPr>
          <w:rFonts w:ascii="Calibri" w:hAnsi="Calibri"/>
          <w:color w:val="0000FF"/>
          <w:sz w:val="24"/>
        </w:rPr>
      </w:pP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géologique</w:t>
      </w: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03" w:name="CARTE_GEOLOGIQUE"/>
      <w:r>
        <w:t/>
      </w:r>
      <w:bookmarkEnd w:id="1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5F7F5F" w14:paraId="7166F454" w14:textId="77777777">
        <w:trPr>
          <w:trHeight w:hRule="exact" w:val="5744"/>
        </w:trPr>
        <w:tc>
          <w:tcPr>
            <w:tcW w:w="11082" w:type="dxa"/>
          </w:tcPr>
          <w:p w14:paraId="262B97B0" w14:textId="152C5A12" w:rsidR="006B74F3" w:rsidRPr="005F7F5F" w:rsidRDefault="004A5E5D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04" w:name="PHOTO_CARTE"/>
            <w:r>
              <w:t/>
            </w:r>
            <w:bookmarkEnd w:id="104"/>
          </w:p>
        </w:tc>
      </w:tr>
    </w:tbl>
    <w:p w14:paraId="15B83FF7" w14:textId="77777777" w:rsidR="00CE11F0" w:rsidRPr="005F7F5F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587AAD89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b w:val="0"/>
          <w:sz w:val="25"/>
        </w:rPr>
        <w:br w:type="page"/>
      </w:r>
      <w:r w:rsidRPr="005F7F5F">
        <w:rPr>
          <w:rFonts w:ascii="Calibri" w:hAnsi="Calibri"/>
          <w:color w:val="0000FF"/>
        </w:rPr>
        <w:lastRenderedPageBreak/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4"/>
      </w:tblGrid>
      <w:tr w:rsidR="00CE11F0" w:rsidRPr="005F7F5F" w14:paraId="41A37B06" w14:textId="77777777" w:rsidTr="005F7F5F">
        <w:trPr>
          <w:trHeight w:hRule="exact" w:val="5744"/>
        </w:trPr>
        <w:tc>
          <w:tcPr>
            <w:tcW w:w="11154" w:type="dxa"/>
          </w:tcPr>
          <w:p w14:paraId="7560538F" w14:textId="77777777" w:rsidR="005F7F5F" w:rsidRPr="005F7F5F" w:rsidRDefault="005F7F5F" w:rsidP="005F7F5F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Graphique année</w:t>
            </w:r>
          </w:p>
          <w:p w14:paraId="0B727948" w14:textId="760B2B94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ANNEE"/>
                  <w:enabled/>
                  <w:calcOnExit w:val="0"/>
                  <w:textInput/>
                </w:ffData>
              </w:fldChar>
            </w:r>
            <w:bookmarkStart w:id="105" w:name="GRAPHIQUE_ANNEE"/>
            <w:r>
              <w:t/>
            </w:r>
            <w:bookmarkEnd w:id="105"/>
          </w:p>
        </w:tc>
      </w:tr>
    </w:tbl>
    <w:p w14:paraId="37B3740A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color w:val="0000FF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CE11F0" w:rsidRPr="005F7F5F" w14:paraId="35824C49" w14:textId="77777777" w:rsidTr="006B74F3">
        <w:trPr>
          <w:trHeight w:hRule="exact" w:val="5744"/>
        </w:trPr>
        <w:tc>
          <w:tcPr>
            <w:tcW w:w="11082" w:type="dxa"/>
          </w:tcPr>
          <w:p w14:paraId="7A777BD2" w14:textId="77777777" w:rsidR="005F7F5F" w:rsidRPr="005F7F5F" w:rsidRDefault="005F7F5F" w:rsidP="005F7F5F">
            <w:pPr>
              <w:widowControl w:val="0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 xml:space="preserve">Graphique </w:t>
            </w:r>
            <w:r>
              <w:rPr>
                <w:rFonts w:ascii="Calibri" w:hAnsi="Calibri"/>
                <w:b/>
                <w:snapToGrid w:val="0"/>
                <w:color w:val="FFFFFF"/>
                <w:sz w:val="28"/>
              </w:rPr>
              <w:t>Total</w:t>
            </w:r>
          </w:p>
          <w:p w14:paraId="54D61F79" w14:textId="391EA005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TOTAL"/>
                  <w:enabled/>
                  <w:calcOnExit w:val="0"/>
                  <w:textInput/>
                </w:ffData>
              </w:fldChar>
            </w:r>
            <w:bookmarkStart w:id="106" w:name="GRAPHIQUE_TOTAL"/>
            <w:r>
              <w:t/>
            </w:r>
            <w:bookmarkEnd w:id="106"/>
          </w:p>
        </w:tc>
      </w:tr>
    </w:tbl>
    <w:p w14:paraId="62B55280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612AEB5D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46943A15" w14:textId="77777777" w:rsidR="006B74F3" w:rsidRPr="005F7F5F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5F7F5F" w:rsidSect="005F7F5F">
      <w:headerReference w:type="default" r:id="rId6"/>
      <w:footerReference w:type="default" r:id="rId7"/>
      <w:pgSz w:w="11908" w:h="16832" w:code="9"/>
      <w:pgMar w:top="1134" w:right="286" w:bottom="993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F9397" w14:textId="77777777" w:rsidR="00F3137D" w:rsidRDefault="00F3137D">
      <w:r>
        <w:separator/>
      </w:r>
    </w:p>
  </w:endnote>
  <w:endnote w:type="continuationSeparator" w:id="0">
    <w:p w14:paraId="540215EB" w14:textId="77777777" w:rsidR="00F3137D" w:rsidRDefault="00F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C0A8" w14:textId="77777777" w:rsidR="005F7F5F" w:rsidRDefault="00F3137D">
    <w:pPr>
      <w:pStyle w:val="Pieddepage"/>
    </w:pPr>
    <w:r>
      <w:rPr>
        <w:noProof/>
      </w:rPr>
      <w:pict w14:anchorId="407890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2.3pt;margin-top:9.4pt;width:765pt;height:72.35pt;z-index:1">
          <v:imagedata r:id="rId1" o:title="aquasys"/>
        </v:shape>
      </w:pict>
    </w:r>
  </w:p>
  <w:p w14:paraId="207FC560" w14:textId="77777777" w:rsidR="005F7F5F" w:rsidRDefault="005F7F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CAB67" w14:textId="77777777" w:rsidR="00F3137D" w:rsidRDefault="00F3137D">
      <w:r>
        <w:separator/>
      </w:r>
    </w:p>
  </w:footnote>
  <w:footnote w:type="continuationSeparator" w:id="0">
    <w:p w14:paraId="4EAE4646" w14:textId="77777777" w:rsidR="00F3137D" w:rsidRDefault="00F3137D">
      <w:r>
        <w:continuationSeparator/>
      </w:r>
    </w:p>
  </w:footnote>
  <w:footnote w:type="separator" w:id="-1">
    <w:p w14:paraId="571CAB67" w14:textId="77777777" w:rsidR="00F3137D" w:rsidRDefault="00F3137D">
      <w:r>
        <w:separator/>
      </w:r>
    </w:p>
  </w:footnote>
  <w:footnote w:type="continuationSeparator" w:id="0">
    <w:p w14:paraId="4EAE4646" w14:textId="77777777" w:rsidR="00F3137D" w:rsidRDefault="00F3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96B59" w14:textId="77777777" w:rsidR="005F7F5F" w:rsidRDefault="00F3137D">
    <w:pPr>
      <w:pStyle w:val="En-tte"/>
    </w:pPr>
    <w:r>
      <w:rPr>
        <w:noProof/>
      </w:rPr>
      <w:pict w14:anchorId="67E111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8.55pt;margin-top:-23.85pt;width:149.35pt;height:36.55pt;z-index:2">
          <v:imagedata r:id="rId1" o:title="aquasy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CBE"/>
    <w:rsid w:val="000057BF"/>
    <w:rsid w:val="00013633"/>
    <w:rsid w:val="00036F3F"/>
    <w:rsid w:val="0006339F"/>
    <w:rsid w:val="00086585"/>
    <w:rsid w:val="000A2820"/>
    <w:rsid w:val="000B4FA2"/>
    <w:rsid w:val="000C075D"/>
    <w:rsid w:val="000C3509"/>
    <w:rsid w:val="000D37EB"/>
    <w:rsid w:val="00156B95"/>
    <w:rsid w:val="00187295"/>
    <w:rsid w:val="001C63BD"/>
    <w:rsid w:val="0025658B"/>
    <w:rsid w:val="00286111"/>
    <w:rsid w:val="002D3612"/>
    <w:rsid w:val="0030248E"/>
    <w:rsid w:val="0030607B"/>
    <w:rsid w:val="00364BA4"/>
    <w:rsid w:val="00381EB5"/>
    <w:rsid w:val="00394BB4"/>
    <w:rsid w:val="003A1B43"/>
    <w:rsid w:val="00416449"/>
    <w:rsid w:val="004A5E5D"/>
    <w:rsid w:val="004B025B"/>
    <w:rsid w:val="004F7C4F"/>
    <w:rsid w:val="00513E10"/>
    <w:rsid w:val="00514F9E"/>
    <w:rsid w:val="005245F2"/>
    <w:rsid w:val="0052486C"/>
    <w:rsid w:val="00556E07"/>
    <w:rsid w:val="005A03DC"/>
    <w:rsid w:val="005A2809"/>
    <w:rsid w:val="005D7EAD"/>
    <w:rsid w:val="005F7F5F"/>
    <w:rsid w:val="00603302"/>
    <w:rsid w:val="00613E3B"/>
    <w:rsid w:val="00615562"/>
    <w:rsid w:val="0065585E"/>
    <w:rsid w:val="006824CB"/>
    <w:rsid w:val="006B0084"/>
    <w:rsid w:val="006B74F3"/>
    <w:rsid w:val="006D0D59"/>
    <w:rsid w:val="006D57E4"/>
    <w:rsid w:val="00730CC2"/>
    <w:rsid w:val="00743E32"/>
    <w:rsid w:val="007612D0"/>
    <w:rsid w:val="00765904"/>
    <w:rsid w:val="00783203"/>
    <w:rsid w:val="007E6397"/>
    <w:rsid w:val="0080669A"/>
    <w:rsid w:val="00864FBF"/>
    <w:rsid w:val="008874B8"/>
    <w:rsid w:val="008A1DFE"/>
    <w:rsid w:val="008F53C3"/>
    <w:rsid w:val="009370E2"/>
    <w:rsid w:val="00953D98"/>
    <w:rsid w:val="009B5AF5"/>
    <w:rsid w:val="009E43E9"/>
    <w:rsid w:val="00A22353"/>
    <w:rsid w:val="00AB7431"/>
    <w:rsid w:val="00AE02A2"/>
    <w:rsid w:val="00B353E1"/>
    <w:rsid w:val="00B62AB8"/>
    <w:rsid w:val="00BB3638"/>
    <w:rsid w:val="00BC6D0A"/>
    <w:rsid w:val="00BD7314"/>
    <w:rsid w:val="00BF2B05"/>
    <w:rsid w:val="00C01068"/>
    <w:rsid w:val="00C149A3"/>
    <w:rsid w:val="00C34BE5"/>
    <w:rsid w:val="00C36F91"/>
    <w:rsid w:val="00C5191B"/>
    <w:rsid w:val="00C76D78"/>
    <w:rsid w:val="00C9795B"/>
    <w:rsid w:val="00CB68FD"/>
    <w:rsid w:val="00CC1E64"/>
    <w:rsid w:val="00CD4CBE"/>
    <w:rsid w:val="00CE11F0"/>
    <w:rsid w:val="00CF0B81"/>
    <w:rsid w:val="00CF7D40"/>
    <w:rsid w:val="00D23C52"/>
    <w:rsid w:val="00D4543E"/>
    <w:rsid w:val="00D910AC"/>
    <w:rsid w:val="00DB168F"/>
    <w:rsid w:val="00DB1C2B"/>
    <w:rsid w:val="00DB2543"/>
    <w:rsid w:val="00DF6DBE"/>
    <w:rsid w:val="00E21867"/>
    <w:rsid w:val="00E23168"/>
    <w:rsid w:val="00E260EA"/>
    <w:rsid w:val="00E50995"/>
    <w:rsid w:val="00F167BA"/>
    <w:rsid w:val="00F3137D"/>
    <w:rsid w:val="00FC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21EA0F0"/>
  <w15:chartTrackingRefBased/>
  <w15:docId w15:val="{FE1006AB-412F-4ED6-881D-C549100C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PieddepageCar">
    <w:name w:val="Pied de page Car"/>
    <w:link w:val="Pieddepage"/>
    <w:uiPriority w:val="99"/>
    <w:rsid w:val="005F7F5F"/>
  </w:style>
  <w:style w:type="paragraph" w:styleId="Textedebulles">
    <w:name w:val="Balloon Text"/>
    <w:basedOn w:val="Normal"/>
    <w:link w:val="TextedebullesCar"/>
    <w:rsid w:val="005F7F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F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esktop/TEST/AQUASYS%20Fiche_test_piez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Fiche_test_piezo</Template>
  <TotalTime>8</TotalTime>
  <Pages>6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2019-08-22T09:07:00Z</dcterms:created>
  <dc:creator>Jules</dc:creator>
  <lastModifiedBy>jules fournier</lastModifiedBy>
  <dcterms:modified xsi:type="dcterms:W3CDTF">2019-08-22T09:49:00Z</dcterms:modified>
  <revision>15</revision>
  <dc:subject>Fiche piézomètrique</dc:subject>
  <dc:title>Fiche piézomètrique</dc:title>
</coreProperties>
</file>