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670"/>
      </w:tblGrid>
      <w:tr w:rsidR="005F7F5F" w:rsidRPr="005F7F5F" w14:paraId="25081FD3" w14:textId="77777777" w:rsidTr="005F7F5F">
        <w:tc>
          <w:tcPr>
            <w:tcW w:w="2622" w:type="dxa"/>
            <w:shd w:val="clear" w:color="auto" w:fill="0A0A51"/>
          </w:tcPr>
          <w:p w14:paraId="39A291CB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>Définition</w:t>
            </w:r>
          </w:p>
        </w:tc>
        <w:tc>
          <w:tcPr>
            <w:tcW w:w="2693" w:type="dxa"/>
            <w:shd w:val="clear" w:color="auto" w:fill="0A0A51"/>
          </w:tcPr>
          <w:p w14:paraId="2CBFD91C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>Mot Clé</w:t>
            </w:r>
          </w:p>
        </w:tc>
        <w:tc>
          <w:tcPr>
            <w:tcW w:w="5670" w:type="dxa"/>
            <w:shd w:val="clear" w:color="auto" w:fill="0A0A51"/>
          </w:tcPr>
          <w:p w14:paraId="56F8E222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  <w:t>Résultat</w:t>
            </w:r>
          </w:p>
        </w:tc>
      </w:tr>
      <w:tr w:rsidR="005F7F5F" w:rsidRPr="005F7F5F" w14:paraId="180A6462" w14:textId="77777777" w:rsidTr="005F7F5F">
        <w:tc>
          <w:tcPr>
            <w:tcW w:w="2622" w:type="dxa"/>
          </w:tcPr>
          <w:p w14:paraId="43B9A397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Piezomètre</w:t>
            </w:r>
            <w:proofErr w:type="spellEnd"/>
          </w:p>
        </w:tc>
        <w:tc>
          <w:tcPr>
            <w:tcW w:w="2693" w:type="dxa"/>
          </w:tcPr>
          <w:p w14:paraId="43C5ABB3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CODE_PIEZO</w:t>
            </w:r>
          </w:p>
        </w:tc>
        <w:tc>
          <w:tcPr>
            <w:tcW w:w="5670" w:type="dxa"/>
          </w:tcPr>
          <w:p w14:paraId="1158D5AF" w14:textId="116E8EE9" w:rsidR="005F7F5F" w:rsidRPr="005F7F5F" w:rsidRDefault="004A5E5D" w:rsidP="003A1B4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</w:p>
        </w:tc>
      </w:tr>
      <w:tr w:rsidR="008F53C3" w:rsidRPr="005F7F5F" w14:paraId="1D7FF646" w14:textId="77777777" w:rsidTr="005F7F5F">
        <w:tc>
          <w:tcPr>
            <w:tcW w:w="2622" w:type="dxa"/>
          </w:tcPr>
          <w:p w14:paraId="61B9B3DB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Piezomètre</w:t>
            </w:r>
            <w:proofErr w:type="spellEnd"/>
          </w:p>
        </w:tc>
        <w:tc>
          <w:tcPr>
            <w:tcW w:w="2693" w:type="dxa"/>
          </w:tcPr>
          <w:p w14:paraId="2C35B180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CODE_PIEZO</w:t>
            </w:r>
          </w:p>
        </w:tc>
        <w:tc>
          <w:tcPr>
            <w:tcW w:w="5670" w:type="dxa"/>
          </w:tcPr>
          <w:p w14:paraId="22E74648" w14:textId="6E228D91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PIEZO"/>
                  <w:enabled/>
                  <w:calcOnExit w:val="0"/>
                  <w:textInput/>
                </w:ffData>
              </w:fldChar>
            </w:r>
            <w:bookmarkStart w:id="0" w:name="CODE_PIEZ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0"/>
          </w:p>
        </w:tc>
      </w:tr>
      <w:tr w:rsidR="0052486C" w:rsidRPr="005F7F5F" w14:paraId="5009525A" w14:textId="77777777" w:rsidTr="005F7F5F">
        <w:tc>
          <w:tcPr>
            <w:tcW w:w="2622" w:type="dxa"/>
          </w:tcPr>
          <w:p w14:paraId="5117A529" w14:textId="77777777" w:rsidR="0052486C" w:rsidRPr="005F7F5F" w:rsidRDefault="0052486C" w:rsidP="00E5099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BSS</w:t>
            </w:r>
          </w:p>
        </w:tc>
        <w:tc>
          <w:tcPr>
            <w:tcW w:w="2693" w:type="dxa"/>
          </w:tcPr>
          <w:p w14:paraId="1327E58C" w14:textId="77777777" w:rsidR="0052486C" w:rsidRPr="005F7F5F" w:rsidRDefault="0052486C" w:rsidP="00E5099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CODE_BSS</w:t>
            </w:r>
          </w:p>
        </w:tc>
        <w:tc>
          <w:tcPr>
            <w:tcW w:w="5670" w:type="dxa"/>
          </w:tcPr>
          <w:p w14:paraId="7C9DE28E" w14:textId="78AA3BC0" w:rsidR="0052486C" w:rsidRPr="005F7F5F" w:rsidRDefault="004A5E5D" w:rsidP="00E5099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BSS"/>
                  <w:enabled/>
                  <w:calcOnExit w:val="0"/>
                  <w:textInput/>
                </w:ffData>
              </w:fldChar>
            </w:r>
            <w:bookmarkStart w:id="1" w:name="CODE_BS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"/>
          </w:p>
        </w:tc>
      </w:tr>
      <w:tr w:rsidR="008F53C3" w:rsidRPr="005F7F5F" w14:paraId="7A746CCC" w14:textId="77777777" w:rsidTr="005F7F5F">
        <w:tc>
          <w:tcPr>
            <w:tcW w:w="2622" w:type="dxa"/>
          </w:tcPr>
          <w:p w14:paraId="10A92EC6" w14:textId="77777777" w:rsidR="008F53C3" w:rsidRPr="005F7F5F" w:rsidRDefault="0052486C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Désignation</w:t>
            </w:r>
          </w:p>
        </w:tc>
        <w:tc>
          <w:tcPr>
            <w:tcW w:w="2693" w:type="dxa"/>
          </w:tcPr>
          <w:p w14:paraId="457420DF" w14:textId="77777777" w:rsidR="008F53C3" w:rsidRPr="005F7F5F" w:rsidRDefault="0052486C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DESIGNATION</w:t>
            </w:r>
          </w:p>
        </w:tc>
        <w:tc>
          <w:tcPr>
            <w:tcW w:w="5670" w:type="dxa"/>
          </w:tcPr>
          <w:p w14:paraId="131DD4AB" w14:textId="0FBD6CC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SIGNATION"/>
                  <w:enabled/>
                  <w:calcOnExit w:val="0"/>
                  <w:textInput/>
                </w:ffData>
              </w:fldChar>
            </w:r>
            <w:bookmarkStart w:id="2" w:name="DESIGNATI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"/>
          </w:p>
        </w:tc>
      </w:tr>
      <w:tr w:rsidR="005A03DC" w:rsidRPr="005F7F5F" w14:paraId="4242E0ED" w14:textId="77777777" w:rsidTr="005F7F5F">
        <w:tc>
          <w:tcPr>
            <w:tcW w:w="2622" w:type="dxa"/>
          </w:tcPr>
          <w:p w14:paraId="5F7ED5A7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International</w:t>
            </w:r>
          </w:p>
        </w:tc>
        <w:tc>
          <w:tcPr>
            <w:tcW w:w="2693" w:type="dxa"/>
          </w:tcPr>
          <w:p w14:paraId="1FD75823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CODE_INTER</w:t>
            </w:r>
          </w:p>
        </w:tc>
        <w:tc>
          <w:tcPr>
            <w:tcW w:w="5670" w:type="dxa"/>
          </w:tcPr>
          <w:p w14:paraId="235D02D8" w14:textId="3F5DDB12" w:rsidR="005A03DC" w:rsidRPr="005F7F5F" w:rsidRDefault="004A5E5D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INTER"/>
                  <w:enabled/>
                  <w:calcOnExit w:val="0"/>
                  <w:textInput/>
                </w:ffData>
              </w:fldChar>
            </w:r>
            <w:bookmarkStart w:id="3" w:name="CODE_INTER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"/>
          </w:p>
        </w:tc>
      </w:tr>
      <w:tr w:rsidR="005A03DC" w:rsidRPr="005F7F5F" w14:paraId="0016BC97" w14:textId="77777777" w:rsidTr="005F7F5F">
        <w:tc>
          <w:tcPr>
            <w:tcW w:w="2622" w:type="dxa"/>
          </w:tcPr>
          <w:p w14:paraId="1ABBB061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Pays</w:t>
            </w:r>
          </w:p>
        </w:tc>
        <w:tc>
          <w:tcPr>
            <w:tcW w:w="2693" w:type="dxa"/>
          </w:tcPr>
          <w:p w14:paraId="2D6A2945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C_PAYS</w:t>
            </w:r>
          </w:p>
        </w:tc>
        <w:tc>
          <w:tcPr>
            <w:tcW w:w="5670" w:type="dxa"/>
          </w:tcPr>
          <w:p w14:paraId="5CBE001A" w14:textId="18BD7E72" w:rsidR="005A03DC" w:rsidRPr="005F7F5F" w:rsidRDefault="004A5E5D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AYS"/>
                  <w:enabled/>
                  <w:calcOnExit w:val="0"/>
                  <w:textInput/>
                </w:ffData>
              </w:fldChar>
            </w:r>
            <w:bookmarkStart w:id="4" w:name="C_PAY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"/>
          </w:p>
        </w:tc>
      </w:tr>
      <w:tr w:rsidR="008F53C3" w:rsidRPr="005F7F5F" w14:paraId="52EA6F6C" w14:textId="77777777" w:rsidTr="005F7F5F">
        <w:tc>
          <w:tcPr>
            <w:tcW w:w="2622" w:type="dxa"/>
          </w:tcPr>
          <w:p w14:paraId="034DA9DA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</w:t>
            </w:r>
          </w:p>
        </w:tc>
        <w:tc>
          <w:tcPr>
            <w:tcW w:w="2693" w:type="dxa"/>
          </w:tcPr>
          <w:p w14:paraId="5579BE20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NOM_PIEZO</w:t>
            </w:r>
          </w:p>
        </w:tc>
        <w:tc>
          <w:tcPr>
            <w:tcW w:w="5670" w:type="dxa"/>
          </w:tcPr>
          <w:p w14:paraId="3A7FC662" w14:textId="4B20A532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PIEZO"/>
                  <w:enabled/>
                  <w:calcOnExit w:val="0"/>
                  <w:textInput/>
                </w:ffData>
              </w:fldChar>
            </w:r>
            <w:bookmarkStart w:id="5" w:name="NOM_PIEZ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"/>
          </w:p>
        </w:tc>
      </w:tr>
      <w:tr w:rsidR="008F53C3" w:rsidRPr="005F7F5F" w14:paraId="21344479" w14:textId="77777777" w:rsidTr="005F7F5F">
        <w:tc>
          <w:tcPr>
            <w:tcW w:w="2622" w:type="dxa"/>
          </w:tcPr>
          <w:p w14:paraId="06C16990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Nature</w:t>
            </w:r>
          </w:p>
        </w:tc>
        <w:tc>
          <w:tcPr>
            <w:tcW w:w="2693" w:type="dxa"/>
          </w:tcPr>
          <w:p w14:paraId="44FB7F4C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C_NATURE</w:t>
            </w:r>
          </w:p>
        </w:tc>
        <w:tc>
          <w:tcPr>
            <w:tcW w:w="5670" w:type="dxa"/>
          </w:tcPr>
          <w:p w14:paraId="7F4F531C" w14:textId="4F7176D7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NATURE"/>
                  <w:enabled/>
                  <w:calcOnExit w:val="0"/>
                  <w:textInput/>
                </w:ffData>
              </w:fldChar>
            </w:r>
            <w:bookmarkStart w:id="6" w:name="C_NATU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"/>
          </w:p>
        </w:tc>
      </w:tr>
      <w:tr w:rsidR="006D0D59" w:rsidRPr="005F7F5F" w14:paraId="6EC1EDF0" w14:textId="77777777" w:rsidTr="005F7F5F">
        <w:tc>
          <w:tcPr>
            <w:tcW w:w="2622" w:type="dxa"/>
          </w:tcPr>
          <w:p w14:paraId="6D338DA0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état</w:t>
            </w:r>
          </w:p>
        </w:tc>
        <w:tc>
          <w:tcPr>
            <w:tcW w:w="2693" w:type="dxa"/>
          </w:tcPr>
          <w:p w14:paraId="6DCD31C0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CODE_ETAT</w:t>
            </w:r>
          </w:p>
        </w:tc>
        <w:tc>
          <w:tcPr>
            <w:tcW w:w="5670" w:type="dxa"/>
          </w:tcPr>
          <w:p w14:paraId="73FA920D" w14:textId="7FED9B7C" w:rsidR="006D0D59" w:rsidRPr="005F7F5F" w:rsidRDefault="004A5E5D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ETAT"/>
                  <w:enabled/>
                  <w:calcOnExit w:val="0"/>
                  <w:textInput/>
                </w:ffData>
              </w:fldChar>
            </w:r>
            <w:bookmarkStart w:id="7" w:name="CODE_ET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"/>
          </w:p>
        </w:tc>
      </w:tr>
      <w:tr w:rsidR="006D0D59" w:rsidRPr="005F7F5F" w14:paraId="29819F7B" w14:textId="77777777" w:rsidTr="005F7F5F">
        <w:tc>
          <w:tcPr>
            <w:tcW w:w="2622" w:type="dxa"/>
          </w:tcPr>
          <w:p w14:paraId="20D1FBB6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Etat</w:t>
            </w:r>
          </w:p>
        </w:tc>
        <w:tc>
          <w:tcPr>
            <w:tcW w:w="2693" w:type="dxa"/>
          </w:tcPr>
          <w:p w14:paraId="32B241C5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ETAT</w:t>
            </w:r>
          </w:p>
        </w:tc>
        <w:tc>
          <w:tcPr>
            <w:tcW w:w="5670" w:type="dxa"/>
          </w:tcPr>
          <w:p w14:paraId="7B91F56F" w14:textId="1C732E31" w:rsidR="006D0D59" w:rsidRPr="005F7F5F" w:rsidRDefault="004A5E5D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TAT"/>
                  <w:enabled/>
                  <w:calcOnExit w:val="0"/>
                  <w:textInput/>
                </w:ffData>
              </w:fldChar>
            </w:r>
            <w:bookmarkStart w:id="8" w:name="ET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"/>
          </w:p>
        </w:tc>
      </w:tr>
      <w:tr w:rsidR="008F53C3" w:rsidRPr="005F7F5F" w14:paraId="25B50331" w14:textId="77777777" w:rsidTr="005F7F5F">
        <w:tc>
          <w:tcPr>
            <w:tcW w:w="2622" w:type="dxa"/>
          </w:tcPr>
          <w:p w14:paraId="6CD00AC5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création</w:t>
            </w:r>
          </w:p>
        </w:tc>
        <w:tc>
          <w:tcPr>
            <w:tcW w:w="2693" w:type="dxa"/>
          </w:tcPr>
          <w:p w14:paraId="043A26A6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DATE_CREATION</w:t>
            </w:r>
          </w:p>
        </w:tc>
        <w:tc>
          <w:tcPr>
            <w:tcW w:w="5670" w:type="dxa"/>
          </w:tcPr>
          <w:p w14:paraId="45E9642E" w14:textId="11D023B3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CREATION"/>
                  <w:enabled/>
                  <w:calcOnExit w:val="0"/>
                  <w:textInput/>
                </w:ffData>
              </w:fldChar>
            </w:r>
            <w:bookmarkStart w:id="9" w:name="DATE_CREATI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"/>
          </w:p>
        </w:tc>
      </w:tr>
      <w:tr w:rsidR="008F53C3" w:rsidRPr="005F7F5F" w14:paraId="44F2B82B" w14:textId="77777777" w:rsidTr="005F7F5F">
        <w:tc>
          <w:tcPr>
            <w:tcW w:w="2622" w:type="dxa"/>
          </w:tcPr>
          <w:p w14:paraId="2C483768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Fermeture</w:t>
            </w:r>
          </w:p>
        </w:tc>
        <w:tc>
          <w:tcPr>
            <w:tcW w:w="2693" w:type="dxa"/>
          </w:tcPr>
          <w:p w14:paraId="69826AFE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DATE_FERMETURE</w:t>
            </w:r>
          </w:p>
        </w:tc>
        <w:tc>
          <w:tcPr>
            <w:tcW w:w="5670" w:type="dxa"/>
          </w:tcPr>
          <w:p w14:paraId="4B4F86C9" w14:textId="316EB586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FERMETURE"/>
                  <w:enabled/>
                  <w:calcOnExit w:val="0"/>
                  <w:textInput/>
                </w:ffData>
              </w:fldChar>
            </w:r>
            <w:bookmarkStart w:id="10" w:name="DATE_FERMETU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"/>
          </w:p>
        </w:tc>
      </w:tr>
      <w:tr w:rsidR="008F53C3" w:rsidRPr="005F7F5F" w14:paraId="7033628B" w14:textId="77777777" w:rsidTr="005F7F5F">
        <w:tc>
          <w:tcPr>
            <w:tcW w:w="2622" w:type="dxa"/>
          </w:tcPr>
          <w:p w14:paraId="2E9019B9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X</w:t>
            </w:r>
          </w:p>
        </w:tc>
        <w:tc>
          <w:tcPr>
            <w:tcW w:w="2693" w:type="dxa"/>
          </w:tcPr>
          <w:p w14:paraId="69378859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COORDONNEE_X</w:t>
            </w:r>
          </w:p>
        </w:tc>
        <w:tc>
          <w:tcPr>
            <w:tcW w:w="5670" w:type="dxa"/>
          </w:tcPr>
          <w:p w14:paraId="1276BCBD" w14:textId="20579A8D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X"/>
                  <w:enabled/>
                  <w:calcOnExit w:val="0"/>
                  <w:textInput/>
                </w:ffData>
              </w:fldChar>
            </w:r>
            <w:bookmarkStart w:id="11" w:name="COORDONNEE_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"/>
          </w:p>
        </w:tc>
      </w:tr>
      <w:tr w:rsidR="008F53C3" w:rsidRPr="005F7F5F" w14:paraId="1807F9D9" w14:textId="77777777" w:rsidTr="005F7F5F">
        <w:tc>
          <w:tcPr>
            <w:tcW w:w="2622" w:type="dxa"/>
          </w:tcPr>
          <w:p w14:paraId="7E585E10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Y</w:t>
            </w:r>
          </w:p>
        </w:tc>
        <w:tc>
          <w:tcPr>
            <w:tcW w:w="2693" w:type="dxa"/>
          </w:tcPr>
          <w:p w14:paraId="1F1D777D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COORDONNEE_Y</w:t>
            </w:r>
          </w:p>
        </w:tc>
        <w:tc>
          <w:tcPr>
            <w:tcW w:w="5670" w:type="dxa"/>
          </w:tcPr>
          <w:p w14:paraId="487DAAA3" w14:textId="1708E819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Y"/>
                  <w:enabled/>
                  <w:calcOnExit w:val="0"/>
                  <w:textInput/>
                </w:ffData>
              </w:fldChar>
            </w:r>
            <w:bookmarkStart w:id="12" w:name="COORDONNEE_Y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"/>
          </w:p>
        </w:tc>
      </w:tr>
      <w:tr w:rsidR="008F53C3" w:rsidRPr="005F7F5F" w14:paraId="31BD8D39" w14:textId="77777777" w:rsidTr="005F7F5F">
        <w:tc>
          <w:tcPr>
            <w:tcW w:w="2622" w:type="dxa"/>
          </w:tcPr>
          <w:p w14:paraId="0508AA04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Z</w:t>
            </w:r>
          </w:p>
        </w:tc>
        <w:tc>
          <w:tcPr>
            <w:tcW w:w="2693" w:type="dxa"/>
          </w:tcPr>
          <w:p w14:paraId="386F0710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COORDONNEE_Z</w:t>
            </w:r>
          </w:p>
        </w:tc>
        <w:tc>
          <w:tcPr>
            <w:tcW w:w="5670" w:type="dxa"/>
          </w:tcPr>
          <w:p w14:paraId="166EBFB7" w14:textId="3944655F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Z"/>
                  <w:enabled/>
                  <w:calcOnExit w:val="0"/>
                  <w:textInput/>
                </w:ffData>
              </w:fldChar>
            </w:r>
            <w:bookmarkStart w:id="13" w:name="COORDONNEE_Z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"/>
          </w:p>
        </w:tc>
      </w:tr>
      <w:tr w:rsidR="0030248E" w:rsidRPr="005F7F5F" w14:paraId="58F00D45" w14:textId="77777777" w:rsidTr="005F7F5F">
        <w:tc>
          <w:tcPr>
            <w:tcW w:w="2622" w:type="dxa"/>
          </w:tcPr>
          <w:p w14:paraId="4FDF90F5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projection</w:t>
            </w:r>
          </w:p>
        </w:tc>
        <w:tc>
          <w:tcPr>
            <w:tcW w:w="2693" w:type="dxa"/>
          </w:tcPr>
          <w:p w14:paraId="4EC8EB42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C_PROJECTION</w:t>
            </w:r>
          </w:p>
        </w:tc>
        <w:tc>
          <w:tcPr>
            <w:tcW w:w="5670" w:type="dxa"/>
          </w:tcPr>
          <w:p w14:paraId="0CF61E2B" w14:textId="708E95F4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ROJECTION"/>
                  <w:enabled/>
                  <w:calcOnExit w:val="0"/>
                  <w:textInput/>
                </w:ffData>
              </w:fldChar>
            </w:r>
            <w:bookmarkStart w:id="14" w:name="C_PROJECTION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"/>
          </w:p>
        </w:tc>
      </w:tr>
      <w:tr w:rsidR="008F53C3" w:rsidRPr="005F7F5F" w14:paraId="589CD2CF" w14:textId="77777777" w:rsidTr="005F7F5F">
        <w:tc>
          <w:tcPr>
            <w:tcW w:w="2622" w:type="dxa"/>
          </w:tcPr>
          <w:p w14:paraId="0C39EC02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Projection</w:t>
            </w:r>
          </w:p>
        </w:tc>
        <w:tc>
          <w:tcPr>
            <w:tcW w:w="2693" w:type="dxa"/>
          </w:tcPr>
          <w:p w14:paraId="251FB755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TYPE_PROJECTION</w:t>
            </w:r>
          </w:p>
        </w:tc>
        <w:tc>
          <w:tcPr>
            <w:tcW w:w="5670" w:type="dxa"/>
          </w:tcPr>
          <w:p w14:paraId="4CC910F8" w14:textId="0D7F86E6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PROJECTION"/>
                  <w:enabled/>
                  <w:calcOnExit w:val="0"/>
                  <w:textInput/>
                </w:ffData>
              </w:fldChar>
            </w:r>
            <w:bookmarkStart w:id="15" w:name="TYPE_PROJECTION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"/>
          </w:p>
        </w:tc>
      </w:tr>
      <w:tr w:rsidR="008F53C3" w:rsidRPr="005F7F5F" w14:paraId="0B95DF4A" w14:textId="77777777" w:rsidTr="005F7F5F">
        <w:tc>
          <w:tcPr>
            <w:tcW w:w="2622" w:type="dxa"/>
          </w:tcPr>
          <w:p w14:paraId="13502B70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expression cote</w:t>
            </w:r>
          </w:p>
        </w:tc>
        <w:tc>
          <w:tcPr>
            <w:tcW w:w="2693" w:type="dxa"/>
          </w:tcPr>
          <w:p w14:paraId="059F322C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C_EXP_COTE</w:t>
            </w:r>
          </w:p>
        </w:tc>
        <w:tc>
          <w:tcPr>
            <w:tcW w:w="5670" w:type="dxa"/>
          </w:tcPr>
          <w:p w14:paraId="4754643A" w14:textId="2373A7DC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EXP_COTE"/>
                  <w:enabled/>
                  <w:calcOnExit w:val="0"/>
                  <w:textInput/>
                </w:ffData>
              </w:fldChar>
            </w:r>
            <w:bookmarkStart w:id="16" w:name="C_EXP_COTE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6"/>
          </w:p>
        </w:tc>
      </w:tr>
      <w:tr w:rsidR="0030248E" w:rsidRPr="005F7F5F" w14:paraId="2D233EC4" w14:textId="77777777" w:rsidTr="005F7F5F">
        <w:tc>
          <w:tcPr>
            <w:tcW w:w="2622" w:type="dxa"/>
          </w:tcPr>
          <w:p w14:paraId="0FA3C1AC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Expression cote</w:t>
            </w:r>
          </w:p>
        </w:tc>
        <w:tc>
          <w:tcPr>
            <w:tcW w:w="2693" w:type="dxa"/>
          </w:tcPr>
          <w:p w14:paraId="1849A845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EXPRESSION_COTE</w:t>
            </w:r>
          </w:p>
        </w:tc>
        <w:tc>
          <w:tcPr>
            <w:tcW w:w="5670" w:type="dxa"/>
          </w:tcPr>
          <w:p w14:paraId="5CC92F2A" w14:textId="48B03FA0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XPRESSION_COTE"/>
                  <w:enabled/>
                  <w:calcOnExit w:val="0"/>
                  <w:textInput/>
                </w:ffData>
              </w:fldChar>
            </w:r>
            <w:bookmarkStart w:id="17" w:name="EXPRESSION_COTE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7"/>
          </w:p>
        </w:tc>
      </w:tr>
      <w:tr w:rsidR="008F53C3" w:rsidRPr="005F7F5F" w14:paraId="5B320A06" w14:textId="77777777" w:rsidTr="005F7F5F">
        <w:tc>
          <w:tcPr>
            <w:tcW w:w="2622" w:type="dxa"/>
          </w:tcPr>
          <w:p w14:paraId="3C2BBD3F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mode gisement</w:t>
            </w:r>
          </w:p>
        </w:tc>
        <w:tc>
          <w:tcPr>
            <w:tcW w:w="2693" w:type="dxa"/>
          </w:tcPr>
          <w:p w14:paraId="7507DDC5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C_MODE_GIST</w:t>
            </w:r>
          </w:p>
        </w:tc>
        <w:tc>
          <w:tcPr>
            <w:tcW w:w="5670" w:type="dxa"/>
          </w:tcPr>
          <w:p w14:paraId="49D3BE22" w14:textId="1912EC5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MODE_GIST"/>
                  <w:enabled/>
                  <w:calcOnExit w:val="0"/>
                  <w:textInput/>
                </w:ffData>
              </w:fldChar>
            </w:r>
            <w:bookmarkStart w:id="18" w:name="C_MODE_GIST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8"/>
          </w:p>
        </w:tc>
      </w:tr>
      <w:tr w:rsidR="0030248E" w:rsidRPr="005F7F5F" w14:paraId="0F23DFAD" w14:textId="77777777" w:rsidTr="005F7F5F">
        <w:tc>
          <w:tcPr>
            <w:tcW w:w="2622" w:type="dxa"/>
          </w:tcPr>
          <w:p w14:paraId="29B762B2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Mode gisement</w:t>
            </w:r>
          </w:p>
        </w:tc>
        <w:tc>
          <w:tcPr>
            <w:tcW w:w="2693" w:type="dxa"/>
          </w:tcPr>
          <w:p w14:paraId="7B520A52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MODE_GISEMENT</w:t>
            </w:r>
          </w:p>
        </w:tc>
        <w:tc>
          <w:tcPr>
            <w:tcW w:w="5670" w:type="dxa"/>
          </w:tcPr>
          <w:p w14:paraId="1562ECD2" w14:textId="4062120B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ODE_GISEMENT"/>
                  <w:enabled/>
                  <w:calcOnExit w:val="0"/>
                  <w:textInput/>
                </w:ffData>
              </w:fldChar>
            </w:r>
            <w:bookmarkStart w:id="19" w:name="MODE_GISEMENT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9"/>
          </w:p>
        </w:tc>
      </w:tr>
      <w:tr w:rsidR="008F53C3" w:rsidRPr="005F7F5F" w14:paraId="5D8C65CE" w14:textId="77777777" w:rsidTr="005F7F5F">
        <w:tc>
          <w:tcPr>
            <w:tcW w:w="2622" w:type="dxa"/>
          </w:tcPr>
          <w:p w14:paraId="6E48A9D7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Commentaire</w:t>
            </w:r>
          </w:p>
        </w:tc>
        <w:tc>
          <w:tcPr>
            <w:tcW w:w="2693" w:type="dxa"/>
          </w:tcPr>
          <w:p w14:paraId="74A88D92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COMMENTAIRE</w:t>
            </w:r>
          </w:p>
        </w:tc>
        <w:tc>
          <w:tcPr>
            <w:tcW w:w="5670" w:type="dxa"/>
          </w:tcPr>
          <w:p w14:paraId="014C0C9C" w14:textId="5D01E4B5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"/>
                  <w:enabled/>
                  <w:calcOnExit w:val="0"/>
                  <w:textInput/>
                </w:ffData>
              </w:fldChar>
            </w:r>
            <w:bookmarkStart w:id="20" w:name="COMMENTAIRE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0"/>
          </w:p>
        </w:tc>
      </w:tr>
      <w:tr w:rsidR="005F7F5F" w:rsidRPr="00842493" w14:paraId="7E3C5825" w14:textId="77777777" w:rsidTr="005F7F5F">
        <w:tc>
          <w:tcPr>
            <w:tcW w:w="2622" w:type="dxa"/>
          </w:tcPr>
          <w:p w14:paraId="6E2A8552" w14:textId="77777777" w:rsidR="005F7F5F" w:rsidRPr="00842493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Evénements</w:t>
            </w:r>
          </w:p>
        </w:tc>
        <w:tc>
          <w:tcPr>
            <w:tcW w:w="2693" w:type="dxa"/>
          </w:tcPr>
          <w:p w14:paraId="70499F42" w14:textId="77777777" w:rsidR="005F7F5F" w:rsidRPr="00842493" w:rsidRDefault="005F7F5F" w:rsidP="003A1B4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EVENEMENTS</w:t>
            </w:r>
          </w:p>
        </w:tc>
        <w:tc>
          <w:tcPr>
            <w:tcW w:w="5670" w:type="dxa"/>
          </w:tcPr>
          <w:p w14:paraId="536FAC93" w14:textId="7F072419" w:rsidR="005F7F5F" w:rsidRPr="00842493" w:rsidRDefault="004A5E5D" w:rsidP="003A1B4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VENEMENTS"/>
                  <w:enabled/>
                  <w:calcOnExit w:val="0"/>
                  <w:textInput/>
                </w:ffData>
              </w:fldChar>
            </w:r>
            <w:bookmarkStart w:id="21" w:name="EVENEMENTS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1"/>
          </w:p>
        </w:tc>
      </w:tr>
      <w:tr w:rsidR="008F53C3" w:rsidRPr="005F7F5F" w14:paraId="29B6DEE1" w14:textId="77777777" w:rsidTr="005F7F5F">
        <w:tc>
          <w:tcPr>
            <w:tcW w:w="2622" w:type="dxa"/>
          </w:tcPr>
          <w:p w14:paraId="6C0E6DFD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commune</w:t>
            </w:r>
          </w:p>
        </w:tc>
        <w:tc>
          <w:tcPr>
            <w:tcW w:w="2693" w:type="dxa"/>
          </w:tcPr>
          <w:p w14:paraId="009E6824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C_COMMUNE</w:t>
            </w:r>
          </w:p>
        </w:tc>
        <w:tc>
          <w:tcPr>
            <w:tcW w:w="5670" w:type="dxa"/>
          </w:tcPr>
          <w:p w14:paraId="580DEFD7" w14:textId="2D737CA6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MMUNE"/>
                  <w:enabled/>
                  <w:calcOnExit w:val="0"/>
                  <w:textInput/>
                </w:ffData>
              </w:fldChar>
            </w:r>
            <w:bookmarkStart w:id="22" w:name="C_COMMUNE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2"/>
          </w:p>
        </w:tc>
      </w:tr>
      <w:tr w:rsidR="0030248E" w:rsidRPr="005F7F5F" w14:paraId="6BBA6067" w14:textId="77777777" w:rsidTr="005F7F5F">
        <w:tc>
          <w:tcPr>
            <w:tcW w:w="2622" w:type="dxa"/>
          </w:tcPr>
          <w:p w14:paraId="67911F86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Commune</w:t>
            </w:r>
          </w:p>
        </w:tc>
        <w:tc>
          <w:tcPr>
            <w:tcW w:w="2693" w:type="dxa"/>
          </w:tcPr>
          <w:p w14:paraId="457343F3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COMMUNE</w:t>
            </w:r>
          </w:p>
        </w:tc>
        <w:tc>
          <w:tcPr>
            <w:tcW w:w="5670" w:type="dxa"/>
          </w:tcPr>
          <w:p w14:paraId="7202AD2C" w14:textId="7B742970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UNE"/>
                  <w:enabled/>
                  <w:calcOnExit w:val="0"/>
                  <w:textInput/>
                </w:ffData>
              </w:fldChar>
            </w:r>
            <w:bookmarkStart w:id="23" w:name="COMMUN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3"/>
          </w:p>
        </w:tc>
      </w:tr>
      <w:tr w:rsidR="0030248E" w:rsidRPr="005F7F5F" w14:paraId="79EB4E78" w14:textId="77777777" w:rsidTr="005F7F5F">
        <w:tc>
          <w:tcPr>
            <w:tcW w:w="2622" w:type="dxa"/>
          </w:tcPr>
          <w:p w14:paraId="68112D27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Dept</w:t>
            </w:r>
          </w:p>
        </w:tc>
        <w:tc>
          <w:tcPr>
            <w:tcW w:w="2693" w:type="dxa"/>
          </w:tcPr>
          <w:p w14:paraId="75FE13FF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DEPARTEMENT</w:t>
            </w:r>
          </w:p>
        </w:tc>
        <w:tc>
          <w:tcPr>
            <w:tcW w:w="5670" w:type="dxa"/>
          </w:tcPr>
          <w:p w14:paraId="2F520DE1" w14:textId="0A70A88A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PARTEMENT"/>
                  <w:enabled/>
                  <w:calcOnExit w:val="0"/>
                  <w:textInput/>
                </w:ffData>
              </w:fldChar>
            </w:r>
            <w:bookmarkStart w:id="24" w:name="DEPARTEME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4"/>
          </w:p>
        </w:tc>
      </w:tr>
      <w:tr w:rsidR="008F53C3" w:rsidRPr="005F7F5F" w14:paraId="06265080" w14:textId="77777777" w:rsidTr="005F7F5F">
        <w:tc>
          <w:tcPr>
            <w:tcW w:w="2622" w:type="dxa"/>
          </w:tcPr>
          <w:p w14:paraId="532E5AB6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contact</w:t>
            </w:r>
          </w:p>
        </w:tc>
        <w:tc>
          <w:tcPr>
            <w:tcW w:w="2693" w:type="dxa"/>
          </w:tcPr>
          <w:p w14:paraId="345AE18B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C_CONTACT</w:t>
            </w:r>
          </w:p>
        </w:tc>
        <w:tc>
          <w:tcPr>
            <w:tcW w:w="5670" w:type="dxa"/>
          </w:tcPr>
          <w:p w14:paraId="1D8B5AC7" w14:textId="5248F3DC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TACT"/>
                  <w:enabled/>
                  <w:calcOnExit w:val="0"/>
                  <w:textInput/>
                </w:ffData>
              </w:fldChar>
            </w:r>
            <w:bookmarkStart w:id="25" w:name="C_CONTACT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5"/>
          </w:p>
        </w:tc>
      </w:tr>
      <w:tr w:rsidR="00743E32" w:rsidRPr="005F7F5F" w14:paraId="646DB972" w14:textId="77777777" w:rsidTr="005F7F5F">
        <w:tc>
          <w:tcPr>
            <w:tcW w:w="2622" w:type="dxa"/>
          </w:tcPr>
          <w:p w14:paraId="06EAE791" w14:textId="77777777" w:rsidR="00743E32" w:rsidRPr="005F7F5F" w:rsidRDefault="00743E32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contact</w:t>
            </w:r>
          </w:p>
        </w:tc>
        <w:tc>
          <w:tcPr>
            <w:tcW w:w="2693" w:type="dxa"/>
          </w:tcPr>
          <w:p w14:paraId="7CC24777" w14:textId="77777777" w:rsidR="00743E32" w:rsidRPr="005F7F5F" w:rsidRDefault="00743E32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NOM_CONTACT</w:t>
            </w:r>
          </w:p>
        </w:tc>
        <w:tc>
          <w:tcPr>
            <w:tcW w:w="5670" w:type="dxa"/>
          </w:tcPr>
          <w:p w14:paraId="443C9D5C" w14:textId="6B006A67" w:rsidR="00743E32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CONTACT"/>
                  <w:enabled/>
                  <w:calcOnExit w:val="0"/>
                  <w:textInput/>
                </w:ffData>
              </w:fldChar>
            </w:r>
            <w:bookmarkStart w:id="26" w:name="NOM_CONTACT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6"/>
          </w:p>
        </w:tc>
      </w:tr>
      <w:tr w:rsidR="0030248E" w:rsidRPr="005F7F5F" w14:paraId="3EA0F757" w14:textId="77777777" w:rsidTr="005F7F5F">
        <w:tc>
          <w:tcPr>
            <w:tcW w:w="2622" w:type="dxa"/>
          </w:tcPr>
          <w:p w14:paraId="60704140" w14:textId="77777777" w:rsidR="0030248E" w:rsidRPr="005F7F5F" w:rsidRDefault="00743E3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Commetaire</w:t>
            </w:r>
            <w:proofErr w:type="spellEnd"/>
            <w:r w:rsidR="0030248E" w:rsidRPr="005F7F5F">
              <w:rPr>
                <w:rFonts w:ascii="Calibri" w:hAnsi="Calibri"/>
                <w:b/>
                <w:snapToGrid w:val="0"/>
                <w:color w:val="0000FF"/>
              </w:rPr>
              <w:t xml:space="preserve"> contact</w:t>
            </w:r>
          </w:p>
        </w:tc>
        <w:tc>
          <w:tcPr>
            <w:tcW w:w="2693" w:type="dxa"/>
          </w:tcPr>
          <w:p w14:paraId="4D84113C" w14:textId="77777777" w:rsidR="0030248E" w:rsidRPr="005F7F5F" w:rsidRDefault="00743E3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COMMENT</w:t>
            </w:r>
            <w:r w:rsidR="00CC1E64" w:rsidRPr="005F7F5F">
              <w:rPr>
                <w:rFonts w:ascii="Calibri" w:hAnsi="Calibri"/>
                <w:snapToGrid w:val="0"/>
                <w:color w:val="0000FF"/>
              </w:rPr>
              <w:t>_CONTACT</w:t>
            </w:r>
          </w:p>
        </w:tc>
        <w:tc>
          <w:tcPr>
            <w:tcW w:w="5670" w:type="dxa"/>
          </w:tcPr>
          <w:p w14:paraId="5E961498" w14:textId="1D5FB344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CONTACT"/>
                  <w:enabled/>
                  <w:calcOnExit w:val="0"/>
                  <w:textInput/>
                </w:ffData>
              </w:fldChar>
            </w:r>
            <w:bookmarkStart w:id="27" w:name="COMMENT_CONTACT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7"/>
          </w:p>
        </w:tc>
      </w:tr>
      <w:tr w:rsidR="0030248E" w:rsidRPr="005F7F5F" w14:paraId="60859EFA" w14:textId="77777777" w:rsidTr="005F7F5F">
        <w:tc>
          <w:tcPr>
            <w:tcW w:w="2622" w:type="dxa"/>
          </w:tcPr>
          <w:p w14:paraId="403DA291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Adresse</w:t>
            </w:r>
          </w:p>
        </w:tc>
        <w:tc>
          <w:tcPr>
            <w:tcW w:w="2693" w:type="dxa"/>
          </w:tcPr>
          <w:p w14:paraId="179265FA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ADRESSE_CONTACT</w:t>
            </w:r>
          </w:p>
        </w:tc>
        <w:tc>
          <w:tcPr>
            <w:tcW w:w="5670" w:type="dxa"/>
          </w:tcPr>
          <w:p w14:paraId="665EDE5E" w14:textId="5B036632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DRESSE_CONTACT"/>
                  <w:enabled/>
                  <w:calcOnExit w:val="0"/>
                  <w:textInput/>
                </w:ffData>
              </w:fldChar>
            </w:r>
            <w:bookmarkStart w:id="28" w:name="ADRESSE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8"/>
          </w:p>
        </w:tc>
      </w:tr>
      <w:tr w:rsidR="0030248E" w:rsidRPr="005F7F5F" w14:paraId="3E418CFE" w14:textId="77777777" w:rsidTr="005F7F5F">
        <w:tc>
          <w:tcPr>
            <w:tcW w:w="2622" w:type="dxa"/>
          </w:tcPr>
          <w:p w14:paraId="0130CD11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Tél</w:t>
            </w:r>
          </w:p>
        </w:tc>
        <w:tc>
          <w:tcPr>
            <w:tcW w:w="2693" w:type="dxa"/>
          </w:tcPr>
          <w:p w14:paraId="4837BC66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TEL_CONTACT</w:t>
            </w:r>
          </w:p>
        </w:tc>
        <w:tc>
          <w:tcPr>
            <w:tcW w:w="5670" w:type="dxa"/>
          </w:tcPr>
          <w:p w14:paraId="1D4369E1" w14:textId="120E83B9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EL_CONTACT"/>
                  <w:enabled/>
                  <w:calcOnExit w:val="0"/>
                  <w:textInput/>
                </w:ffData>
              </w:fldChar>
            </w:r>
            <w:bookmarkStart w:id="29" w:name="TEL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9"/>
          </w:p>
        </w:tc>
      </w:tr>
      <w:tr w:rsidR="0030248E" w:rsidRPr="005F7F5F" w14:paraId="0242BF7B" w14:textId="77777777" w:rsidTr="005F7F5F">
        <w:tc>
          <w:tcPr>
            <w:tcW w:w="2622" w:type="dxa"/>
          </w:tcPr>
          <w:p w14:paraId="73CAC536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Tél bureau</w:t>
            </w:r>
          </w:p>
        </w:tc>
        <w:tc>
          <w:tcPr>
            <w:tcW w:w="2693" w:type="dxa"/>
          </w:tcPr>
          <w:p w14:paraId="44FC99C2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BUREAU_CONTACT</w:t>
            </w:r>
          </w:p>
        </w:tc>
        <w:tc>
          <w:tcPr>
            <w:tcW w:w="5670" w:type="dxa"/>
          </w:tcPr>
          <w:p w14:paraId="29A38C1B" w14:textId="1BE44D00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BUREAU_CONTACT"/>
                  <w:enabled/>
                  <w:calcOnExit w:val="0"/>
                  <w:textInput/>
                </w:ffData>
              </w:fldChar>
            </w:r>
            <w:bookmarkStart w:id="30" w:name="BUREAU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0"/>
          </w:p>
        </w:tc>
      </w:tr>
      <w:tr w:rsidR="0030248E" w:rsidRPr="005F7F5F" w14:paraId="2FB843D2" w14:textId="77777777" w:rsidTr="005F7F5F">
        <w:tc>
          <w:tcPr>
            <w:tcW w:w="2622" w:type="dxa"/>
          </w:tcPr>
          <w:p w14:paraId="55B872BA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Portable</w:t>
            </w:r>
          </w:p>
        </w:tc>
        <w:tc>
          <w:tcPr>
            <w:tcW w:w="2693" w:type="dxa"/>
          </w:tcPr>
          <w:p w14:paraId="20162763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PORTABLE_CONTACT</w:t>
            </w:r>
          </w:p>
        </w:tc>
        <w:tc>
          <w:tcPr>
            <w:tcW w:w="5670" w:type="dxa"/>
          </w:tcPr>
          <w:p w14:paraId="0CF1B4F8" w14:textId="42A9DF7D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ORTABLE_CONTACT"/>
                  <w:enabled/>
                  <w:calcOnExit w:val="0"/>
                  <w:textInput/>
                </w:ffData>
              </w:fldChar>
            </w:r>
            <w:bookmarkStart w:id="31" w:name="PORTABLE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1"/>
          </w:p>
        </w:tc>
      </w:tr>
      <w:tr w:rsidR="0030248E" w:rsidRPr="005F7F5F" w14:paraId="2A3CD1F7" w14:textId="77777777" w:rsidTr="005F7F5F">
        <w:tc>
          <w:tcPr>
            <w:tcW w:w="2622" w:type="dxa"/>
          </w:tcPr>
          <w:p w14:paraId="4B0E8BD5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Email</w:t>
            </w:r>
          </w:p>
        </w:tc>
        <w:tc>
          <w:tcPr>
            <w:tcW w:w="2693" w:type="dxa"/>
          </w:tcPr>
          <w:p w14:paraId="08173B3B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EMAIL_CONTACT</w:t>
            </w:r>
          </w:p>
        </w:tc>
        <w:tc>
          <w:tcPr>
            <w:tcW w:w="5670" w:type="dxa"/>
          </w:tcPr>
          <w:p w14:paraId="7E47F988" w14:textId="0B3012A9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MAIL_CONTACT"/>
                  <w:enabled/>
                  <w:calcOnExit w:val="0"/>
                  <w:textInput/>
                </w:ffData>
              </w:fldChar>
            </w:r>
            <w:bookmarkStart w:id="32" w:name="EMAIL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2"/>
          </w:p>
        </w:tc>
      </w:tr>
      <w:tr w:rsidR="0030248E" w:rsidRPr="005F7F5F" w14:paraId="40306F62" w14:textId="77777777" w:rsidTr="005F7F5F">
        <w:tc>
          <w:tcPr>
            <w:tcW w:w="2622" w:type="dxa"/>
          </w:tcPr>
          <w:p w14:paraId="7A4FB86F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lastRenderedPageBreak/>
              <w:t>Nature ouvrage</w:t>
            </w:r>
          </w:p>
        </w:tc>
        <w:tc>
          <w:tcPr>
            <w:tcW w:w="2693" w:type="dxa"/>
          </w:tcPr>
          <w:p w14:paraId="5F637402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NATURE_OUVRAGE</w:t>
            </w:r>
          </w:p>
        </w:tc>
        <w:bookmarkStart w:id="33" w:name="_GoBack"/>
        <w:tc>
          <w:tcPr>
            <w:tcW w:w="5670" w:type="dxa"/>
          </w:tcPr>
          <w:p w14:paraId="056649F8" w14:textId="681AA803" w:rsidR="0030248E" w:rsidRPr="005F7F5F" w:rsidRDefault="00CF7D40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ATURE_OUVRAGE"/>
                  <w:enabled/>
                  <w:calcOnExit w:val="0"/>
                  <w:textInput/>
                </w:ffData>
              </w:fldChar>
            </w:r>
            <w:bookmarkStart w:id="34" w:name="NATURE_OUVRAG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4"/>
            <w:bookmarkEnd w:id="33"/>
          </w:p>
        </w:tc>
      </w:tr>
      <w:tr w:rsidR="008F53C3" w:rsidRPr="005F7F5F" w14:paraId="382D61FF" w14:textId="77777777" w:rsidTr="005F7F5F">
        <w:tc>
          <w:tcPr>
            <w:tcW w:w="2622" w:type="dxa"/>
          </w:tcPr>
          <w:p w14:paraId="1D2DD699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Entité hydro</w:t>
            </w:r>
          </w:p>
        </w:tc>
        <w:tc>
          <w:tcPr>
            <w:tcW w:w="2693" w:type="dxa"/>
          </w:tcPr>
          <w:p w14:paraId="028E76D0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ENTITE_HYDRO</w:t>
            </w:r>
          </w:p>
        </w:tc>
        <w:tc>
          <w:tcPr>
            <w:tcW w:w="5670" w:type="dxa"/>
          </w:tcPr>
          <w:p w14:paraId="2E70CB20" w14:textId="5772C2F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NTITE_HYDR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35" w:name="ENTITE_HYDR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5"/>
          </w:p>
        </w:tc>
      </w:tr>
      <w:tr w:rsidR="00A22353" w:rsidRPr="005F7F5F" w14:paraId="4CF79FEC" w14:textId="77777777" w:rsidTr="005F7F5F">
        <w:tc>
          <w:tcPr>
            <w:tcW w:w="2622" w:type="dxa"/>
          </w:tcPr>
          <w:p w14:paraId="4015362C" w14:textId="77777777" w:rsidR="00A22353" w:rsidRPr="005F7F5F" w:rsidRDefault="00A2235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aquifère</w:t>
            </w:r>
          </w:p>
        </w:tc>
        <w:tc>
          <w:tcPr>
            <w:tcW w:w="2693" w:type="dxa"/>
          </w:tcPr>
          <w:p w14:paraId="08CC1B37" w14:textId="77777777" w:rsidR="00A2235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C_AQUIFERE</w:t>
            </w:r>
          </w:p>
        </w:tc>
        <w:tc>
          <w:tcPr>
            <w:tcW w:w="5670" w:type="dxa"/>
          </w:tcPr>
          <w:p w14:paraId="193CCFAB" w14:textId="4F6FBECB" w:rsidR="00A2235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AQUIFERE"/>
                  <w:enabled/>
                  <w:calcOnExit w:val="0"/>
                  <w:textInput/>
                </w:ffData>
              </w:fldChar>
            </w:r>
            <w:bookmarkStart w:id="36" w:name="C_AQUIFE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6"/>
          </w:p>
        </w:tc>
      </w:tr>
      <w:tr w:rsidR="00615562" w:rsidRPr="005F7F5F" w14:paraId="458D1B54" w14:textId="77777777" w:rsidTr="005F7F5F">
        <w:tc>
          <w:tcPr>
            <w:tcW w:w="2622" w:type="dxa"/>
          </w:tcPr>
          <w:p w14:paraId="52BF018A" w14:textId="77777777" w:rsidR="00615562" w:rsidRPr="005F7F5F" w:rsidRDefault="00615562" w:rsidP="005245F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Aquifère</w:t>
            </w:r>
          </w:p>
        </w:tc>
        <w:tc>
          <w:tcPr>
            <w:tcW w:w="2693" w:type="dxa"/>
          </w:tcPr>
          <w:p w14:paraId="04AAFF0D" w14:textId="77777777" w:rsidR="00615562" w:rsidRPr="005F7F5F" w:rsidRDefault="00615562" w:rsidP="005245F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AQUIFERE</w:t>
            </w:r>
          </w:p>
        </w:tc>
        <w:tc>
          <w:tcPr>
            <w:tcW w:w="5670" w:type="dxa"/>
          </w:tcPr>
          <w:p w14:paraId="2F074920" w14:textId="76487A17" w:rsidR="00615562" w:rsidRPr="005F7F5F" w:rsidRDefault="004A5E5D" w:rsidP="005245F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QUIFERE"/>
                  <w:enabled/>
                  <w:calcOnExit w:val="0"/>
                  <w:textInput/>
                </w:ffData>
              </w:fldChar>
            </w:r>
            <w:bookmarkStart w:id="37" w:name="AQUIFE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7"/>
          </w:p>
        </w:tc>
      </w:tr>
      <w:tr w:rsidR="00A22353" w:rsidRPr="005F7F5F" w14:paraId="2C1FEA51" w14:textId="77777777" w:rsidTr="005F7F5F">
        <w:tc>
          <w:tcPr>
            <w:tcW w:w="2622" w:type="dxa"/>
          </w:tcPr>
          <w:p w14:paraId="515E4307" w14:textId="77777777" w:rsidR="00A22353" w:rsidRPr="005F7F5F" w:rsidRDefault="0061556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Lithologie</w:t>
            </w:r>
          </w:p>
        </w:tc>
        <w:tc>
          <w:tcPr>
            <w:tcW w:w="2693" w:type="dxa"/>
          </w:tcPr>
          <w:p w14:paraId="283E3165" w14:textId="77777777" w:rsidR="00A22353" w:rsidRPr="005F7F5F" w:rsidRDefault="0061556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LITHOLOGIE</w:t>
            </w:r>
          </w:p>
        </w:tc>
        <w:tc>
          <w:tcPr>
            <w:tcW w:w="5670" w:type="dxa"/>
          </w:tcPr>
          <w:p w14:paraId="74F9BEF6" w14:textId="22159135" w:rsidR="00A2235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THOLOGIE"/>
                  <w:enabled/>
                  <w:calcOnExit w:val="0"/>
                  <w:textInput/>
                </w:ffData>
              </w:fldChar>
            </w:r>
            <w:bookmarkStart w:id="38" w:name="LITHOLOGI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8"/>
          </w:p>
        </w:tc>
      </w:tr>
      <w:tr w:rsidR="005A2809" w:rsidRPr="005F7F5F" w14:paraId="3E04DE62" w14:textId="77777777" w:rsidTr="005F7F5F">
        <w:tc>
          <w:tcPr>
            <w:tcW w:w="2622" w:type="dxa"/>
          </w:tcPr>
          <w:p w14:paraId="5F6CDE25" w14:textId="77777777" w:rsidR="005A2809" w:rsidRPr="005F7F5F" w:rsidRDefault="005A280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masse d’eau</w:t>
            </w:r>
          </w:p>
        </w:tc>
        <w:tc>
          <w:tcPr>
            <w:tcW w:w="2693" w:type="dxa"/>
          </w:tcPr>
          <w:p w14:paraId="6E931E89" w14:textId="77777777" w:rsidR="005A2809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CODE_MASSE_EAU</w:t>
            </w:r>
          </w:p>
        </w:tc>
        <w:tc>
          <w:tcPr>
            <w:tcW w:w="5670" w:type="dxa"/>
          </w:tcPr>
          <w:p w14:paraId="1D075998" w14:textId="4407B251" w:rsidR="005A2809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MASSE_EAU"/>
                  <w:enabled/>
                  <w:calcOnExit w:val="0"/>
                  <w:textInput/>
                </w:ffData>
              </w:fldChar>
            </w:r>
            <w:bookmarkStart w:id="39" w:name="CODE_MASSE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9"/>
          </w:p>
        </w:tc>
      </w:tr>
      <w:tr w:rsidR="008F53C3" w:rsidRPr="005F7F5F" w14:paraId="44376157" w14:textId="77777777" w:rsidTr="005F7F5F">
        <w:tc>
          <w:tcPr>
            <w:tcW w:w="2622" w:type="dxa"/>
          </w:tcPr>
          <w:p w14:paraId="5BD417FD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Masse d’eau </w:t>
            </w:r>
          </w:p>
        </w:tc>
        <w:tc>
          <w:tcPr>
            <w:tcW w:w="2693" w:type="dxa"/>
          </w:tcPr>
          <w:p w14:paraId="72A91C33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LIBELLE_MASSE_EAU</w:t>
            </w:r>
          </w:p>
        </w:tc>
        <w:tc>
          <w:tcPr>
            <w:tcW w:w="5670" w:type="dxa"/>
          </w:tcPr>
          <w:p w14:paraId="5CABC1D1" w14:textId="443CEB02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BELLE_MASSE_EAU"/>
                  <w:enabled/>
                  <w:calcOnExit w:val="0"/>
                  <w:textInput/>
                </w:ffData>
              </w:fldChar>
            </w:r>
            <w:bookmarkStart w:id="40" w:name="LIBELLE_MASSE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0"/>
          </w:p>
        </w:tc>
      </w:tr>
      <w:tr w:rsidR="00AE02A2" w:rsidRPr="005F7F5F" w14:paraId="685183BE" w14:textId="77777777" w:rsidTr="005F7F5F">
        <w:tc>
          <w:tcPr>
            <w:tcW w:w="2622" w:type="dxa"/>
          </w:tcPr>
          <w:p w14:paraId="1B9E2E75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DCE</w:t>
            </w:r>
          </w:p>
        </w:tc>
        <w:tc>
          <w:tcPr>
            <w:tcW w:w="2693" w:type="dxa"/>
          </w:tcPr>
          <w:p w14:paraId="1E690EE8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DCE</w:t>
            </w:r>
          </w:p>
        </w:tc>
        <w:tc>
          <w:tcPr>
            <w:tcW w:w="5670" w:type="dxa"/>
          </w:tcPr>
          <w:p w14:paraId="3F6D89F0" w14:textId="4503B858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CE"/>
                  <w:enabled/>
                  <w:calcOnExit w:val="0"/>
                  <w:textInput/>
                </w:ffData>
              </w:fldChar>
            </w:r>
            <w:bookmarkStart w:id="41" w:name="DC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1"/>
          </w:p>
        </w:tc>
      </w:tr>
      <w:tr w:rsidR="008F53C3" w:rsidRPr="005F7F5F" w14:paraId="395F5561" w14:textId="77777777" w:rsidTr="005F7F5F">
        <w:tc>
          <w:tcPr>
            <w:tcW w:w="2622" w:type="dxa"/>
          </w:tcPr>
          <w:p w14:paraId="1A37FBC6" w14:textId="77777777" w:rsidR="008F53C3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réseau</w:t>
            </w:r>
          </w:p>
        </w:tc>
        <w:tc>
          <w:tcPr>
            <w:tcW w:w="2693" w:type="dxa"/>
          </w:tcPr>
          <w:p w14:paraId="70C2960C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C_RESEAU</w:t>
            </w:r>
          </w:p>
        </w:tc>
        <w:tc>
          <w:tcPr>
            <w:tcW w:w="5670" w:type="dxa"/>
          </w:tcPr>
          <w:p w14:paraId="74033042" w14:textId="00DD4E3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"/>
                  <w:enabled/>
                  <w:calcOnExit w:val="0"/>
                  <w:textInput/>
                </w:ffData>
              </w:fldChar>
            </w:r>
            <w:bookmarkStart w:id="42" w:name="C_RES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2"/>
          </w:p>
        </w:tc>
      </w:tr>
      <w:tr w:rsidR="00AE02A2" w:rsidRPr="005F7F5F" w14:paraId="2C20505C" w14:textId="77777777" w:rsidTr="005F7F5F">
        <w:tc>
          <w:tcPr>
            <w:tcW w:w="2622" w:type="dxa"/>
          </w:tcPr>
          <w:p w14:paraId="195B3864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Réseau</w:t>
            </w:r>
          </w:p>
        </w:tc>
        <w:tc>
          <w:tcPr>
            <w:tcW w:w="2693" w:type="dxa"/>
          </w:tcPr>
          <w:p w14:paraId="5B8F191C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RESEAU</w:t>
            </w:r>
          </w:p>
        </w:tc>
        <w:tc>
          <w:tcPr>
            <w:tcW w:w="5670" w:type="dxa"/>
          </w:tcPr>
          <w:p w14:paraId="1BC33DA3" w14:textId="18E5ACCE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SEAU"/>
                  <w:enabled/>
                  <w:calcOnExit w:val="0"/>
                  <w:textInput/>
                </w:ffData>
              </w:fldChar>
            </w:r>
            <w:bookmarkStart w:id="43" w:name="RES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3"/>
          </w:p>
        </w:tc>
      </w:tr>
      <w:tr w:rsidR="00BF2B05" w:rsidRPr="005F7F5F" w14:paraId="18E74EC9" w14:textId="77777777" w:rsidTr="005F7F5F">
        <w:tc>
          <w:tcPr>
            <w:tcW w:w="2622" w:type="dxa"/>
          </w:tcPr>
          <w:p w14:paraId="6EB7B176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codes réseaux</w:t>
            </w:r>
          </w:p>
        </w:tc>
        <w:tc>
          <w:tcPr>
            <w:tcW w:w="2693" w:type="dxa"/>
          </w:tcPr>
          <w:p w14:paraId="181FE61E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C_RESEAUX</w:t>
            </w:r>
          </w:p>
        </w:tc>
        <w:tc>
          <w:tcPr>
            <w:tcW w:w="5670" w:type="dxa"/>
          </w:tcPr>
          <w:p w14:paraId="1ACBD641" w14:textId="6F9E2FA7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X"/>
                  <w:enabled/>
                  <w:calcOnExit w:val="0"/>
                  <w:textInput/>
                </w:ffData>
              </w:fldChar>
            </w:r>
            <w:bookmarkStart w:id="44" w:name="C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4"/>
          </w:p>
        </w:tc>
      </w:tr>
      <w:tr w:rsidR="00BF2B05" w:rsidRPr="005F7F5F" w14:paraId="0327DE90" w14:textId="77777777" w:rsidTr="005F7F5F">
        <w:tc>
          <w:tcPr>
            <w:tcW w:w="2622" w:type="dxa"/>
          </w:tcPr>
          <w:p w14:paraId="7CC64052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libellés réseaux</w:t>
            </w:r>
          </w:p>
        </w:tc>
        <w:tc>
          <w:tcPr>
            <w:tcW w:w="2693" w:type="dxa"/>
          </w:tcPr>
          <w:p w14:paraId="5C9E78AE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L_RESEAUX</w:t>
            </w:r>
          </w:p>
        </w:tc>
        <w:tc>
          <w:tcPr>
            <w:tcW w:w="5670" w:type="dxa"/>
          </w:tcPr>
          <w:p w14:paraId="4688A4D2" w14:textId="119C44C7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RESEAUX"/>
                  <w:enabled/>
                  <w:calcOnExit w:val="0"/>
                  <w:textInput/>
                </w:ffData>
              </w:fldChar>
            </w:r>
            <w:bookmarkStart w:id="45" w:name="L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5"/>
          </w:p>
        </w:tc>
      </w:tr>
      <w:tr w:rsidR="00BF2B05" w:rsidRPr="005F7F5F" w14:paraId="141BF6AC" w14:textId="77777777" w:rsidTr="005F7F5F">
        <w:tc>
          <w:tcPr>
            <w:tcW w:w="2622" w:type="dxa"/>
          </w:tcPr>
          <w:p w14:paraId="2B91FEB9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mnémoniques réseaux</w:t>
            </w:r>
          </w:p>
        </w:tc>
        <w:tc>
          <w:tcPr>
            <w:tcW w:w="2693" w:type="dxa"/>
          </w:tcPr>
          <w:p w14:paraId="1AE5D2D5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M_RESEAUX</w:t>
            </w:r>
          </w:p>
        </w:tc>
        <w:tc>
          <w:tcPr>
            <w:tcW w:w="5670" w:type="dxa"/>
          </w:tcPr>
          <w:p w14:paraId="7DD5F4C4" w14:textId="7CE07CB6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_RESEAUX"/>
                  <w:enabled/>
                  <w:calcOnExit w:val="0"/>
                  <w:textInput/>
                </w:ffData>
              </w:fldChar>
            </w:r>
            <w:bookmarkStart w:id="46" w:name="M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6"/>
          </w:p>
        </w:tc>
      </w:tr>
      <w:tr w:rsidR="00BF2B05" w:rsidRPr="005F7F5F" w14:paraId="4E0F3A14" w14:textId="77777777" w:rsidTr="005F7F5F">
        <w:tc>
          <w:tcPr>
            <w:tcW w:w="2622" w:type="dxa"/>
          </w:tcPr>
          <w:p w14:paraId="0FD2D484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commentaires réseaux</w:t>
            </w:r>
          </w:p>
        </w:tc>
        <w:tc>
          <w:tcPr>
            <w:tcW w:w="2693" w:type="dxa"/>
          </w:tcPr>
          <w:p w14:paraId="262F8FFD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COM_RESEAUX</w:t>
            </w:r>
          </w:p>
        </w:tc>
        <w:tc>
          <w:tcPr>
            <w:tcW w:w="5670" w:type="dxa"/>
          </w:tcPr>
          <w:p w14:paraId="09B3B40E" w14:textId="578A65BD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_RESEAUX"/>
                  <w:enabled/>
                  <w:calcOnExit w:val="0"/>
                  <w:textInput/>
                </w:ffData>
              </w:fldChar>
            </w:r>
            <w:bookmarkStart w:id="47" w:name="COM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7"/>
          </w:p>
        </w:tc>
      </w:tr>
      <w:tr w:rsidR="00BF2B05" w:rsidRPr="005F7F5F" w14:paraId="1B0FBC20" w14:textId="77777777" w:rsidTr="005F7F5F">
        <w:tc>
          <w:tcPr>
            <w:tcW w:w="2622" w:type="dxa"/>
          </w:tcPr>
          <w:p w14:paraId="3933E590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réseaux actifs</w:t>
            </w:r>
          </w:p>
        </w:tc>
        <w:tc>
          <w:tcPr>
            <w:tcW w:w="2693" w:type="dxa"/>
          </w:tcPr>
          <w:p w14:paraId="16FA860E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LISTE_RESEAUX</w:t>
            </w:r>
          </w:p>
        </w:tc>
        <w:tc>
          <w:tcPr>
            <w:tcW w:w="5670" w:type="dxa"/>
          </w:tcPr>
          <w:p w14:paraId="23F5782A" w14:textId="511FF4E0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STE_RESEAUX"/>
                  <w:enabled/>
                  <w:calcOnExit w:val="0"/>
                  <w:textInput/>
                </w:ffData>
              </w:fldChar>
            </w:r>
            <w:bookmarkStart w:id="48" w:name="LISTE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8"/>
          </w:p>
        </w:tc>
      </w:tr>
      <w:tr w:rsidR="00BF2B05" w:rsidRPr="005F7F5F" w14:paraId="3EB7CF50" w14:textId="77777777" w:rsidTr="005F7F5F">
        <w:tc>
          <w:tcPr>
            <w:tcW w:w="2622" w:type="dxa"/>
          </w:tcPr>
          <w:p w14:paraId="45B0DB6F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réseaux historisés</w:t>
            </w:r>
          </w:p>
        </w:tc>
        <w:tc>
          <w:tcPr>
            <w:tcW w:w="2693" w:type="dxa"/>
          </w:tcPr>
          <w:p w14:paraId="2CDF19ED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HISTO_RESEAUX</w:t>
            </w:r>
          </w:p>
        </w:tc>
        <w:tc>
          <w:tcPr>
            <w:tcW w:w="5670" w:type="dxa"/>
          </w:tcPr>
          <w:p w14:paraId="05F26275" w14:textId="2DCB64B2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ISTO_RESEAUX"/>
                  <w:enabled/>
                  <w:calcOnExit w:val="0"/>
                  <w:textInput/>
                </w:ffData>
              </w:fldChar>
            </w:r>
            <w:bookmarkStart w:id="49" w:name="HISTO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9"/>
          </w:p>
        </w:tc>
      </w:tr>
      <w:tr w:rsidR="00AE02A2" w:rsidRPr="005F7F5F" w14:paraId="42771DC6" w14:textId="77777777" w:rsidTr="005F7F5F">
        <w:tc>
          <w:tcPr>
            <w:tcW w:w="2622" w:type="dxa"/>
          </w:tcPr>
          <w:p w14:paraId="2C98FB5E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Gestionnaire</w:t>
            </w:r>
          </w:p>
        </w:tc>
        <w:tc>
          <w:tcPr>
            <w:tcW w:w="2693" w:type="dxa"/>
          </w:tcPr>
          <w:p w14:paraId="03F00DAF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C_GESTIONNAIRE</w:t>
            </w:r>
          </w:p>
        </w:tc>
        <w:tc>
          <w:tcPr>
            <w:tcW w:w="5670" w:type="dxa"/>
          </w:tcPr>
          <w:p w14:paraId="2B499F75" w14:textId="19385692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GESTIONNAIRE"/>
                  <w:enabled/>
                  <w:calcOnExit w:val="0"/>
                  <w:textInput/>
                </w:ffData>
              </w:fldChar>
            </w:r>
            <w:bookmarkStart w:id="50" w:name="C_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0"/>
          </w:p>
        </w:tc>
      </w:tr>
      <w:tr w:rsidR="00AE02A2" w:rsidRPr="005F7F5F" w14:paraId="4D2B3B46" w14:textId="77777777" w:rsidTr="005F7F5F">
        <w:tc>
          <w:tcPr>
            <w:tcW w:w="2622" w:type="dxa"/>
          </w:tcPr>
          <w:p w14:paraId="6EBE1FB3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Gestionnaire</w:t>
            </w:r>
          </w:p>
        </w:tc>
        <w:tc>
          <w:tcPr>
            <w:tcW w:w="2693" w:type="dxa"/>
          </w:tcPr>
          <w:p w14:paraId="0ED31004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GESTIONNAIRE</w:t>
            </w:r>
          </w:p>
        </w:tc>
        <w:tc>
          <w:tcPr>
            <w:tcW w:w="5670" w:type="dxa"/>
          </w:tcPr>
          <w:p w14:paraId="521A11D7" w14:textId="25633C45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GESTIONNAIRE"/>
                  <w:enabled/>
                  <w:calcOnExit w:val="0"/>
                  <w:textInput/>
                </w:ffData>
              </w:fldChar>
            </w:r>
            <w:bookmarkStart w:id="51" w:name="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1"/>
          </w:p>
        </w:tc>
      </w:tr>
      <w:tr w:rsidR="00AE02A2" w:rsidRPr="005F7F5F" w14:paraId="496CD743" w14:textId="77777777" w:rsidTr="005F7F5F">
        <w:tc>
          <w:tcPr>
            <w:tcW w:w="2622" w:type="dxa"/>
          </w:tcPr>
          <w:p w14:paraId="0E8DC1ED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Référence gestionnaire</w:t>
            </w:r>
          </w:p>
        </w:tc>
        <w:tc>
          <w:tcPr>
            <w:tcW w:w="2693" w:type="dxa"/>
          </w:tcPr>
          <w:p w14:paraId="6F555E3D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REF_GESTIONNAIRE</w:t>
            </w:r>
          </w:p>
        </w:tc>
        <w:tc>
          <w:tcPr>
            <w:tcW w:w="5670" w:type="dxa"/>
          </w:tcPr>
          <w:p w14:paraId="390D2C64" w14:textId="7AF1B408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GESTIONNAIRE"/>
                  <w:enabled/>
                  <w:calcOnExit w:val="0"/>
                  <w:textInput/>
                </w:ffData>
              </w:fldChar>
            </w:r>
            <w:bookmarkStart w:id="52" w:name="REF_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2"/>
          </w:p>
        </w:tc>
      </w:tr>
      <w:tr w:rsidR="0025658B" w:rsidRPr="005F7F5F" w14:paraId="005745C5" w14:textId="77777777" w:rsidTr="005F7F5F">
        <w:tc>
          <w:tcPr>
            <w:tcW w:w="2622" w:type="dxa"/>
          </w:tcPr>
          <w:p w14:paraId="6F8B047F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43387033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C_COGESTIONNAIRE</w:t>
            </w:r>
          </w:p>
        </w:tc>
        <w:tc>
          <w:tcPr>
            <w:tcW w:w="5670" w:type="dxa"/>
          </w:tcPr>
          <w:p w14:paraId="67353C4D" w14:textId="71E9BBB7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GESTIONNAIRE"/>
                  <w:enabled/>
                  <w:calcOnExit w:val="0"/>
                  <w:textInput/>
                </w:ffData>
              </w:fldChar>
            </w:r>
            <w:bookmarkStart w:id="53" w:name="C_CO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3"/>
          </w:p>
        </w:tc>
      </w:tr>
      <w:tr w:rsidR="0025658B" w:rsidRPr="005F7F5F" w14:paraId="75FD6DDE" w14:textId="77777777" w:rsidTr="005F7F5F">
        <w:tc>
          <w:tcPr>
            <w:tcW w:w="2622" w:type="dxa"/>
          </w:tcPr>
          <w:p w14:paraId="2F1C4A58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6B5CD926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COGESTIONNAIRE</w:t>
            </w:r>
          </w:p>
        </w:tc>
        <w:tc>
          <w:tcPr>
            <w:tcW w:w="5670" w:type="dxa"/>
          </w:tcPr>
          <w:p w14:paraId="64038475" w14:textId="63E728D4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GESTIONNAIRE"/>
                  <w:enabled/>
                  <w:calcOnExit w:val="0"/>
                  <w:textInput/>
                </w:ffData>
              </w:fldChar>
            </w:r>
            <w:bookmarkStart w:id="54" w:name="CO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4"/>
          </w:p>
        </w:tc>
      </w:tr>
      <w:tr w:rsidR="0025658B" w:rsidRPr="005F7F5F" w14:paraId="3A2D5E68" w14:textId="77777777" w:rsidTr="005F7F5F">
        <w:tc>
          <w:tcPr>
            <w:tcW w:w="2622" w:type="dxa"/>
          </w:tcPr>
          <w:p w14:paraId="166CD709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Référence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688231A2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REF_COGESTIONNAIRE</w:t>
            </w:r>
          </w:p>
        </w:tc>
        <w:tc>
          <w:tcPr>
            <w:tcW w:w="5670" w:type="dxa"/>
          </w:tcPr>
          <w:p w14:paraId="65B70AFC" w14:textId="67F68CD7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COGESTIONNAIRE"/>
                  <w:enabled/>
                  <w:calcOnExit w:val="0"/>
                  <w:textInput/>
                </w:ffData>
              </w:fldChar>
            </w:r>
            <w:bookmarkStart w:id="55" w:name="REF_CO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5"/>
          </w:p>
        </w:tc>
      </w:tr>
      <w:tr w:rsidR="0025658B" w:rsidRPr="005F7F5F" w14:paraId="71C50E3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9518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Station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A756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TYPE_STATION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848F" w14:textId="53B6E974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STATION"/>
                  <w:enabled/>
                  <w:calcOnExit w:val="0"/>
                  <w:textInput/>
                </w:ffData>
              </w:fldChar>
            </w:r>
            <w:bookmarkStart w:id="56" w:name="TYPE_STATI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6"/>
          </w:p>
        </w:tc>
      </w:tr>
      <w:tr w:rsidR="0025658B" w:rsidRPr="005F7F5F" w14:paraId="4A35B832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D4B0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Capteur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231A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TYPE_CAPTEUR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7B02" w14:textId="2640BCBF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CAPTEUR"/>
                  <w:enabled/>
                  <w:calcOnExit w:val="0"/>
                  <w:textInput/>
                </w:ffData>
              </w:fldChar>
            </w:r>
            <w:bookmarkStart w:id="57" w:name="TYPE_CAPTEUR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7"/>
          </w:p>
        </w:tc>
      </w:tr>
      <w:tr w:rsidR="0025658B" w:rsidRPr="005F7F5F" w14:paraId="4B8B386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200C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Téléphone station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2395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TEL_STATION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DFF3" w14:textId="2B5E8D76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EL_STATION"/>
                  <w:enabled/>
                  <w:calcOnExit w:val="0"/>
                  <w:textInput/>
                </w:ffData>
              </w:fldChar>
            </w:r>
            <w:bookmarkStart w:id="58" w:name="TEL_STATI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8"/>
          </w:p>
        </w:tc>
      </w:tr>
      <w:tr w:rsidR="0025658B" w:rsidRPr="005F7F5F" w14:paraId="06418BD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B4EB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méthode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76DC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C_METHODE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A772" w14:textId="58031C1A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METHODE"/>
                  <w:enabled/>
                  <w:calcOnExit w:val="0"/>
                  <w:textInput/>
                </w:ffData>
              </w:fldChar>
            </w:r>
            <w:bookmarkStart w:id="59" w:name="C_METHOD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9"/>
          </w:p>
        </w:tc>
      </w:tr>
      <w:tr w:rsidR="0025658B" w:rsidRPr="005F7F5F" w14:paraId="28F1DDE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9A1E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Méthode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3BE7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METHODE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DFF0" w14:textId="7256FC50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ETHODE"/>
                  <w:enabled/>
                  <w:calcOnExit w:val="0"/>
                  <w:textInput/>
                </w:ffData>
              </w:fldChar>
            </w:r>
            <w:bookmarkStart w:id="60" w:name="METHOD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0"/>
          </w:p>
        </w:tc>
      </w:tr>
      <w:tr w:rsidR="0025658B" w:rsidRPr="005F7F5F" w14:paraId="74AC9652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5138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périodicité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AACF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C_PERIODICITE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9C64" w14:textId="43A6031F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ERIODICITE"/>
                  <w:enabled/>
                  <w:calcOnExit w:val="0"/>
                  <w:textInput/>
                </w:ffData>
              </w:fldChar>
            </w:r>
            <w:bookmarkStart w:id="61" w:name="C_PERIODICIT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1"/>
          </w:p>
        </w:tc>
      </w:tr>
      <w:tr w:rsidR="0025658B" w:rsidRPr="005F7F5F" w14:paraId="11B298F5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BA82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Périodicité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C44D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PERIODICITE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84DB" w14:textId="1EC782EE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ERIODICITE"/>
                  <w:enabled/>
                  <w:calcOnExit w:val="0"/>
                  <w:textInput/>
                </w:ffData>
              </w:fldChar>
            </w:r>
            <w:bookmarkStart w:id="62" w:name="PERIODICIT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2"/>
          </w:p>
        </w:tc>
      </w:tr>
      <w:tr w:rsidR="0025658B" w:rsidRPr="005F7F5F" w14:paraId="67022163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A8DA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Profondeur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6F5C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PROFONDEUR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1727" w14:textId="2A4C8C31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ONDEUR"/>
                  <w:enabled/>
                  <w:calcOnExit w:val="0"/>
                  <w:textInput/>
                </w:ffData>
              </w:fldChar>
            </w:r>
            <w:bookmarkStart w:id="63" w:name="PROFONDEUR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3"/>
          </w:p>
        </w:tc>
      </w:tr>
      <w:tr w:rsidR="00C76D78" w:rsidRPr="005F7F5F" w14:paraId="68618FB2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B438" w14:textId="77777777" w:rsidR="00C76D78" w:rsidRPr="005F7F5F" w:rsidRDefault="00C76D78" w:rsidP="00DF6DB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Titre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BFB5" w14:textId="77777777" w:rsidR="00C76D78" w:rsidRPr="005F7F5F" w:rsidRDefault="00C76D78" w:rsidP="00DF6DB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TITRE_BULLETIN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43CB" w14:textId="21023E89" w:rsidR="00C76D78" w:rsidRPr="005F7F5F" w:rsidRDefault="004A5E5D" w:rsidP="00DF6DB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ITRE_BULLETIN"/>
                  <w:enabled/>
                  <w:calcOnExit w:val="0"/>
                  <w:textInput/>
                </w:ffData>
              </w:fldChar>
            </w:r>
            <w:bookmarkStart w:id="64" w:name="TITRE_BULLETI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4"/>
          </w:p>
        </w:tc>
      </w:tr>
      <w:tr w:rsidR="00E21867" w:rsidRPr="005F7F5F" w14:paraId="17B4E2B0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E6A" w14:textId="77777777" w:rsidR="00E21867" w:rsidRPr="005F7F5F" w:rsidRDefault="00C76D78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Historique des repères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775" w14:textId="77777777" w:rsidR="00E21867" w:rsidRPr="005F7F5F" w:rsidRDefault="00C76D78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HISTO_REPERES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97A9" w14:textId="1C342C1B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ISTO_REPERES"/>
                  <w:enabled/>
                  <w:calcOnExit w:val="0"/>
                  <w:textInput/>
                </w:ffData>
              </w:fldChar>
            </w:r>
            <w:bookmarkStart w:id="65" w:name="HISTO_REPER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5"/>
          </w:p>
        </w:tc>
      </w:tr>
      <w:tr w:rsidR="00E21867" w:rsidRPr="005F7F5F" w14:paraId="6DFEC417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3C48" w14:textId="77777777" w:rsidR="00E21867" w:rsidRPr="005F7F5F" w:rsidRDefault="00E21867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Paragraphe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5E86" w14:textId="77777777" w:rsidR="00E21867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COMENT</w:t>
            </w:r>
            <w:r w:rsidR="00E21867" w:rsidRPr="005F7F5F">
              <w:rPr>
                <w:rFonts w:ascii="Calibri" w:hAnsi="Calibri"/>
                <w:snapToGrid w:val="0"/>
                <w:color w:val="0000FF"/>
              </w:rPr>
              <w:t>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E17A" w14:textId="3783DD19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BULLETIN"/>
                  <w:enabled/>
                  <w:calcOnExit w:val="0"/>
                  <w:textInput/>
                </w:ffData>
              </w:fldChar>
            </w:r>
            <w:bookmarkStart w:id="66" w:name="COMMENT_BULLETI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6"/>
          </w:p>
        </w:tc>
      </w:tr>
      <w:tr w:rsidR="00E21867" w:rsidRPr="005F7F5F" w14:paraId="3A32187C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9049" w14:textId="77777777" w:rsidR="00E21867" w:rsidRPr="005F7F5F" w:rsidRDefault="00E21867" w:rsidP="00E2186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1C29" w14:textId="77777777" w:rsidR="00E21867" w:rsidRPr="005F7F5F" w:rsidRDefault="00E21867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</w:t>
            </w:r>
            <w:r w:rsidR="00514F9E" w:rsidRPr="005F7F5F">
              <w:rPr>
                <w:rFonts w:ascii="Calibri" w:hAnsi="Calibri"/>
                <w:snapToGrid w:val="0"/>
                <w:color w:val="0000FF"/>
              </w:rPr>
              <w:t>ATE</w:t>
            </w:r>
            <w:r w:rsidRPr="005F7F5F">
              <w:rPr>
                <w:rFonts w:ascii="Calibri" w:hAnsi="Calibri"/>
                <w:snapToGrid w:val="0"/>
                <w:color w:val="0000FF"/>
              </w:rPr>
              <w:t>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09FE" w14:textId="1EE30B9B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BULLETIN"/>
                  <w:enabled/>
                  <w:calcOnExit w:val="0"/>
                  <w:textInput/>
                </w:ffData>
              </w:fldChar>
            </w:r>
            <w:bookmarkStart w:id="67" w:name="DATE_BULLETI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7"/>
          </w:p>
        </w:tc>
      </w:tr>
      <w:tr w:rsidR="00E21867" w:rsidRPr="005F7F5F" w14:paraId="2CA35EF0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2444" w14:textId="77777777" w:rsidR="00E21867" w:rsidRPr="005F7F5F" w:rsidRDefault="00E21867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lastRenderedPageBreak/>
              <w:t>Auteur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08AA" w14:textId="77777777" w:rsidR="00E21867" w:rsidRPr="005F7F5F" w:rsidRDefault="00E21867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</w:t>
            </w:r>
            <w:r w:rsidR="00514F9E" w:rsidRPr="005F7F5F">
              <w:rPr>
                <w:rFonts w:ascii="Calibri" w:hAnsi="Calibri"/>
                <w:snapToGrid w:val="0"/>
                <w:color w:val="0000FF"/>
              </w:rPr>
              <w:t>UTEUR</w:t>
            </w:r>
            <w:r w:rsidRPr="005F7F5F">
              <w:rPr>
                <w:rFonts w:ascii="Calibri" w:hAnsi="Calibri"/>
                <w:snapToGrid w:val="0"/>
                <w:color w:val="0000FF"/>
              </w:rPr>
              <w:t>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31EE" w14:textId="1FC4C6A6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UTEUR_BULLETIN"/>
                  <w:enabled/>
                  <w:calcOnExit w:val="0"/>
                  <w:textInput/>
                </w:ffData>
              </w:fldChar>
            </w:r>
            <w:bookmarkStart w:id="68" w:name="AUTEUR_BULLETI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8"/>
          </w:p>
        </w:tc>
      </w:tr>
      <w:tr w:rsidR="00514F9E" w:rsidRPr="005F7F5F" w14:paraId="092516ED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F12F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Titre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634E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TITRE_</w:t>
            </w:r>
            <w:r w:rsidRPr="005F7F5F">
              <w:rPr>
                <w:rFonts w:ascii="Calibri" w:hAnsi="Calibri"/>
              </w:rPr>
              <w:t xml:space="preserve"> </w:t>
            </w:r>
            <w:r w:rsidRPr="005F7F5F">
              <w:rPr>
                <w:rFonts w:ascii="Calibri" w:hAnsi="Calibri"/>
                <w:snapToGrid w:val="0"/>
                <w:color w:val="0000FF"/>
              </w:rPr>
              <w:t>G_ 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68E6" w14:textId="5F6B1EC4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ITRE_G_BULLETIN"/>
                  <w:enabled/>
                  <w:calcOnExit w:val="0"/>
                  <w:textInput/>
                </w:ffData>
              </w:fldChar>
            </w:r>
            <w:bookmarkStart w:id="69" w:name="TITRE_G_BULLETI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9"/>
          </w:p>
        </w:tc>
      </w:tr>
      <w:tr w:rsidR="00514F9E" w:rsidRPr="005F7F5F" w14:paraId="0139E9F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2DA1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Paragraphe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67C9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COMMENT_</w:t>
            </w:r>
            <w:r w:rsidRPr="005F7F5F">
              <w:rPr>
                <w:rFonts w:ascii="Calibri" w:hAnsi="Calibri"/>
              </w:rPr>
              <w:t xml:space="preserve"> </w:t>
            </w:r>
            <w:r w:rsidRPr="005F7F5F">
              <w:rPr>
                <w:rFonts w:ascii="Calibri" w:hAnsi="Calibri"/>
                <w:snapToGrid w:val="0"/>
                <w:color w:val="0000FF"/>
              </w:rPr>
              <w:t>G_ 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4BE2" w14:textId="45F09D14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G_BULLETIN"/>
                  <w:enabled/>
                  <w:calcOnExit w:val="0"/>
                  <w:textInput/>
                </w:ffData>
              </w:fldChar>
            </w:r>
            <w:bookmarkStart w:id="70" w:name="COMMENT_G_BULLETI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0"/>
          </w:p>
        </w:tc>
      </w:tr>
      <w:tr w:rsidR="00514F9E" w:rsidRPr="005F7F5F" w14:paraId="68A991C3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0399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CE04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</w:t>
            </w:r>
            <w:r w:rsidRPr="005F7F5F">
              <w:rPr>
                <w:rFonts w:ascii="Calibri" w:hAnsi="Calibri"/>
              </w:rPr>
              <w:t xml:space="preserve"> </w:t>
            </w:r>
            <w:r w:rsidRPr="005F7F5F">
              <w:rPr>
                <w:rFonts w:ascii="Calibri" w:hAnsi="Calibri"/>
                <w:snapToGrid w:val="0"/>
                <w:color w:val="0000FF"/>
              </w:rPr>
              <w:t>G_ 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2EBB" w14:textId="3FCCF5F5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G_BULLETIN"/>
                  <w:enabled/>
                  <w:calcOnExit w:val="0"/>
                  <w:textInput/>
                </w:ffData>
              </w:fldChar>
            </w:r>
            <w:bookmarkStart w:id="71" w:name="DATE_G_BULLETI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1"/>
          </w:p>
        </w:tc>
      </w:tr>
      <w:tr w:rsidR="00514F9E" w:rsidRPr="005F7F5F" w14:paraId="5587150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D57C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Auteur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C240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AUTEUR_</w:t>
            </w:r>
            <w:r w:rsidR="00B353E1" w:rsidRPr="005F7F5F">
              <w:rPr>
                <w:rFonts w:ascii="Calibri" w:hAnsi="Calibri"/>
              </w:rPr>
              <w:t xml:space="preserve"> </w:t>
            </w:r>
            <w:r w:rsidR="00B353E1" w:rsidRPr="005F7F5F">
              <w:rPr>
                <w:rFonts w:ascii="Calibri" w:hAnsi="Calibri"/>
                <w:snapToGrid w:val="0"/>
                <w:color w:val="0000FF"/>
              </w:rPr>
              <w:t xml:space="preserve">G_ </w:t>
            </w:r>
            <w:r w:rsidRPr="005F7F5F">
              <w:rPr>
                <w:rFonts w:ascii="Calibri" w:hAnsi="Calibri"/>
                <w:snapToGrid w:val="0"/>
                <w:color w:val="0000FF"/>
              </w:rPr>
              <w:t>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E0AC" w14:textId="0D75F247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UTEUR_G_BULLETIN"/>
                  <w:enabled/>
                  <w:calcOnExit w:val="0"/>
                  <w:textInput/>
                </w:ffData>
              </w:fldChar>
            </w:r>
            <w:bookmarkStart w:id="72" w:name="AUTEUR_G_BULLETI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2"/>
          </w:p>
        </w:tc>
      </w:tr>
      <w:tr w:rsidR="005D7EAD" w:rsidRPr="005F7F5F" w14:paraId="6941798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9E35" w14:textId="77777777" w:rsidR="005D7EAD" w:rsidRPr="005F7F5F" w:rsidRDefault="005D7EAD" w:rsidP="005D7EA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gram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de  l’unité</w:t>
            </w:r>
            <w:proofErr w:type="gramEnd"/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 de gestion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1EBC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UNITE_GESTION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F714" w14:textId="70ACE3CE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UNITE_GESTION"/>
                  <w:enabled/>
                  <w:calcOnExit w:val="0"/>
                  <w:textInput/>
                </w:ffData>
              </w:fldChar>
            </w:r>
            <w:bookmarkStart w:id="73" w:name="UNITE_GESTI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3"/>
          </w:p>
        </w:tc>
      </w:tr>
      <w:tr w:rsidR="005D7EAD" w:rsidRPr="005F7F5F" w14:paraId="594A6DB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2F65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l’unité de gestion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EDE4" w14:textId="77777777" w:rsidR="005D7EAD" w:rsidRPr="005F7F5F" w:rsidRDefault="00F167BA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</w:t>
            </w:r>
            <w:r w:rsidR="005D7EAD" w:rsidRPr="005F7F5F">
              <w:rPr>
                <w:rFonts w:ascii="Calibri" w:hAnsi="Calibri"/>
                <w:snapToGrid w:val="0"/>
                <w:color w:val="0000FF"/>
              </w:rPr>
              <w:t>UNIT_GESTION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0025" w14:textId="009611C3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UNIT_GESTION"/>
                  <w:enabled/>
                  <w:calcOnExit w:val="0"/>
                  <w:textInput/>
                </w:ffData>
              </w:fldChar>
            </w:r>
            <w:bookmarkStart w:id="74" w:name="NOM_UNIT_GESTI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4"/>
          </w:p>
        </w:tc>
      </w:tr>
      <w:tr w:rsidR="005D7EAD" w:rsidRPr="005F7F5F" w14:paraId="680C2E1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2C9A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de l’unité de distribution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DF39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UNIT_DISTRIB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47ED" w14:textId="53B130B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UNIT_DISTRIB"/>
                  <w:enabled/>
                  <w:calcOnExit w:val="0"/>
                  <w:textInput/>
                </w:ffData>
              </w:fldChar>
            </w:r>
            <w:bookmarkStart w:id="75" w:name="UNIT_DISTRIB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5"/>
          </w:p>
        </w:tc>
      </w:tr>
      <w:tr w:rsidR="005D7EAD" w:rsidRPr="005F7F5F" w14:paraId="5614572C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A7F0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l’unité de distribution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6BC4" w14:textId="77777777" w:rsidR="005D7EAD" w:rsidRPr="005F7F5F" w:rsidRDefault="00F167BA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</w:t>
            </w:r>
            <w:r w:rsidR="005D7EAD" w:rsidRPr="005F7F5F">
              <w:rPr>
                <w:rFonts w:ascii="Calibri" w:hAnsi="Calibri"/>
                <w:snapToGrid w:val="0"/>
                <w:color w:val="0000FF"/>
              </w:rPr>
              <w:t>UNIT_DISTRI</w:t>
            </w:r>
            <w:r w:rsidRPr="005F7F5F">
              <w:rPr>
                <w:rFonts w:ascii="Calibri" w:hAnsi="Calibri"/>
                <w:snapToGrid w:val="0"/>
                <w:color w:val="0000FF"/>
              </w:rPr>
              <w:t>B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647" w14:textId="5FFF4BD1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UNIT_DISTRIB"/>
                  <w:enabled/>
                  <w:calcOnExit w:val="0"/>
                  <w:textInput/>
                </w:ffData>
              </w:fldChar>
            </w:r>
            <w:bookmarkStart w:id="76" w:name="NOM_UNIT_DISTRIB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6"/>
          </w:p>
        </w:tc>
      </w:tr>
      <w:tr w:rsidR="005D7EAD" w:rsidRPr="005F7F5F" w14:paraId="0355CAC9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039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Type de réservoir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3C3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TYPE_RESERVOIR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84FD" w14:textId="2F3439D9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RESERVOIR"/>
                  <w:enabled/>
                  <w:calcOnExit w:val="0"/>
                  <w:textInput/>
                </w:ffData>
              </w:fldChar>
            </w:r>
            <w:bookmarkStart w:id="77" w:name="TYPE_RESERVOIR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7"/>
          </w:p>
        </w:tc>
      </w:tr>
      <w:tr w:rsidR="005D7EAD" w:rsidRPr="005F7F5F" w14:paraId="41D34253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319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réalisation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A2D9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DATE_REALISATION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65DB" w14:textId="72EB324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REALISATION"/>
                  <w:enabled/>
                  <w:calcOnExit w:val="0"/>
                  <w:textInput/>
                </w:ffData>
              </w:fldChar>
            </w:r>
            <w:bookmarkStart w:id="78" w:name="DATE_REALISATI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8"/>
          </w:p>
        </w:tc>
      </w:tr>
      <w:tr w:rsidR="005D7EAD" w:rsidRPr="005F7F5F" w14:paraId="352B0390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33B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 mise en service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503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DATE_SERVICE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B308" w14:textId="1C9D5A9F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SERVICE"/>
                  <w:enabled/>
                  <w:calcOnExit w:val="0"/>
                  <w:textInput/>
                </w:ffData>
              </w:fldChar>
            </w:r>
            <w:bookmarkStart w:id="79" w:name="DATE_SERVIC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9"/>
          </w:p>
        </w:tc>
      </w:tr>
      <w:tr w:rsidR="005D7EAD" w:rsidRPr="005F7F5F" w14:paraId="051B8EE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73FE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Débit autorisé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B87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DEBIT_AUTORISE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2A88" w14:textId="03DA833C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BIT_AUTORISE"/>
                  <w:enabled/>
                  <w:calcOnExit w:val="0"/>
                  <w:textInput/>
                </w:ffData>
              </w:fldChar>
            </w:r>
            <w:bookmarkStart w:id="80" w:name="DEBIT_AUTORIS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0"/>
          </w:p>
        </w:tc>
      </w:tr>
      <w:tr w:rsidR="005D7EAD" w:rsidRPr="005F7F5F" w14:paraId="2A1CC37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0D1E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 l’arrêté préfectoral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E467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DATE_ARRETE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3F94" w14:textId="50AECA24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ARRETE"/>
                  <w:enabled/>
                  <w:calcOnExit w:val="0"/>
                  <w:textInput/>
                </w:ffData>
              </w:fldChar>
            </w:r>
            <w:bookmarkStart w:id="81" w:name="DATE_ARRET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1"/>
          </w:p>
        </w:tc>
      </w:tr>
      <w:tr w:rsidR="005D7EAD" w:rsidRPr="005F7F5F" w14:paraId="493D0DC6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917D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Numéro de l’arrêté préfectoral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44A5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NUM_ARRETE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5EC9" w14:textId="48E1202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UM_ARRETE"/>
                  <w:enabled/>
                  <w:calcOnExit w:val="0"/>
                  <w:textInput/>
                </w:ffData>
              </w:fldChar>
            </w:r>
            <w:bookmarkStart w:id="82" w:name="NUM_ARRET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2"/>
          </w:p>
        </w:tc>
      </w:tr>
      <w:tr w:rsidR="005D7EAD" w:rsidRPr="005F7F5F" w14:paraId="04E5342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4D1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du type d’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artésianisme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E48A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TYPE_ARTESIANISME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47AA" w14:textId="752A5D7C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ARTESIANISME"/>
                  <w:enabled/>
                  <w:calcOnExit w:val="0"/>
                  <w:textInput/>
                </w:ffData>
              </w:fldChar>
            </w:r>
            <w:bookmarkStart w:id="83" w:name="TYPE_ARTESIANISM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3"/>
          </w:p>
        </w:tc>
      </w:tr>
      <w:tr w:rsidR="005D7EAD" w:rsidRPr="005F7F5F" w14:paraId="3B4422E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8002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artésianisme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8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ARTESIANISME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96FD" w14:textId="337BD51A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RTESIANISME"/>
                  <w:enabled/>
                  <w:calcOnExit w:val="0"/>
                  <w:textInput/>
                </w:ffData>
              </w:fldChar>
            </w:r>
            <w:bookmarkStart w:id="84" w:name="ARTESIANISM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4"/>
          </w:p>
        </w:tc>
      </w:tr>
      <w:tr w:rsidR="005D7EAD" w:rsidRPr="005F7F5F" w14:paraId="66A7A06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E9B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Débit exploité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81AC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DEBIT_EXPLOITE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70D0" w14:textId="53609450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BIT_EXPLOITE"/>
                  <w:enabled/>
                  <w:calcOnExit w:val="0"/>
                  <w:textInput/>
                </w:ffData>
              </w:fldChar>
            </w:r>
            <w:bookmarkStart w:id="85" w:name="DEBIT_EXPLOIT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5"/>
          </w:p>
        </w:tc>
      </w:tr>
      <w:tr w:rsidR="005D7EAD" w:rsidRPr="005F7F5F" w14:paraId="31B04978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264D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Volume annuel autorisé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345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VOL_ANNUEL_AUTORISE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85D7" w14:textId="7DF0CEAE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VOL_ANNUEL_AUTORISE"/>
                  <w:enabled/>
                  <w:calcOnExit w:val="0"/>
                  <w:textInput/>
                </w:ffData>
              </w:fldChar>
            </w:r>
            <w:bookmarkStart w:id="86" w:name="VOL_ANNUEL_AUTORIS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6"/>
          </w:p>
        </w:tc>
      </w:tr>
      <w:tr w:rsidR="005D7EAD" w:rsidRPr="005F7F5F" w14:paraId="62C66AC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5B8E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de l’exploitant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440F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EXPLOITANT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B563" w14:textId="3064225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XPLOITANT"/>
                  <w:enabled/>
                  <w:calcOnExit w:val="0"/>
                  <w:textInput/>
                </w:ffData>
              </w:fldChar>
            </w:r>
            <w:bookmarkStart w:id="87" w:name="EXPLOITA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7"/>
          </w:p>
        </w:tc>
      </w:tr>
      <w:tr w:rsidR="005D7EAD" w:rsidRPr="005F7F5F" w14:paraId="5A38DB3A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6ADA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l’exploitant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1D5E" w14:textId="77777777" w:rsidR="005D7EAD" w:rsidRPr="005F7F5F" w:rsidRDefault="00F167BA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</w:t>
            </w:r>
            <w:r w:rsidR="005D7EAD" w:rsidRPr="005F7F5F">
              <w:rPr>
                <w:rFonts w:ascii="Calibri" w:hAnsi="Calibri"/>
                <w:snapToGrid w:val="0"/>
                <w:color w:val="0000FF"/>
              </w:rPr>
              <w:t>EXPLOITA</w:t>
            </w:r>
            <w:r w:rsidRPr="005F7F5F">
              <w:rPr>
                <w:rFonts w:ascii="Calibri" w:hAnsi="Calibri"/>
                <w:snapToGrid w:val="0"/>
                <w:color w:val="0000FF"/>
              </w:rPr>
              <w:t>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4F7A" w14:textId="66940DE2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EXPLOITANT"/>
                  <w:enabled/>
                  <w:calcOnExit w:val="0"/>
                  <w:textInput/>
                </w:ffData>
              </w:fldChar>
            </w:r>
            <w:bookmarkStart w:id="88" w:name="NOM_EXPLOITA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8"/>
          </w:p>
        </w:tc>
      </w:tr>
      <w:tr w:rsidR="00CB68FD" w:rsidRPr="005F7F5F" w14:paraId="5101F90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2D17" w14:textId="77777777" w:rsidR="00CB68FD" w:rsidRPr="005F7F5F" w:rsidRDefault="00CB68FD" w:rsidP="00CB68F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bassin versant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B035" w14:textId="77777777" w:rsidR="00CB68FD" w:rsidRPr="005F7F5F" w:rsidRDefault="00CB68F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C_BASSIN_VERSANT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CDD4" w14:textId="2D8CF54B" w:rsidR="00CB68FD" w:rsidRPr="005F7F5F" w:rsidRDefault="004A5E5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"/>
                  <w:enabled/>
                  <w:calcOnExit w:val="0"/>
                  <w:textInput/>
                </w:ffData>
              </w:fldChar>
            </w:r>
            <w:bookmarkStart w:id="89" w:name="C_BASSIN_VERSA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9"/>
          </w:p>
        </w:tc>
      </w:tr>
      <w:tr w:rsidR="00CB68FD" w:rsidRPr="005F7F5F" w14:paraId="674920D5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9362" w14:textId="77777777" w:rsidR="00CB68FD" w:rsidRPr="005F7F5F" w:rsidRDefault="00CB68FD" w:rsidP="00864FB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Bassin versant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F5C4" w14:textId="77777777" w:rsidR="00CB68FD" w:rsidRPr="005F7F5F" w:rsidRDefault="00CB68F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L_BASSIN_VERSANT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078B" w14:textId="55602019" w:rsidR="00CB68FD" w:rsidRPr="005F7F5F" w:rsidRDefault="004A5E5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"/>
                  <w:enabled/>
                  <w:calcOnExit w:val="0"/>
                  <w:textInput/>
                </w:ffData>
              </w:fldChar>
            </w:r>
            <w:bookmarkStart w:id="90" w:name="L_BASSIN_VERSA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0"/>
          </w:p>
        </w:tc>
      </w:tr>
      <w:tr w:rsidR="00013633" w:rsidRPr="005F7F5F" w14:paraId="57805DFD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433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Description de l’accessibilité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CD27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COND_ACCES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1821" w14:textId="42DFD646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ND_ACCES"/>
                  <w:enabled/>
                  <w:calcOnExit w:val="0"/>
                  <w:textInput/>
                </w:ffData>
              </w:fldChar>
            </w:r>
            <w:bookmarkStart w:id="91" w:name="COND_ACC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1"/>
          </w:p>
        </w:tc>
      </w:tr>
      <w:tr w:rsidR="00013633" w:rsidRPr="005F7F5F" w14:paraId="7681616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8EFF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AF8A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C_COND_ACCES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3859" w14:textId="5DD2235E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D_ACCES"/>
                  <w:enabled/>
                  <w:calcOnExit w:val="0"/>
                  <w:textInput/>
                </w:ffData>
              </w:fldChar>
            </w:r>
            <w:bookmarkStart w:id="92" w:name="C_COND_ACC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2"/>
          </w:p>
        </w:tc>
      </w:tr>
      <w:tr w:rsidR="00013633" w:rsidRPr="005F7F5F" w14:paraId="44D1A6BD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B484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Libellé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1A06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L_COND_ACCES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2B7F" w14:textId="2A8AA424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COND_ACCES"/>
                  <w:enabled/>
                  <w:calcOnExit w:val="0"/>
                  <w:textInput/>
                </w:ffData>
              </w:fldChar>
            </w:r>
            <w:bookmarkStart w:id="93" w:name="L_COND_ACC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3"/>
          </w:p>
        </w:tc>
      </w:tr>
      <w:tr w:rsidR="00013633" w:rsidRPr="005F7F5F" w14:paraId="367782FA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8763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Description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BBEE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AMENAGEMENT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6091" w14:textId="1A33E360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MENAGEMENT"/>
                  <w:enabled/>
                  <w:calcOnExit w:val="0"/>
                  <w:textInput/>
                </w:ffData>
              </w:fldChar>
            </w:r>
            <w:bookmarkStart w:id="94" w:name="AMENAGEME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4"/>
          </w:p>
        </w:tc>
      </w:tr>
      <w:tr w:rsidR="00013633" w:rsidRPr="005F7F5F" w14:paraId="597DE8C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4AB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Clé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5169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CLE_ACCES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94F" w14:textId="29ABC32E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LE_ACCES"/>
                  <w:enabled/>
                  <w:calcOnExit w:val="0"/>
                  <w:textInput/>
                </w:ffData>
              </w:fldChar>
            </w:r>
            <w:bookmarkStart w:id="95" w:name="CLE_ACC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5"/>
          </w:p>
        </w:tc>
      </w:tr>
      <w:tr w:rsidR="00013633" w:rsidRPr="005F7F5F" w14:paraId="5F54D21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1419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D0B4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TYPE_AMENAGEMENT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907D" w14:textId="2200BB1E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AMENAGEMENT"/>
                  <w:enabled/>
                  <w:calcOnExit w:val="0"/>
                  <w:textInput/>
                </w:ffData>
              </w:fldChar>
            </w:r>
            <w:bookmarkStart w:id="96" w:name="TYPE_AMENAGEME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6"/>
          </w:p>
        </w:tc>
      </w:tr>
      <w:tr w:rsidR="00013633" w:rsidRPr="005F7F5F" w14:paraId="4408D97C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B07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Libellé 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E81D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L_TYPE_AMENAGEMENT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81F2" w14:textId="2B3D7CC1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TYPE_AMENAGEMENT"/>
                  <w:enabled/>
                  <w:calcOnExit w:val="0"/>
                  <w:textInput/>
                </w:ffData>
              </w:fldChar>
            </w:r>
            <w:bookmarkStart w:id="97" w:name="L_TYPE_AMENAGEME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7"/>
          </w:p>
        </w:tc>
      </w:tr>
      <w:tr w:rsidR="00013633" w:rsidRPr="005F7F5F" w14:paraId="1A37256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4935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Profondeur nappe repère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43F4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PROF_NAPPE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CF58" w14:textId="13439D8B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NAPPE"/>
                  <w:enabled/>
                  <w:calcOnExit w:val="0"/>
                  <w:textInput/>
                </w:ffData>
              </w:fldChar>
            </w:r>
            <w:bookmarkStart w:id="98" w:name="PROF_NAPP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8"/>
          </w:p>
        </w:tc>
      </w:tr>
    </w:tbl>
    <w:p w14:paraId="50A3CB38" w14:textId="77777777" w:rsidR="00DB1C2B" w:rsidRPr="005F7F5F" w:rsidRDefault="00DB1C2B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8"/>
          <w:szCs w:val="8"/>
        </w:rPr>
      </w:pPr>
    </w:p>
    <w:p w14:paraId="36B81084" w14:textId="77777777" w:rsidR="00514F9E" w:rsidRPr="005F7F5F" w:rsidRDefault="00514F9E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8221"/>
      </w:tblGrid>
      <w:tr w:rsidR="00514F9E" w:rsidRPr="005F7F5F" w14:paraId="5A37B9D5" w14:textId="77777777" w:rsidTr="006D57E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6461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Mesures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C192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TAB_MESURES</w:t>
            </w:r>
          </w:p>
        </w:tc>
      </w:tr>
      <w:tr w:rsidR="00DB1C2B" w:rsidRPr="005F7F5F" w14:paraId="09D599B0" w14:textId="77777777" w:rsidTr="000D37EB">
        <w:tc>
          <w:tcPr>
            <w:tcW w:w="10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846" w14:textId="58DB1E60" w:rsidR="00DB1C2B" w:rsidRPr="005F7F5F" w:rsidRDefault="004A5E5D" w:rsidP="00CC1E64">
            <w:pPr>
              <w:rPr>
                <w:rFonts w:ascii="Calibri" w:hAnsi="Calibri"/>
                <w:snapToGrid w:val="0"/>
              </w:rPr>
            </w:pPr>
            <w:r>
              <w:rPr>
                <w:rFonts w:ascii="Calibri" w:hAnsi="Calibri"/>
                <w:snapToGrid w:val="0"/>
              </w:rPr>
              <w:fldChar w:fldCharType="begin">
                <w:ffData>
                  <w:name w:val="TAB_MESURES"/>
                  <w:enabled/>
                  <w:calcOnExit w:val="0"/>
                  <w:textInput/>
                </w:ffData>
              </w:fldChar>
            </w:r>
            <w:bookmarkStart w:id="99" w:name="TAB_MESURES"/>
            <w:r>
              <w:rPr>
                <w:rFonts w:ascii="Calibri" w:hAnsi="Calibri"/>
                <w:snapToGrid w:val="0"/>
              </w:rPr>
              <w:instrText xml:space="preserve"> FORMTEXT </w:instrText>
            </w:r>
            <w:r>
              <w:rPr>
                <w:rFonts w:ascii="Calibri" w:hAnsi="Calibri"/>
                <w:snapToGrid w:val="0"/>
              </w:rPr>
            </w:r>
            <w:r>
              <w:rPr>
                <w:rFonts w:ascii="Calibri" w:hAnsi="Calibri"/>
                <w:snapToGrid w:val="0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</w:rPr>
              <w:t> </w:t>
            </w:r>
            <w:r>
              <w:rPr>
                <w:rFonts w:ascii="Calibri" w:hAnsi="Calibri"/>
                <w:noProof/>
                <w:snapToGrid w:val="0"/>
              </w:rPr>
              <w:t> </w:t>
            </w:r>
            <w:r>
              <w:rPr>
                <w:rFonts w:ascii="Calibri" w:hAnsi="Calibri"/>
                <w:noProof/>
                <w:snapToGrid w:val="0"/>
              </w:rPr>
              <w:t> </w:t>
            </w:r>
            <w:r>
              <w:rPr>
                <w:rFonts w:ascii="Calibri" w:hAnsi="Calibri"/>
                <w:noProof/>
                <w:snapToGrid w:val="0"/>
              </w:rPr>
              <w:t> </w:t>
            </w:r>
            <w:r>
              <w:rPr>
                <w:rFonts w:ascii="Calibri" w:hAnsi="Calibri"/>
                <w:noProof/>
                <w:snapToGrid w:val="0"/>
              </w:rPr>
              <w:t> </w:t>
            </w:r>
            <w:r>
              <w:rPr>
                <w:rFonts w:ascii="Calibri" w:hAnsi="Calibri"/>
                <w:snapToGrid w:val="0"/>
              </w:rPr>
              <w:fldChar w:fldCharType="end"/>
            </w:r>
            <w:bookmarkEnd w:id="99"/>
          </w:p>
          <w:p w14:paraId="1FA14B61" w14:textId="77777777" w:rsidR="00187295" w:rsidRPr="005F7F5F" w:rsidRDefault="00187295" w:rsidP="00CC1E64">
            <w:pPr>
              <w:rPr>
                <w:rFonts w:ascii="Calibri" w:hAnsi="Calibri"/>
                <w:b/>
                <w:snapToGrid w:val="0"/>
                <w:color w:val="000000"/>
              </w:rPr>
            </w:pPr>
          </w:p>
        </w:tc>
      </w:tr>
    </w:tbl>
    <w:p w14:paraId="6275B96C" w14:textId="77777777" w:rsidR="00187295" w:rsidRPr="005F7F5F" w:rsidRDefault="00187295" w:rsidP="00CC1E64">
      <w:pPr>
        <w:rPr>
          <w:rFonts w:ascii="Calibri" w:hAnsi="Calibri"/>
          <w:snapToGrid w:val="0"/>
        </w:rPr>
      </w:pPr>
    </w:p>
    <w:p w14:paraId="59573ED2" w14:textId="77777777" w:rsidR="00187295" w:rsidRPr="005F7F5F" w:rsidRDefault="00187295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</w:p>
    <w:p w14:paraId="0311EF49" w14:textId="77777777" w:rsidR="006B74F3" w:rsidRPr="005F7F5F" w:rsidRDefault="008F53C3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  <w:r w:rsidRPr="005F7F5F">
        <w:rPr>
          <w:rFonts w:ascii="Calibri" w:hAnsi="Calibri"/>
          <w:b/>
          <w:snapToGrid w:val="0"/>
          <w:color w:val="000000"/>
          <w:sz w:val="25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5386"/>
      </w:tblGrid>
      <w:tr w:rsidR="008F53C3" w:rsidRPr="005F7F5F" w14:paraId="00B021E8" w14:textId="77777777" w:rsidTr="005F7F5F">
        <w:tc>
          <w:tcPr>
            <w:tcW w:w="5599" w:type="dxa"/>
            <w:shd w:val="clear" w:color="auto" w:fill="0A0A51"/>
          </w:tcPr>
          <w:p w14:paraId="621573B2" w14:textId="77777777" w:rsidR="008F53C3" w:rsidRPr="005F7F5F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5F7F5F">
              <w:rPr>
                <w:rFonts w:ascii="Calibri" w:hAnsi="Calibri"/>
                <w:color w:val="FFFFFF"/>
                <w:sz w:val="28"/>
              </w:rPr>
              <w:t>Photo du site</w:t>
            </w:r>
          </w:p>
        </w:tc>
        <w:tc>
          <w:tcPr>
            <w:tcW w:w="5386" w:type="dxa"/>
            <w:shd w:val="clear" w:color="auto" w:fill="0A0A51"/>
          </w:tcPr>
          <w:p w14:paraId="6C046C00" w14:textId="77777777" w:rsidR="008F53C3" w:rsidRPr="005F7F5F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5F7F5F">
              <w:rPr>
                <w:rFonts w:ascii="Calibri" w:hAnsi="Calibri"/>
                <w:color w:val="FFFFFF"/>
                <w:sz w:val="28"/>
              </w:rPr>
              <w:t>Emplacement du repère</w:t>
            </w:r>
          </w:p>
        </w:tc>
      </w:tr>
      <w:tr w:rsidR="008F53C3" w:rsidRPr="005F7F5F" w14:paraId="11E11CF2" w14:textId="77777777" w:rsidTr="008F53C3">
        <w:trPr>
          <w:trHeight w:hRule="exact" w:val="3400"/>
        </w:trPr>
        <w:tc>
          <w:tcPr>
            <w:tcW w:w="5599" w:type="dxa"/>
          </w:tcPr>
          <w:p w14:paraId="001175F6" w14:textId="5103CD92" w:rsidR="008F53C3" w:rsidRPr="005F7F5F" w:rsidRDefault="004A5E5D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SITE"/>
                  <w:enabled/>
                  <w:calcOnExit w:val="0"/>
                  <w:textInput/>
                </w:ffData>
              </w:fldChar>
            </w:r>
            <w:bookmarkStart w:id="100" w:name="PHOTO_SITE"/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separate"/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end"/>
            </w:r>
            <w:bookmarkEnd w:id="100"/>
          </w:p>
        </w:tc>
        <w:tc>
          <w:tcPr>
            <w:tcW w:w="5386" w:type="dxa"/>
          </w:tcPr>
          <w:p w14:paraId="38E70615" w14:textId="674130F0" w:rsidR="008F53C3" w:rsidRPr="005F7F5F" w:rsidRDefault="004A5E5D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REPERE"/>
                  <w:enabled/>
                  <w:calcOnExit w:val="0"/>
                  <w:textInput/>
                </w:ffData>
              </w:fldChar>
            </w:r>
            <w:bookmarkStart w:id="101" w:name="PHOTO_REPERE"/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separate"/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end"/>
            </w:r>
            <w:bookmarkEnd w:id="101"/>
          </w:p>
        </w:tc>
      </w:tr>
    </w:tbl>
    <w:p w14:paraId="04203DEB" w14:textId="4411A3F3" w:rsidR="005A2809" w:rsidRPr="005F7F5F" w:rsidRDefault="006B74F3">
      <w:pPr>
        <w:pStyle w:val="Lgende"/>
        <w:spacing w:before="0"/>
        <w:rPr>
          <w:rFonts w:ascii="Calibri" w:hAnsi="Calibri"/>
          <w:color w:val="0000FF"/>
          <w:sz w:val="20"/>
        </w:rPr>
      </w:pPr>
      <w:r w:rsidRPr="005F7F5F">
        <w:rPr>
          <w:rFonts w:ascii="Calibri" w:hAnsi="Calibri"/>
        </w:rPr>
        <w:tab/>
      </w:r>
      <w:proofErr w:type="gramStart"/>
      <w:r w:rsidRPr="005F7F5F">
        <w:rPr>
          <w:rFonts w:ascii="Calibri" w:hAnsi="Calibri"/>
          <w:color w:val="0000FF"/>
          <w:sz w:val="20"/>
        </w:rPr>
        <w:t>carte</w:t>
      </w:r>
      <w:proofErr w:type="gramEnd"/>
      <w:r w:rsidRPr="005F7F5F">
        <w:rPr>
          <w:rFonts w:ascii="Calibri" w:hAnsi="Calibri"/>
          <w:color w:val="0000FF"/>
          <w:sz w:val="20"/>
        </w:rPr>
        <w:t xml:space="preserve"> IGN N°                 </w:t>
      </w:r>
      <w:r w:rsidR="005A2809" w:rsidRPr="005F7F5F">
        <w:rPr>
          <w:rFonts w:ascii="Calibri" w:hAnsi="Calibri"/>
          <w:color w:val="0000FF"/>
          <w:sz w:val="20"/>
        </w:rPr>
        <w:tab/>
      </w:r>
      <w:r w:rsidR="004A5E5D">
        <w:rPr>
          <w:rFonts w:ascii="Calibri" w:hAnsi="Calibri"/>
          <w:b w:val="0"/>
          <w:sz w:val="20"/>
        </w:rPr>
        <w:fldChar w:fldCharType="begin">
          <w:ffData>
            <w:name w:val="CARTE_IGN"/>
            <w:enabled/>
            <w:calcOnExit w:val="0"/>
            <w:textInput/>
          </w:ffData>
        </w:fldChar>
      </w:r>
      <w:bookmarkStart w:id="102" w:name="CARTE_IGN"/>
      <w:r w:rsidR="004A5E5D">
        <w:rPr>
          <w:rFonts w:ascii="Calibri" w:hAnsi="Calibri"/>
          <w:b w:val="0"/>
          <w:sz w:val="20"/>
        </w:rPr>
        <w:instrText xml:space="preserve"> FORMTEXT </w:instrText>
      </w:r>
      <w:r w:rsidR="004A5E5D">
        <w:rPr>
          <w:rFonts w:ascii="Calibri" w:hAnsi="Calibri"/>
          <w:b w:val="0"/>
          <w:sz w:val="20"/>
        </w:rPr>
      </w:r>
      <w:r w:rsidR="004A5E5D">
        <w:rPr>
          <w:rFonts w:ascii="Calibri" w:hAnsi="Calibri"/>
          <w:b w:val="0"/>
          <w:sz w:val="20"/>
        </w:rPr>
        <w:fldChar w:fldCharType="separate"/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sz w:val="20"/>
        </w:rPr>
        <w:fldChar w:fldCharType="end"/>
      </w:r>
      <w:bookmarkEnd w:id="102"/>
    </w:p>
    <w:p w14:paraId="63F41737" w14:textId="6A0793F0" w:rsidR="006B74F3" w:rsidRPr="005F7F5F" w:rsidRDefault="005A2809">
      <w:pPr>
        <w:pStyle w:val="Lgende"/>
        <w:spacing w:before="0"/>
        <w:rPr>
          <w:rFonts w:ascii="Calibri" w:hAnsi="Calibri"/>
          <w:color w:val="0000FF"/>
          <w:sz w:val="24"/>
        </w:rPr>
      </w:pPr>
      <w:r w:rsidRPr="005F7F5F">
        <w:rPr>
          <w:rFonts w:ascii="Calibri" w:hAnsi="Calibri"/>
          <w:color w:val="0000FF"/>
          <w:sz w:val="20"/>
        </w:rPr>
        <w:tab/>
      </w:r>
      <w:r w:rsidRPr="005F7F5F">
        <w:rPr>
          <w:rFonts w:ascii="Calibri" w:hAnsi="Calibri"/>
          <w:color w:val="0000FF"/>
          <w:sz w:val="20"/>
        </w:rPr>
        <w:tab/>
      </w:r>
      <w:proofErr w:type="gramStart"/>
      <w:r w:rsidRPr="005F7F5F">
        <w:rPr>
          <w:rFonts w:ascii="Calibri" w:hAnsi="Calibri"/>
          <w:color w:val="0000FF"/>
          <w:sz w:val="20"/>
        </w:rPr>
        <w:t>carte</w:t>
      </w:r>
      <w:proofErr w:type="gramEnd"/>
      <w:r w:rsidRPr="005F7F5F">
        <w:rPr>
          <w:rFonts w:ascii="Calibri" w:hAnsi="Calibri"/>
          <w:color w:val="0000FF"/>
          <w:sz w:val="20"/>
        </w:rPr>
        <w:t xml:space="preserve"> géologique</w:t>
      </w:r>
      <w:r w:rsidRPr="005F7F5F">
        <w:rPr>
          <w:rFonts w:ascii="Calibri" w:hAnsi="Calibri"/>
          <w:color w:val="0000FF"/>
          <w:sz w:val="20"/>
        </w:rPr>
        <w:tab/>
      </w:r>
      <w:r w:rsidRPr="005F7F5F">
        <w:rPr>
          <w:rFonts w:ascii="Calibri" w:hAnsi="Calibri"/>
          <w:color w:val="0000FF"/>
          <w:sz w:val="20"/>
        </w:rPr>
        <w:tab/>
      </w:r>
      <w:r w:rsidR="004A5E5D">
        <w:rPr>
          <w:rFonts w:ascii="Calibri" w:hAnsi="Calibri"/>
          <w:b w:val="0"/>
          <w:sz w:val="20"/>
        </w:rPr>
        <w:fldChar w:fldCharType="begin">
          <w:ffData>
            <w:name w:val="CARTE_GEOLOGIQUE"/>
            <w:enabled/>
            <w:calcOnExit w:val="0"/>
            <w:textInput/>
          </w:ffData>
        </w:fldChar>
      </w:r>
      <w:bookmarkStart w:id="103" w:name="CARTE_GEOLOGIQUE"/>
      <w:r w:rsidR="004A5E5D">
        <w:rPr>
          <w:rFonts w:ascii="Calibri" w:hAnsi="Calibri"/>
          <w:b w:val="0"/>
          <w:sz w:val="20"/>
        </w:rPr>
        <w:instrText xml:space="preserve"> FORMTEXT </w:instrText>
      </w:r>
      <w:r w:rsidR="004A5E5D">
        <w:rPr>
          <w:rFonts w:ascii="Calibri" w:hAnsi="Calibri"/>
          <w:b w:val="0"/>
          <w:sz w:val="20"/>
        </w:rPr>
      </w:r>
      <w:r w:rsidR="004A5E5D">
        <w:rPr>
          <w:rFonts w:ascii="Calibri" w:hAnsi="Calibri"/>
          <w:b w:val="0"/>
          <w:sz w:val="20"/>
        </w:rPr>
        <w:fldChar w:fldCharType="separate"/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noProof/>
          <w:sz w:val="20"/>
        </w:rPr>
        <w:t> </w:t>
      </w:r>
      <w:r w:rsidR="004A5E5D">
        <w:rPr>
          <w:rFonts w:ascii="Calibri" w:hAnsi="Calibri"/>
          <w:b w:val="0"/>
          <w:sz w:val="20"/>
        </w:rPr>
        <w:fldChar w:fldCharType="end"/>
      </w:r>
      <w:bookmarkEnd w:id="10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2"/>
      </w:tblGrid>
      <w:tr w:rsidR="006B74F3" w:rsidRPr="005F7F5F" w14:paraId="7166F454" w14:textId="77777777">
        <w:trPr>
          <w:trHeight w:hRule="exact" w:val="5744"/>
        </w:trPr>
        <w:tc>
          <w:tcPr>
            <w:tcW w:w="11082" w:type="dxa"/>
          </w:tcPr>
          <w:p w14:paraId="262B97B0" w14:textId="152C5A12" w:rsidR="006B74F3" w:rsidRPr="005F7F5F" w:rsidRDefault="004A5E5D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00"/>
              </w:rPr>
              <w:fldChar w:fldCharType="begin">
                <w:ffData>
                  <w:name w:val="PHOTO_CARTE"/>
                  <w:enabled/>
                  <w:calcOnExit w:val="0"/>
                  <w:textInput/>
                </w:ffData>
              </w:fldChar>
            </w:r>
            <w:bookmarkStart w:id="104" w:name="PHOTO_CARTE"/>
            <w:r>
              <w:rPr>
                <w:rFonts w:ascii="Calibri" w:hAnsi="Calibri"/>
                <w:b/>
                <w:snapToGrid w:val="0"/>
                <w:color w:val="000000"/>
              </w:rPr>
              <w:instrText xml:space="preserve"> FORMTEXT </w:instrText>
            </w:r>
            <w:r>
              <w:rPr>
                <w:rFonts w:ascii="Calibri" w:hAnsi="Calibri"/>
                <w:b/>
                <w:snapToGrid w:val="0"/>
                <w:color w:val="000000"/>
              </w:rPr>
            </w:r>
            <w:r>
              <w:rPr>
                <w:rFonts w:ascii="Calibri" w:hAnsi="Calibri"/>
                <w:b/>
                <w:snapToGrid w:val="0"/>
                <w:color w:val="000000"/>
              </w:rPr>
              <w:fldChar w:fldCharType="separate"/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snapToGrid w:val="0"/>
                <w:color w:val="000000"/>
              </w:rPr>
              <w:fldChar w:fldCharType="end"/>
            </w:r>
            <w:bookmarkEnd w:id="104"/>
          </w:p>
        </w:tc>
      </w:tr>
    </w:tbl>
    <w:p w14:paraId="15B83FF7" w14:textId="77777777" w:rsidR="00CE11F0" w:rsidRPr="005F7F5F" w:rsidRDefault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587AAD89" w14:textId="77777777" w:rsidR="00CE11F0" w:rsidRPr="005F7F5F" w:rsidRDefault="00CE11F0" w:rsidP="00CE11F0">
      <w:pPr>
        <w:pStyle w:val="Lgende"/>
        <w:spacing w:before="0"/>
        <w:rPr>
          <w:rFonts w:ascii="Calibri" w:hAnsi="Calibri"/>
          <w:color w:val="0000FF"/>
          <w:sz w:val="21"/>
        </w:rPr>
      </w:pPr>
      <w:r w:rsidRPr="005F7F5F">
        <w:rPr>
          <w:rFonts w:ascii="Calibri" w:hAnsi="Calibri"/>
          <w:b w:val="0"/>
          <w:sz w:val="25"/>
        </w:rPr>
        <w:br w:type="page"/>
      </w:r>
      <w:r w:rsidRPr="005F7F5F">
        <w:rPr>
          <w:rFonts w:ascii="Calibri" w:hAnsi="Calibri"/>
          <w:color w:val="0000FF"/>
        </w:rPr>
        <w:lastRenderedPageBreak/>
        <w:tab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54"/>
      </w:tblGrid>
      <w:tr w:rsidR="00CE11F0" w:rsidRPr="005F7F5F" w14:paraId="41A37B06" w14:textId="77777777" w:rsidTr="005F7F5F">
        <w:trPr>
          <w:trHeight w:hRule="exact" w:val="5744"/>
        </w:trPr>
        <w:tc>
          <w:tcPr>
            <w:tcW w:w="11154" w:type="dxa"/>
          </w:tcPr>
          <w:p w14:paraId="7560538F" w14:textId="77777777" w:rsidR="005F7F5F" w:rsidRPr="005F7F5F" w:rsidRDefault="005F7F5F" w:rsidP="005F7F5F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shd w:val="clear" w:color="auto" w:fill="0A0A51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>Graphique année</w:t>
            </w:r>
          </w:p>
          <w:p w14:paraId="0B727948" w14:textId="760B2B94" w:rsidR="00CE11F0" w:rsidRPr="005F7F5F" w:rsidRDefault="004A5E5D" w:rsidP="006B74F3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FF"/>
              </w:rPr>
              <w:fldChar w:fldCharType="begin">
                <w:ffData>
                  <w:name w:val="GRAPHIQUE_ANNEE"/>
                  <w:enabled/>
                  <w:calcOnExit w:val="0"/>
                  <w:textInput/>
                </w:ffData>
              </w:fldChar>
            </w:r>
            <w:bookmarkStart w:id="105" w:name="GRAPHIQUE_ANNEE"/>
            <w:r>
              <w:rPr>
                <w:rFonts w:ascii="Calibri" w:hAnsi="Calibri"/>
                <w:b/>
                <w:snapToGrid w:val="0"/>
                <w:color w:val="0000FF"/>
              </w:rPr>
              <w:instrText xml:space="preserve"> FORMTEXT </w:instrText>
            </w:r>
            <w:r>
              <w:rPr>
                <w:rFonts w:ascii="Calibri" w:hAnsi="Calibri"/>
                <w:b/>
                <w:snapToGrid w:val="0"/>
                <w:color w:val="0000FF"/>
              </w:rPr>
            </w:r>
            <w:r>
              <w:rPr>
                <w:rFonts w:ascii="Calibri" w:hAnsi="Calibri"/>
                <w:b/>
                <w:snapToGrid w:val="0"/>
                <w:color w:val="0000FF"/>
              </w:rPr>
              <w:fldChar w:fldCharType="separate"/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snapToGrid w:val="0"/>
                <w:color w:val="0000FF"/>
              </w:rPr>
              <w:fldChar w:fldCharType="end"/>
            </w:r>
            <w:bookmarkEnd w:id="105"/>
          </w:p>
        </w:tc>
      </w:tr>
    </w:tbl>
    <w:p w14:paraId="37B3740A" w14:textId="77777777" w:rsidR="00CE11F0" w:rsidRPr="005F7F5F" w:rsidRDefault="00CE11F0" w:rsidP="00CE11F0">
      <w:pPr>
        <w:pStyle w:val="Lgende"/>
        <w:spacing w:before="0"/>
        <w:rPr>
          <w:rFonts w:ascii="Calibri" w:hAnsi="Calibri"/>
          <w:color w:val="0000FF"/>
          <w:sz w:val="21"/>
        </w:rPr>
      </w:pPr>
      <w:r w:rsidRPr="005F7F5F">
        <w:rPr>
          <w:rFonts w:ascii="Calibri" w:hAnsi="Calibri"/>
          <w:color w:val="0000FF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2"/>
      </w:tblGrid>
      <w:tr w:rsidR="00CE11F0" w:rsidRPr="005F7F5F" w14:paraId="35824C49" w14:textId="77777777" w:rsidTr="006B74F3">
        <w:trPr>
          <w:trHeight w:hRule="exact" w:val="5744"/>
        </w:trPr>
        <w:tc>
          <w:tcPr>
            <w:tcW w:w="11082" w:type="dxa"/>
          </w:tcPr>
          <w:p w14:paraId="7A777BD2" w14:textId="77777777" w:rsidR="005F7F5F" w:rsidRPr="005F7F5F" w:rsidRDefault="005F7F5F" w:rsidP="005F7F5F">
            <w:pPr>
              <w:widowControl w:val="0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hd w:val="clear" w:color="auto" w:fill="0A0A51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 xml:space="preserve">Graphique </w:t>
            </w:r>
            <w:r>
              <w:rPr>
                <w:rFonts w:ascii="Calibri" w:hAnsi="Calibri"/>
                <w:b/>
                <w:snapToGrid w:val="0"/>
                <w:color w:val="FFFFFF"/>
                <w:sz w:val="28"/>
              </w:rPr>
              <w:t>Total</w:t>
            </w:r>
          </w:p>
          <w:p w14:paraId="54D61F79" w14:textId="391EA005" w:rsidR="00CE11F0" w:rsidRPr="005F7F5F" w:rsidRDefault="004A5E5D" w:rsidP="006B74F3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FF"/>
              </w:rPr>
              <w:fldChar w:fldCharType="begin">
                <w:ffData>
                  <w:name w:val="GRAPHIQUE_TOTAL"/>
                  <w:enabled/>
                  <w:calcOnExit w:val="0"/>
                  <w:textInput/>
                </w:ffData>
              </w:fldChar>
            </w:r>
            <w:bookmarkStart w:id="106" w:name="GRAPHIQUE_TOTAL"/>
            <w:r>
              <w:rPr>
                <w:rFonts w:ascii="Calibri" w:hAnsi="Calibri"/>
                <w:b/>
                <w:snapToGrid w:val="0"/>
                <w:color w:val="0000FF"/>
              </w:rPr>
              <w:instrText xml:space="preserve"> FORMTEXT </w:instrText>
            </w:r>
            <w:r>
              <w:rPr>
                <w:rFonts w:ascii="Calibri" w:hAnsi="Calibri"/>
                <w:b/>
                <w:snapToGrid w:val="0"/>
                <w:color w:val="0000FF"/>
              </w:rPr>
            </w:r>
            <w:r>
              <w:rPr>
                <w:rFonts w:ascii="Calibri" w:hAnsi="Calibri"/>
                <w:b/>
                <w:snapToGrid w:val="0"/>
                <w:color w:val="0000FF"/>
              </w:rPr>
              <w:fldChar w:fldCharType="separate"/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FF"/>
              </w:rPr>
              <w:t> </w:t>
            </w:r>
            <w:r>
              <w:rPr>
                <w:rFonts w:ascii="Calibri" w:hAnsi="Calibri"/>
                <w:b/>
                <w:snapToGrid w:val="0"/>
                <w:color w:val="0000FF"/>
              </w:rPr>
              <w:fldChar w:fldCharType="end"/>
            </w:r>
            <w:bookmarkEnd w:id="106"/>
          </w:p>
        </w:tc>
      </w:tr>
    </w:tbl>
    <w:p w14:paraId="62B55280" w14:textId="77777777" w:rsidR="00CE11F0" w:rsidRPr="005F7F5F" w:rsidRDefault="00CE11F0" w:rsidP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612AEB5D" w14:textId="77777777" w:rsidR="00CE11F0" w:rsidRPr="005F7F5F" w:rsidRDefault="00CE11F0" w:rsidP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46943A15" w14:textId="77777777" w:rsidR="006B74F3" w:rsidRPr="005F7F5F" w:rsidRDefault="006B74F3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sectPr w:rsidR="006B74F3" w:rsidRPr="005F7F5F" w:rsidSect="005F7F5F">
      <w:headerReference w:type="default" r:id="rId6"/>
      <w:footerReference w:type="default" r:id="rId7"/>
      <w:pgSz w:w="11908" w:h="16832" w:code="9"/>
      <w:pgMar w:top="1134" w:right="286" w:bottom="993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F9397" w14:textId="77777777" w:rsidR="00F3137D" w:rsidRDefault="00F3137D">
      <w:r>
        <w:separator/>
      </w:r>
    </w:p>
  </w:endnote>
  <w:endnote w:type="continuationSeparator" w:id="0">
    <w:p w14:paraId="540215EB" w14:textId="77777777" w:rsidR="00F3137D" w:rsidRDefault="00F3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4C0A8" w14:textId="77777777" w:rsidR="005F7F5F" w:rsidRDefault="00F3137D">
    <w:pPr>
      <w:pStyle w:val="Pieddepage"/>
    </w:pPr>
    <w:r>
      <w:rPr>
        <w:noProof/>
      </w:rPr>
      <w:pict w14:anchorId="407890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52.3pt;margin-top:9.4pt;width:765pt;height:72.35pt;z-index:1">
          <v:imagedata r:id="rId1" o:title="aquasys"/>
        </v:shape>
      </w:pict>
    </w:r>
  </w:p>
  <w:p w14:paraId="207FC560" w14:textId="77777777" w:rsidR="005F7F5F" w:rsidRDefault="005F7F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CAB67" w14:textId="77777777" w:rsidR="00F3137D" w:rsidRDefault="00F3137D">
      <w:r>
        <w:separator/>
      </w:r>
    </w:p>
  </w:footnote>
  <w:footnote w:type="continuationSeparator" w:id="0">
    <w:p w14:paraId="4EAE4646" w14:textId="77777777" w:rsidR="00F3137D" w:rsidRDefault="00F31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96B59" w14:textId="77777777" w:rsidR="005F7F5F" w:rsidRDefault="00F3137D">
    <w:pPr>
      <w:pStyle w:val="En-tte"/>
    </w:pPr>
    <w:r>
      <w:rPr>
        <w:noProof/>
      </w:rPr>
      <w:pict w14:anchorId="67E111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8.55pt;margin-top:-23.85pt;width:149.35pt;height:36.55pt;z-index:2">
          <v:imagedata r:id="rId1" o:title="aquasy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4CBE"/>
    <w:rsid w:val="000057BF"/>
    <w:rsid w:val="00013633"/>
    <w:rsid w:val="00036F3F"/>
    <w:rsid w:val="0006339F"/>
    <w:rsid w:val="00086585"/>
    <w:rsid w:val="000A2820"/>
    <w:rsid w:val="000B4FA2"/>
    <w:rsid w:val="000C075D"/>
    <w:rsid w:val="000C3509"/>
    <w:rsid w:val="000D37EB"/>
    <w:rsid w:val="00156B95"/>
    <w:rsid w:val="00187295"/>
    <w:rsid w:val="001C63BD"/>
    <w:rsid w:val="0025658B"/>
    <w:rsid w:val="00286111"/>
    <w:rsid w:val="002D3612"/>
    <w:rsid w:val="0030248E"/>
    <w:rsid w:val="0030607B"/>
    <w:rsid w:val="00364BA4"/>
    <w:rsid w:val="00381EB5"/>
    <w:rsid w:val="00394BB4"/>
    <w:rsid w:val="003A1B43"/>
    <w:rsid w:val="00416449"/>
    <w:rsid w:val="004A5E5D"/>
    <w:rsid w:val="004B025B"/>
    <w:rsid w:val="004F7C4F"/>
    <w:rsid w:val="00513E10"/>
    <w:rsid w:val="00514F9E"/>
    <w:rsid w:val="005245F2"/>
    <w:rsid w:val="0052486C"/>
    <w:rsid w:val="00556E07"/>
    <w:rsid w:val="005A03DC"/>
    <w:rsid w:val="005A2809"/>
    <w:rsid w:val="005D7EAD"/>
    <w:rsid w:val="005F7F5F"/>
    <w:rsid w:val="00603302"/>
    <w:rsid w:val="00613E3B"/>
    <w:rsid w:val="00615562"/>
    <w:rsid w:val="0065585E"/>
    <w:rsid w:val="006824CB"/>
    <w:rsid w:val="006B0084"/>
    <w:rsid w:val="006B74F3"/>
    <w:rsid w:val="006D0D59"/>
    <w:rsid w:val="006D57E4"/>
    <w:rsid w:val="00730CC2"/>
    <w:rsid w:val="00743E32"/>
    <w:rsid w:val="007612D0"/>
    <w:rsid w:val="00765904"/>
    <w:rsid w:val="00783203"/>
    <w:rsid w:val="007E6397"/>
    <w:rsid w:val="0080669A"/>
    <w:rsid w:val="00864FBF"/>
    <w:rsid w:val="008874B8"/>
    <w:rsid w:val="008A1DFE"/>
    <w:rsid w:val="008F53C3"/>
    <w:rsid w:val="009370E2"/>
    <w:rsid w:val="00953D98"/>
    <w:rsid w:val="009B5AF5"/>
    <w:rsid w:val="009E43E9"/>
    <w:rsid w:val="00A22353"/>
    <w:rsid w:val="00AB7431"/>
    <w:rsid w:val="00AE02A2"/>
    <w:rsid w:val="00B353E1"/>
    <w:rsid w:val="00B62AB8"/>
    <w:rsid w:val="00BB3638"/>
    <w:rsid w:val="00BC6D0A"/>
    <w:rsid w:val="00BD7314"/>
    <w:rsid w:val="00BF2B05"/>
    <w:rsid w:val="00C01068"/>
    <w:rsid w:val="00C149A3"/>
    <w:rsid w:val="00C34BE5"/>
    <w:rsid w:val="00C36F91"/>
    <w:rsid w:val="00C5191B"/>
    <w:rsid w:val="00C76D78"/>
    <w:rsid w:val="00C9795B"/>
    <w:rsid w:val="00CB68FD"/>
    <w:rsid w:val="00CC1E64"/>
    <w:rsid w:val="00CD4CBE"/>
    <w:rsid w:val="00CE11F0"/>
    <w:rsid w:val="00CF0B81"/>
    <w:rsid w:val="00CF7D40"/>
    <w:rsid w:val="00D23C52"/>
    <w:rsid w:val="00D4543E"/>
    <w:rsid w:val="00D910AC"/>
    <w:rsid w:val="00DB168F"/>
    <w:rsid w:val="00DB1C2B"/>
    <w:rsid w:val="00DB2543"/>
    <w:rsid w:val="00DF6DBE"/>
    <w:rsid w:val="00E21867"/>
    <w:rsid w:val="00E23168"/>
    <w:rsid w:val="00E260EA"/>
    <w:rsid w:val="00E50995"/>
    <w:rsid w:val="00F167BA"/>
    <w:rsid w:val="00F3137D"/>
    <w:rsid w:val="00FC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121EA0F0"/>
  <w15:chartTrackingRefBased/>
  <w15:docId w15:val="{FE1006AB-412F-4ED6-881D-C549100C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spacing w:before="152"/>
      <w:outlineLvl w:val="0"/>
    </w:pPr>
    <w:rPr>
      <w:rFonts w:ascii="Arial" w:hAnsi="Arial"/>
      <w:b/>
      <w:snapToGrid w:val="0"/>
      <w:color w:val="008000"/>
    </w:rPr>
  </w:style>
  <w:style w:type="paragraph" w:styleId="Titre2">
    <w:name w:val="heading 2"/>
    <w:basedOn w:val="Normal"/>
    <w:next w:val="Normal"/>
    <w:qFormat/>
    <w:pPr>
      <w:keepNext/>
      <w:widowControl w:val="0"/>
      <w:spacing w:before="109"/>
      <w:outlineLvl w:val="1"/>
    </w:pPr>
    <w:rPr>
      <w:b/>
      <w:snapToGrid w:val="0"/>
      <w:color w:val="0000FF"/>
    </w:rPr>
  </w:style>
  <w:style w:type="paragraph" w:styleId="Titre3">
    <w:name w:val="heading 3"/>
    <w:basedOn w:val="Normal"/>
    <w:next w:val="Normal"/>
    <w:qFormat/>
    <w:pPr>
      <w:keepNext/>
      <w:widowControl w:val="0"/>
      <w:spacing w:before="152"/>
      <w:jc w:val="center"/>
      <w:outlineLvl w:val="2"/>
    </w:pPr>
    <w:rPr>
      <w:rFonts w:ascii="Arial" w:hAnsi="Arial"/>
      <w:b/>
      <w:snapToGrid w:val="0"/>
      <w:color w:val="0000FF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pPr>
      <w:widowControl w:val="0"/>
      <w:tabs>
        <w:tab w:val="left" w:pos="3566"/>
      </w:tabs>
      <w:spacing w:before="200"/>
    </w:pPr>
    <w:rPr>
      <w:rFonts w:ascii="Arial" w:hAnsi="Arial"/>
      <w:b/>
      <w:snapToGrid w:val="0"/>
      <w:color w:val="000000"/>
      <w:sz w:val="16"/>
    </w:rPr>
  </w:style>
  <w:style w:type="character" w:customStyle="1" w:styleId="PieddepageCar">
    <w:name w:val="Pied de page Car"/>
    <w:link w:val="Pieddepage"/>
    <w:uiPriority w:val="99"/>
    <w:rsid w:val="005F7F5F"/>
  </w:style>
  <w:style w:type="paragraph" w:styleId="Textedebulles">
    <w:name w:val="Balloon Text"/>
    <w:basedOn w:val="Normal"/>
    <w:link w:val="TextedebullesCar"/>
    <w:rsid w:val="005F7F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F7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header" Target="header1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_rels/footer1.xml.rels><?xml version="1.0" encoding="UTF-8"?>

<Relationships xmlns="http://schemas.openxmlformats.org/package/2006/relationships">
  <Relationship Id="rId1" Type="http://schemas.openxmlformats.org/officeDocument/2006/relationships/image" Target="media/image2.png"/>
</Relationships>

</file>

<file path=word/_rels/header1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C:/Users/Jules/Desktop/TEST/AQUASYS%20Fiche_test_piezo.dot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AQUASYS Fiche_test_piezo</Template>
  <TotalTime>8</TotalTime>
  <Pages>6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piézomètrique</vt:lpstr>
    </vt:vector>
  </TitlesOfParts>
  <Company>AQUASYS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2019-08-22T09:07:00Z</dcterms:created>
  <dc:creator>Jules</dc:creator>
  <lastModifiedBy>jules fournier</lastModifiedBy>
  <dcterms:modified xsi:type="dcterms:W3CDTF">2019-08-22T09:49:00Z</dcterms:modified>
  <revision>15</revision>
  <dc:subject>Fiche piézomètrique</dc:subject>
  <dc:title>Fiche piézomètrique</dc:title>
</coreProperties>
</file>