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E82F09" w14:textId="77777777" w:rsidR="003D2614" w:rsidRPr="00B05C7E" w:rsidRDefault="003D2614" w:rsidP="009A7E47">
      <w:pPr>
        <w:framePr w:w="5151" w:h="1241" w:hRule="exact" w:wrap="notBeside" w:vAnchor="page" w:hAnchor="page" w:x="6111" w:y="1601"/>
        <w:spacing w:after="0" w:line="240" w:lineRule="auto"/>
        <w:jc w:val="center"/>
        <w:rPr>
          <w:b/>
          <w:u w:val="single"/>
        </w:rPr>
      </w:pPr>
      <w:r w:rsidRPr="00B05C7E">
        <w:rPr>
          <w:b/>
          <w:u w:val="single"/>
        </w:rPr>
        <w:t>Coordonnées</w:t>
      </w:r>
    </w:p>
    <w:p w14:paraId="32615133" w14:textId="77777777" w:rsidR="003D2614" w:rsidRPr="000138FE" w:rsidRDefault="003D2614" w:rsidP="009A7E47">
      <w:pPr>
        <w:framePr w:w="5151" w:h="1241" w:hRule="exact" w:wrap="notBeside" w:vAnchor="page" w:hAnchor="page" w:x="6111" w:y="1601"/>
        <w:tabs>
          <w:tab w:val="left" w:pos="2410"/>
        </w:tabs>
        <w:spacing w:after="0" w:line="240" w:lineRule="auto"/>
        <w:rPr>
          <w:b/>
        </w:rPr>
      </w:pPr>
      <w:r w:rsidRPr="000138FE">
        <w:rPr>
          <w:b/>
        </w:rPr>
        <w:t>Lambert 2E :</w:t>
      </w:r>
      <w:r w:rsidR="00C60442">
        <w:tab/>
      </w:r>
      <w:r w:rsidRPr="000138FE">
        <w:rPr>
          <w:b/>
        </w:rPr>
        <w:t>Lambert 93 :</w:t>
      </w:r>
    </w:p>
    <w:p w14:paraId="5A74DEB4" w14:textId="6ABD6F40" w:rsidR="003D2614" w:rsidRDefault="003D2614" w:rsidP="009A7E47">
      <w:pPr>
        <w:framePr w:w="5151" w:h="1241" w:hRule="exact" w:wrap="notBeside" w:vAnchor="page" w:hAnchor="page" w:x="6111" w:y="1601"/>
        <w:tabs>
          <w:tab w:val="left" w:pos="2410"/>
        </w:tabs>
        <w:spacing w:after="0" w:line="240" w:lineRule="auto"/>
      </w:pPr>
      <w:r w:rsidRPr="00184D5C">
        <w:rPr>
          <w:b/>
        </w:rPr>
        <w:t>X(m) :</w:t>
      </w:r>
      <w:r w:rsidR="00184D5C">
        <w:t xml:space="preserve"> </w:t>
      </w:r>
      <w:r w:rsidR="007361CF">
        <w:rPr>
          <w:snapToGrid w:val="0"/>
          <w:sz w:val="24"/>
          <w:szCs w:val="24"/>
        </w:rPr>
        <w:fldChar w:fldCharType="begin">
          <w:ffData>
            <w:name w:val="COORDONNEE_X_5"/>
            <w:enabled/>
            <w:calcOnExit w:val="0"/>
            <w:textInput/>
          </w:ffData>
        </w:fldChar>
      </w:r>
      <w:bookmarkStart w:id="0" w:name="COORDONNEE_X_5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0"/>
      <w:r>
        <w:tab/>
      </w:r>
      <w:r w:rsidRPr="00184D5C">
        <w:rPr>
          <w:b/>
        </w:rPr>
        <w:t>X(m) :</w:t>
      </w:r>
      <w:r w:rsidR="00184D5C">
        <w:t xml:space="preserve"> </w:t>
      </w:r>
      <w:r w:rsidR="007361CF">
        <w:rPr>
          <w:snapToGrid w:val="0"/>
          <w:sz w:val="24"/>
          <w:szCs w:val="24"/>
        </w:rPr>
        <w:fldChar w:fldCharType="begin">
          <w:ffData>
            <w:name w:val="COORDONNEE_X_26"/>
            <w:enabled/>
            <w:calcOnExit w:val="0"/>
            <w:textInput/>
          </w:ffData>
        </w:fldChar>
      </w:r>
      <w:bookmarkStart w:id="1" w:name="COORDONNEE_X_26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1"/>
    </w:p>
    <w:p w14:paraId="50907CAD" w14:textId="777310BA" w:rsidR="003D2614" w:rsidRDefault="003D2614" w:rsidP="009A7E47">
      <w:pPr>
        <w:framePr w:w="5151" w:h="1241" w:hRule="exact" w:wrap="notBeside" w:vAnchor="page" w:hAnchor="page" w:x="6111" w:y="1601"/>
        <w:tabs>
          <w:tab w:val="left" w:pos="2410"/>
        </w:tabs>
        <w:spacing w:after="0" w:line="240" w:lineRule="auto"/>
      </w:pPr>
      <w:r w:rsidRPr="00184D5C">
        <w:rPr>
          <w:b/>
        </w:rPr>
        <w:t>Y(m) :</w:t>
      </w:r>
      <w:r w:rsidR="00184D5C">
        <w:t xml:space="preserve"> </w:t>
      </w:r>
      <w:r w:rsidR="007361CF">
        <w:rPr>
          <w:snapToGrid w:val="0"/>
          <w:sz w:val="24"/>
          <w:szCs w:val="24"/>
        </w:rPr>
        <w:fldChar w:fldCharType="begin">
          <w:ffData>
            <w:name w:val="COORDONNEE_Y_5"/>
            <w:enabled/>
            <w:calcOnExit w:val="0"/>
            <w:textInput/>
          </w:ffData>
        </w:fldChar>
      </w:r>
      <w:bookmarkStart w:id="2" w:name="COORDONNEE_Y_5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2"/>
      <w:r>
        <w:tab/>
      </w:r>
      <w:r w:rsidRPr="00184D5C">
        <w:rPr>
          <w:b/>
        </w:rPr>
        <w:t>Y(m) :</w:t>
      </w:r>
      <w:r w:rsidR="00184D5C" w:rsidRPr="00184D5C">
        <w:rPr>
          <w:snapToGrid w:val="0"/>
          <w:color w:val="0000FF"/>
          <w:sz w:val="24"/>
          <w:szCs w:val="24"/>
        </w:rPr>
        <w:t xml:space="preserve"> </w:t>
      </w:r>
      <w:r w:rsidR="007361CF">
        <w:rPr>
          <w:snapToGrid w:val="0"/>
          <w:sz w:val="24"/>
          <w:szCs w:val="24"/>
        </w:rPr>
        <w:fldChar w:fldCharType="begin">
          <w:ffData>
            <w:name w:val="COORDONNEE_Y_26"/>
            <w:enabled/>
            <w:calcOnExit w:val="0"/>
            <w:textInput/>
          </w:ffData>
        </w:fldChar>
      </w:r>
      <w:bookmarkStart w:id="3" w:name="COORDONNEE_Y_26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3"/>
    </w:p>
    <w:p w14:paraId="520BD828" w14:textId="0F06D4FC" w:rsidR="000138FE" w:rsidRDefault="000138FE" w:rsidP="009A7E47">
      <w:pPr>
        <w:framePr w:w="5115" w:h="1210" w:hRule="exact" w:wrap="notBeside" w:vAnchor="page" w:hAnchor="page" w:x="551" w:y="1618"/>
        <w:spacing w:after="0" w:line="240" w:lineRule="auto"/>
      </w:pPr>
      <w:r w:rsidRPr="003D2614">
        <w:rPr>
          <w:b/>
        </w:rPr>
        <w:t>Lieu-dit</w:t>
      </w:r>
      <w:r>
        <w:t xml:space="preserve"> : </w:t>
      </w:r>
      <w:r w:rsidR="007361CF">
        <w:rPr>
          <w:snapToGrid w:val="0"/>
          <w:sz w:val="24"/>
          <w:szCs w:val="24"/>
        </w:rPr>
        <w:fldChar w:fldCharType="begin">
          <w:ffData>
            <w:name w:val="ADRESSE"/>
            <w:enabled/>
            <w:calcOnExit w:val="0"/>
            <w:textInput/>
          </w:ffData>
        </w:fldChar>
      </w:r>
      <w:bookmarkStart w:id="4" w:name="ADRESSE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4"/>
    </w:p>
    <w:p w14:paraId="2B70522C" w14:textId="59E72058" w:rsidR="000138FE" w:rsidRDefault="000138FE" w:rsidP="009A7E47">
      <w:pPr>
        <w:framePr w:w="5115" w:h="1210" w:hRule="exact" w:wrap="notBeside" w:vAnchor="page" w:hAnchor="page" w:x="551" w:y="1618"/>
        <w:spacing w:after="0" w:line="240" w:lineRule="auto"/>
      </w:pPr>
      <w:r w:rsidRPr="003D2614">
        <w:rPr>
          <w:b/>
        </w:rPr>
        <w:t>Commune</w:t>
      </w:r>
      <w:r>
        <w:t xml:space="preserve"> : </w:t>
      </w:r>
      <w:r w:rsidR="007361CF">
        <w:rPr>
          <w:snapToGrid w:val="0"/>
          <w:sz w:val="24"/>
          <w:szCs w:val="24"/>
        </w:rPr>
        <w:fldChar w:fldCharType="begin">
          <w:ffData>
            <w:name w:val="COMMUNE"/>
            <w:enabled/>
            <w:calcOnExit w:val="0"/>
            <w:textInput/>
          </w:ffData>
        </w:fldChar>
      </w:r>
      <w:bookmarkStart w:id="5" w:name="COMMUNE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5"/>
      <w:r>
        <w:t xml:space="preserve"> (</w:t>
      </w:r>
      <w:r w:rsidR="007361CF">
        <w:rPr>
          <w:snapToGrid w:val="0"/>
          <w:sz w:val="24"/>
          <w:szCs w:val="24"/>
        </w:rPr>
        <w:fldChar w:fldCharType="begin">
          <w:ffData>
            <w:name w:val="DEPARTEMENT"/>
            <w:enabled/>
            <w:calcOnExit w:val="0"/>
            <w:textInput/>
          </w:ffData>
        </w:fldChar>
      </w:r>
      <w:bookmarkStart w:id="6" w:name="DEPARTEMENT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6"/>
      <w:r>
        <w:t>)</w:t>
      </w:r>
    </w:p>
    <w:p w14:paraId="0F0D1B15" w14:textId="3CC55221" w:rsidR="000138FE" w:rsidRDefault="000138FE" w:rsidP="009A7E47">
      <w:pPr>
        <w:framePr w:w="5115" w:h="1210" w:hRule="exact" w:wrap="notBeside" w:vAnchor="page" w:hAnchor="page" w:x="551" w:y="1618"/>
        <w:spacing w:after="0" w:line="240" w:lineRule="auto"/>
      </w:pPr>
      <w:r w:rsidRPr="003D2614">
        <w:rPr>
          <w:b/>
        </w:rPr>
        <w:t>Section</w:t>
      </w:r>
      <w:r>
        <w:t> </w:t>
      </w:r>
      <w:r w:rsidRPr="00CC12A4">
        <w:rPr>
          <w:b/>
        </w:rPr>
        <w:t>:</w:t>
      </w:r>
      <w:r>
        <w:rPr>
          <w:b/>
        </w:rPr>
        <w:t xml:space="preserve"> </w:t>
      </w:r>
      <w:r w:rsidR="007361CF">
        <w:rPr>
          <w:snapToGrid w:val="0"/>
          <w:sz w:val="24"/>
          <w:szCs w:val="24"/>
        </w:rPr>
        <w:fldChar w:fldCharType="begin">
          <w:ffData>
            <w:name w:val="SECTION"/>
            <w:enabled/>
            <w:calcOnExit w:val="0"/>
            <w:textInput/>
          </w:ffData>
        </w:fldChar>
      </w:r>
      <w:bookmarkStart w:id="7" w:name="SECTION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7"/>
      <w:r>
        <w:tab/>
      </w:r>
      <w:r w:rsidRPr="00184D5C">
        <w:rPr>
          <w:b/>
        </w:rPr>
        <w:t>Parcelle</w:t>
      </w:r>
      <w:r>
        <w:t xml:space="preserve"> : </w:t>
      </w:r>
      <w:r w:rsidR="007361CF">
        <w:rPr>
          <w:snapToGrid w:val="0"/>
          <w:sz w:val="24"/>
          <w:szCs w:val="24"/>
        </w:rPr>
        <w:fldChar w:fldCharType="begin">
          <w:ffData>
            <w:name w:val="PARCELLE"/>
            <w:enabled/>
            <w:calcOnExit w:val="0"/>
            <w:textInput/>
          </w:ffData>
        </w:fldChar>
      </w:r>
      <w:bookmarkStart w:id="8" w:name="PARCELLE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8"/>
    </w:p>
    <w:p w14:paraId="04D4B7D8" w14:textId="31A54E89" w:rsidR="000138FE" w:rsidRDefault="000138FE" w:rsidP="009A7E47">
      <w:pPr>
        <w:framePr w:w="5115" w:h="1210" w:hRule="exact" w:wrap="notBeside" w:vAnchor="page" w:hAnchor="page" w:x="551" w:y="1618"/>
        <w:spacing w:after="0" w:line="240" w:lineRule="auto"/>
      </w:pPr>
      <w:r w:rsidRPr="003D2614">
        <w:rPr>
          <w:b/>
        </w:rPr>
        <w:t>Code APRONA</w:t>
      </w:r>
      <w:r>
        <w:t xml:space="preserve"> : </w:t>
      </w:r>
      <w:r w:rsidR="007361CF">
        <w:rPr>
          <w:snapToGrid w:val="0"/>
          <w:sz w:val="24"/>
          <w:szCs w:val="24"/>
        </w:rPr>
        <w:fldChar w:fldCharType="begin">
          <w:ffData>
            <w:name w:val="CODE_QUALITO"/>
            <w:enabled/>
            <w:calcOnExit w:val="0"/>
            <w:textInput/>
          </w:ffData>
        </w:fldChar>
      </w:r>
      <w:bookmarkStart w:id="9" w:name="CODE_QUALITO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9"/>
    </w:p>
    <w:p w14:paraId="6F9D8A52" w14:textId="7FA7E9D5" w:rsidR="005F5891" w:rsidRDefault="005F5891" w:rsidP="00A7251A">
      <w:pPr>
        <w:framePr w:w="4173" w:h="437" w:hRule="exact" w:wrap="around" w:vAnchor="page" w:hAnchor="page" w:x="7744" w:y="843"/>
        <w:spacing w:after="120" w:line="240" w:lineRule="auto"/>
        <w:ind w:left="709"/>
      </w:pPr>
      <w:r w:rsidRPr="005F5891">
        <w:rPr>
          <w:b/>
        </w:rPr>
        <w:t>N° National :</w:t>
      </w:r>
      <w:r>
        <w:t> </w:t>
      </w:r>
      <w:r w:rsidR="007361CF">
        <w:rPr>
          <w:snapToGrid w:val="0"/>
          <w:sz w:val="24"/>
          <w:szCs w:val="24"/>
        </w:rPr>
        <w:fldChar w:fldCharType="begin">
          <w:ffData>
            <w:name w:val="CODE_BSS"/>
            <w:enabled/>
            <w:calcOnExit w:val="0"/>
            <w:textInput/>
          </w:ffData>
        </w:fldChar>
      </w:r>
      <w:bookmarkStart w:id="10" w:name="CODE_BSS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10"/>
      <w:r>
        <w:t>/</w:t>
      </w:r>
      <w:r w:rsidRPr="005F5891">
        <w:rPr>
          <w:snapToGrid w:val="0"/>
          <w:color w:val="0000FF"/>
          <w:sz w:val="24"/>
          <w:szCs w:val="24"/>
        </w:rPr>
        <w:t xml:space="preserve"> </w:t>
      </w:r>
      <w:r w:rsidR="007361CF">
        <w:rPr>
          <w:snapToGrid w:val="0"/>
          <w:sz w:val="24"/>
          <w:szCs w:val="24"/>
        </w:rPr>
        <w:fldChar w:fldCharType="begin">
          <w:ffData>
            <w:name w:val="DESIGNATION"/>
            <w:enabled/>
            <w:calcOnExit w:val="0"/>
            <w:textInput/>
          </w:ffData>
        </w:fldChar>
      </w:r>
      <w:bookmarkStart w:id="11" w:name="DESIGNATION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11"/>
    </w:p>
    <w:p w14:paraId="09D0561E" w14:textId="77777777" w:rsidR="005F5891" w:rsidRDefault="005F5891" w:rsidP="00A7251A">
      <w:pPr>
        <w:framePr w:w="4173" w:h="437" w:hRule="exact" w:wrap="around" w:vAnchor="page" w:hAnchor="page" w:x="7744" w:y="843"/>
        <w:spacing w:after="0" w:line="240" w:lineRule="auto"/>
      </w:pPr>
    </w:p>
    <w:p w14:paraId="188466C9" w14:textId="77777777" w:rsidR="009557AB" w:rsidRPr="0077791E" w:rsidRDefault="00BD56AB" w:rsidP="009557AB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cs="Calibri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3088" behindDoc="1" locked="0" layoutInCell="1" allowOverlap="1" wp14:anchorId="2A853066" wp14:editId="529E74EC">
            <wp:simplePos x="0" y="0"/>
            <wp:positionH relativeFrom="page">
              <wp:align>left</wp:align>
            </wp:positionH>
            <wp:positionV relativeFrom="paragraph">
              <wp:posOffset>0</wp:posOffset>
            </wp:positionV>
            <wp:extent cx="7778750" cy="285750"/>
            <wp:effectExtent l="0" t="0" r="0" b="0"/>
            <wp:wrapNone/>
            <wp:docPr id="96" name="Image 96" descr="Aprona bandea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Aprona bandeau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8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3392" behindDoc="1" locked="0" layoutInCell="0" allowOverlap="1" wp14:anchorId="23F86098" wp14:editId="0A9E7F6A">
            <wp:simplePos x="0" y="0"/>
            <wp:positionH relativeFrom="column">
              <wp:posOffset>-781050</wp:posOffset>
            </wp:positionH>
            <wp:positionV relativeFrom="page">
              <wp:posOffset>193675</wp:posOffset>
            </wp:positionV>
            <wp:extent cx="1656715" cy="601345"/>
            <wp:effectExtent l="0" t="0" r="0" b="0"/>
            <wp:wrapNone/>
            <wp:docPr id="59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715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1" locked="0" layoutInCell="0" allowOverlap="1" wp14:anchorId="7D8AB0F6" wp14:editId="4CB3DB0E">
                <wp:simplePos x="0" y="0"/>
                <wp:positionH relativeFrom="column">
                  <wp:posOffset>1256665</wp:posOffset>
                </wp:positionH>
                <wp:positionV relativeFrom="page">
                  <wp:posOffset>403225</wp:posOffset>
                </wp:positionV>
                <wp:extent cx="3030855" cy="547370"/>
                <wp:effectExtent l="0" t="0" r="0" b="0"/>
                <wp:wrapNone/>
                <wp:docPr id="326" name="Rogner un rectangle avec un coin du même côté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30855" cy="547370"/>
                        </a:xfrm>
                        <a:prstGeom prst="snip2Same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0203ACD" w14:textId="77777777" w:rsidR="00BF2501" w:rsidRDefault="00077A88" w:rsidP="006366E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365F9A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365F9A"/>
                                <w:sz w:val="28"/>
                              </w:rPr>
                              <w:t>OUVRAGE D’ACCES A LA NAPPE</w:t>
                            </w:r>
                          </w:p>
                          <w:p w14:paraId="0F7C98ED" w14:textId="77777777" w:rsidR="006366EE" w:rsidRPr="006366EE" w:rsidRDefault="006366EE" w:rsidP="006366EE">
                            <w:pPr>
                              <w:spacing w:after="0" w:line="240" w:lineRule="auto"/>
                              <w:jc w:val="center"/>
                              <w:rPr>
                                <w:color w:val="365F9A"/>
                                <w:sz w:val="28"/>
                              </w:rPr>
                            </w:pPr>
                            <w:r w:rsidRPr="006366EE">
                              <w:rPr>
                                <w:color w:val="365F9A"/>
                                <w:sz w:val="28"/>
                              </w:rPr>
                              <w:t>Fiche descriptive</w:t>
                            </w:r>
                          </w:p>
                          <w:p w14:paraId="3A037664" w14:textId="77777777" w:rsidR="00D01856" w:rsidRDefault="00D01856" w:rsidP="00170148">
                            <w:pPr>
                              <w:spacing w:after="120" w:line="240" w:lineRule="auto"/>
                              <w:ind w:left="709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8AB0F6" id="Rogner un rectangle avec un coin du même côté 2" o:spid="_x0000_s1026" style="position:absolute;left:0;text-align:left;margin-left:98.95pt;margin-top:31.75pt;width:238.65pt;height:43.1pt;z-index:-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coordsize="3030855,5473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" o:allowincell="f" adj="-11796480,,5400" path="m91230,l2939625,r91230,91230l3030855,547370r,l,547370r,l,91230,91230,xe" fillcolor="window" stroked="f" strokeweight="2pt">
                <v:stroke joinstyle="miter"/>
                <v:formulas/>
                <v:path arrowok="t" o:connecttype="custom" o:connectlocs="91230,0;2939625,0;3030855,91230;3030855,547370;3030855,547370;0,547370;0,547370;0,91230;91230,0" o:connectangles="0,0,0,0,0,0,0,0,0" textboxrect="0,0,3030855,547370"/>
                <v:textbox>
                  <w:txbxContent>
                    <w:p w14:paraId="20203ACD" w14:textId="77777777" w:rsidR="00BF2501" w:rsidRDefault="00077A88" w:rsidP="006366EE">
                      <w:pPr>
                        <w:spacing w:after="0" w:line="240" w:lineRule="auto"/>
                        <w:jc w:val="center"/>
                        <w:rPr>
                          <w:b/>
                          <w:color w:val="365F9A"/>
                          <w:sz w:val="28"/>
                        </w:rPr>
                      </w:pPr>
                      <w:r>
                        <w:rPr>
                          <w:b/>
                          <w:color w:val="365F9A"/>
                          <w:sz w:val="28"/>
                        </w:rPr>
                        <w:t>OUVRAGE D’ACCES A LA NAPPE</w:t>
                      </w:r>
                    </w:p>
                    <w:p w14:paraId="0F7C98ED" w14:textId="77777777" w:rsidR="006366EE" w:rsidRPr="006366EE" w:rsidRDefault="006366EE" w:rsidP="006366EE">
                      <w:pPr>
                        <w:spacing w:after="0" w:line="240" w:lineRule="auto"/>
                        <w:jc w:val="center"/>
                        <w:rPr>
                          <w:color w:val="365F9A"/>
                          <w:sz w:val="28"/>
                        </w:rPr>
                      </w:pPr>
                      <w:r w:rsidRPr="006366EE">
                        <w:rPr>
                          <w:color w:val="365F9A"/>
                          <w:sz w:val="28"/>
                        </w:rPr>
                        <w:t>Fiche descriptive</w:t>
                      </w:r>
                    </w:p>
                    <w:p w14:paraId="3A037664" w14:textId="77777777" w:rsidR="00D01856" w:rsidRDefault="00D01856" w:rsidP="00170148">
                      <w:pPr>
                        <w:spacing w:after="120" w:line="240" w:lineRule="auto"/>
                        <w:ind w:left="709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A67F51A" w14:textId="424F211B" w:rsidR="00227555" w:rsidRDefault="007361CF" w:rsidP="00A7251A">
      <w:pPr>
        <w:framePr w:w="4919" w:h="4471" w:hRule="exact" w:wrap="around" w:vAnchor="page" w:hAnchor="page" w:x="6229" w:y="3732"/>
        <w:widowControl w:val="0"/>
        <w:shd w:val="clear" w:color="auto" w:fill="FFFFFF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snapToGrid w:val="0"/>
          <w:sz w:val="24"/>
          <w:szCs w:val="24"/>
        </w:rPr>
        <w:fldChar w:fldCharType="begin">
          <w:ffData>
            <w:name w:val="PHOTO_SITE"/>
            <w:enabled/>
            <w:calcOnExit w:val="0"/>
            <w:textInput/>
          </w:ffData>
        </w:fldChar>
      </w:r>
      <w:bookmarkStart w:id="12" w:name="PHOTO_SITE"/>
      <w:r>
        <w:rPr>
          <w:snapToGrid w:val="0"/>
          <w:sz w:val="24"/>
          <w:szCs w:val="24"/>
        </w:rPr>
        <w:instrText xml:space="preserve"> FORMTEXT </w:instrText>
      </w:r>
      <w:r>
        <w:rPr>
          <w:snapToGrid w:val="0"/>
          <w:sz w:val="24"/>
          <w:szCs w:val="24"/>
        </w:rPr>
      </w:r>
      <w:r>
        <w:rPr>
          <w:snapToGrid w:val="0"/>
          <w:sz w:val="24"/>
          <w:szCs w:val="24"/>
        </w:rPr>
        <w:fldChar w:fldCharType="separate"/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snapToGrid w:val="0"/>
          <w:sz w:val="24"/>
          <w:szCs w:val="24"/>
        </w:rPr>
        <w:fldChar w:fldCharType="end"/>
      </w:r>
      <w:bookmarkEnd w:id="12"/>
    </w:p>
    <w:p w14:paraId="7132B63E" w14:textId="3AFF09EE" w:rsidR="006B4706" w:rsidRDefault="007361CF" w:rsidP="00A7251A">
      <w:pPr>
        <w:framePr w:w="4958" w:h="3781" w:hRule="exact" w:wrap="notBeside" w:vAnchor="page" w:hAnchor="page" w:x="637" w:y="3751"/>
        <w:widowControl w:val="0"/>
        <w:shd w:val="clear" w:color="auto" w:fill="FFFFFF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snapToGrid w:val="0"/>
          <w:sz w:val="24"/>
          <w:szCs w:val="24"/>
        </w:rPr>
        <w:fldChar w:fldCharType="begin">
          <w:ffData>
            <w:name w:val="PHOTO_CARTE"/>
            <w:enabled/>
            <w:calcOnExit w:val="0"/>
            <w:textInput/>
          </w:ffData>
        </w:fldChar>
      </w:r>
      <w:bookmarkStart w:id="13" w:name="PHOTO_CARTE"/>
      <w:r>
        <w:rPr>
          <w:snapToGrid w:val="0"/>
          <w:sz w:val="24"/>
          <w:szCs w:val="24"/>
        </w:rPr>
        <w:instrText xml:space="preserve"> FORMTEXT </w:instrText>
      </w:r>
      <w:r>
        <w:rPr>
          <w:snapToGrid w:val="0"/>
          <w:sz w:val="24"/>
          <w:szCs w:val="24"/>
        </w:rPr>
      </w:r>
      <w:r>
        <w:rPr>
          <w:snapToGrid w:val="0"/>
          <w:sz w:val="24"/>
          <w:szCs w:val="24"/>
        </w:rPr>
        <w:fldChar w:fldCharType="separate"/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snapToGrid w:val="0"/>
          <w:sz w:val="24"/>
          <w:szCs w:val="24"/>
        </w:rPr>
        <w:fldChar w:fldCharType="end"/>
      </w:r>
      <w:bookmarkEnd w:id="13"/>
    </w:p>
    <w:p w14:paraId="41865385" w14:textId="77777777" w:rsidR="00CC12A4" w:rsidRDefault="00BD56AB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1344" behindDoc="1" locked="0" layoutInCell="0" allowOverlap="1" wp14:anchorId="2AE79482" wp14:editId="113912B3">
                <wp:simplePos x="0" y="0"/>
                <wp:positionH relativeFrom="column">
                  <wp:posOffset>2953385</wp:posOffset>
                </wp:positionH>
                <wp:positionV relativeFrom="page">
                  <wp:posOffset>2065655</wp:posOffset>
                </wp:positionV>
                <wp:extent cx="3329940" cy="3153410"/>
                <wp:effectExtent l="14605" t="17780" r="17780" b="19685"/>
                <wp:wrapNone/>
                <wp:docPr id="31" name="Rectangle à coins arrondi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9940" cy="3153410"/>
                        </a:xfrm>
                        <a:prstGeom prst="roundRect">
                          <a:avLst>
                            <a:gd name="adj" fmla="val 1431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385D8A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C9B5258" w14:textId="77777777" w:rsidR="009A7E47" w:rsidRDefault="009A7E47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2DB2C3ED" w14:textId="77777777" w:rsidR="009A7E47" w:rsidRDefault="009A7E47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3E13194A" w14:textId="77777777" w:rsidR="009A7E47" w:rsidRDefault="009A7E47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7DBDFC94" w14:textId="77777777" w:rsidR="009A7E47" w:rsidRDefault="009A7E47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7C8FABA7" w14:textId="77777777" w:rsidR="009A7E47" w:rsidRDefault="009A7E47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2EB92978" w14:textId="77777777" w:rsidR="009A7E47" w:rsidRDefault="009A7E47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1078A78E" w14:textId="77777777" w:rsidR="009A7E47" w:rsidRDefault="009A7E47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7FC0A695" w14:textId="77777777" w:rsidR="009A7E47" w:rsidRDefault="009A7E47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1CC3A495" w14:textId="77777777" w:rsidR="009A7E47" w:rsidRDefault="009A7E47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188DA4C0" w14:textId="77777777" w:rsidR="009A7E47" w:rsidRDefault="009A7E47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CF60B35" w14:textId="77777777" w:rsidR="009A7E47" w:rsidRDefault="009A7E47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56189F3C" w14:textId="77777777" w:rsidR="009A7E47" w:rsidRDefault="009A7E47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9A1965E" w14:textId="77777777" w:rsidR="009A7E47" w:rsidRDefault="009A7E47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17125843" w14:textId="77777777" w:rsidR="009A7E47" w:rsidRDefault="009A7E47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35D0BA16" w14:textId="77777777" w:rsidR="009A7E47" w:rsidRDefault="009A7E47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237FBD3A" w14:textId="77777777" w:rsidR="009A7E47" w:rsidRDefault="009A7E47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768B2EBC" w14:textId="77777777" w:rsidR="009A7E47" w:rsidRDefault="009A7E47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548CEC3D" w14:textId="77777777" w:rsidR="009A7E47" w:rsidRDefault="009A7E47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3D4FC96F" w14:textId="77777777" w:rsidR="009A7E47" w:rsidRDefault="009A7E47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38EF8908" w14:textId="77777777" w:rsidR="009A7E47" w:rsidRDefault="009A7E47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5868CC59" w14:textId="77777777" w:rsidR="009A7E47" w:rsidRDefault="009A7E47" w:rsidP="00D904F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AE79482" id="Rectangle à coins arrondis 15" o:spid="_x0000_s1027" style="position:absolute;margin-left:232.55pt;margin-top:162.65pt;width:262.2pt;height:248.3pt;z-index:-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arcsize="93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" o:allowincell="f" strokecolor="#385d8a" strokeweight="2pt">
                <v:textbox inset="0,0,0,0">
                  <w:txbxContent>
                    <w:p w14:paraId="3C9B5258" w14:textId="77777777" w:rsidR="009A7E47" w:rsidRDefault="009A7E47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2DB2C3ED" w14:textId="77777777" w:rsidR="009A7E47" w:rsidRDefault="009A7E47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3E13194A" w14:textId="77777777" w:rsidR="009A7E47" w:rsidRDefault="009A7E47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7DBDFC94" w14:textId="77777777" w:rsidR="009A7E47" w:rsidRDefault="009A7E47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7C8FABA7" w14:textId="77777777" w:rsidR="009A7E47" w:rsidRDefault="009A7E47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2EB92978" w14:textId="77777777" w:rsidR="009A7E47" w:rsidRDefault="009A7E47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1078A78E" w14:textId="77777777" w:rsidR="009A7E47" w:rsidRDefault="009A7E47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7FC0A695" w14:textId="77777777" w:rsidR="009A7E47" w:rsidRDefault="009A7E47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1CC3A495" w14:textId="77777777" w:rsidR="009A7E47" w:rsidRDefault="009A7E47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188DA4C0" w14:textId="77777777" w:rsidR="009A7E47" w:rsidRDefault="009A7E47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CF60B35" w14:textId="77777777" w:rsidR="009A7E47" w:rsidRDefault="009A7E47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56189F3C" w14:textId="77777777" w:rsidR="009A7E47" w:rsidRDefault="009A7E47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9A1965E" w14:textId="77777777" w:rsidR="009A7E47" w:rsidRDefault="009A7E47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17125843" w14:textId="77777777" w:rsidR="009A7E47" w:rsidRDefault="009A7E47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35D0BA16" w14:textId="77777777" w:rsidR="009A7E47" w:rsidRDefault="009A7E47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237FBD3A" w14:textId="77777777" w:rsidR="009A7E47" w:rsidRDefault="009A7E47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768B2EBC" w14:textId="77777777" w:rsidR="009A7E47" w:rsidRDefault="009A7E47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548CEC3D" w14:textId="77777777" w:rsidR="009A7E47" w:rsidRDefault="009A7E47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3D4FC96F" w14:textId="77777777" w:rsidR="009A7E47" w:rsidRDefault="009A7E47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38EF8908" w14:textId="77777777" w:rsidR="009A7E47" w:rsidRDefault="009A7E47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5868CC59" w14:textId="77777777" w:rsidR="009A7E47" w:rsidRDefault="009A7E47" w:rsidP="00D904FF">
                      <w:pPr>
                        <w:jc w:val="center"/>
                      </w:pPr>
                    </w:p>
                  </w:txbxContent>
                </v:textbox>
                <w10:wrap anchory="page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4416" behindDoc="1" locked="0" layoutInCell="0" allowOverlap="1" wp14:anchorId="558F1DD7" wp14:editId="6E789F83">
                <wp:simplePos x="0" y="0"/>
                <wp:positionH relativeFrom="column">
                  <wp:posOffset>-581025</wp:posOffset>
                </wp:positionH>
                <wp:positionV relativeFrom="page">
                  <wp:posOffset>2072005</wp:posOffset>
                </wp:positionV>
                <wp:extent cx="3329940" cy="3153410"/>
                <wp:effectExtent l="13970" t="14605" r="18415" b="13335"/>
                <wp:wrapNone/>
                <wp:docPr id="30" name="Rectangle à coins arrondi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9940" cy="3153410"/>
                        </a:xfrm>
                        <a:prstGeom prst="roundRect">
                          <a:avLst>
                            <a:gd name="adj" fmla="val 1431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385D8A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7AE76B6" w14:textId="77777777" w:rsidR="00D904FF" w:rsidRDefault="00D904FF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5B0CFDBB" w14:textId="77777777" w:rsidR="00D904FF" w:rsidRDefault="00D904FF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1C6ED211" w14:textId="77777777" w:rsidR="00D904FF" w:rsidRDefault="00D904FF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627D9590" w14:textId="77777777" w:rsidR="00D904FF" w:rsidRDefault="00D904FF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6DFA8C8" w14:textId="77777777" w:rsidR="00D904FF" w:rsidRDefault="00D904FF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4D5AB09C" w14:textId="77777777" w:rsidR="00D904FF" w:rsidRDefault="00D904FF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2B36341A" w14:textId="77777777" w:rsidR="00D904FF" w:rsidRDefault="00D904FF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5979A4B5" w14:textId="77777777" w:rsidR="00D904FF" w:rsidRDefault="00D904FF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2AB096BC" w14:textId="77777777" w:rsidR="00D904FF" w:rsidRDefault="00D904FF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5393821D" w14:textId="77777777" w:rsidR="00D904FF" w:rsidRDefault="00D904FF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5CF367E1" w14:textId="77777777" w:rsidR="00D904FF" w:rsidRDefault="00D904FF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0E4F850" w14:textId="77777777" w:rsidR="00D904FF" w:rsidRDefault="00D904FF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6B16B2CF" w14:textId="77777777" w:rsidR="00D904FF" w:rsidRDefault="00D904FF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60D68D4F" w14:textId="77777777" w:rsidR="00D904FF" w:rsidRDefault="00D904FF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21F7FA79" w14:textId="77777777" w:rsidR="00D904FF" w:rsidRDefault="00D904FF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4150C794" w14:textId="77777777" w:rsidR="00D904FF" w:rsidRDefault="00D904FF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53054784" w14:textId="77777777" w:rsidR="00D904FF" w:rsidRDefault="00D904FF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C956920" w14:textId="77777777" w:rsidR="00D904FF" w:rsidRDefault="00D904FF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5AEE9FC1" w14:textId="77777777" w:rsidR="00B27E74" w:rsidRDefault="00B27E74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F73929F" w14:textId="77777777" w:rsidR="00B27E74" w:rsidRDefault="00B27E74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5FCC99A1" w14:textId="77777777" w:rsidR="00D904FF" w:rsidRDefault="00D904FF" w:rsidP="00D904F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58F1DD7" id="_x0000_s1028" style="position:absolute;margin-left:-45.75pt;margin-top:163.15pt;width:262.2pt;height:248.3pt;z-index:-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arcsize="93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" o:allowincell="f" strokecolor="#385d8a" strokeweight="2pt">
                <v:textbox inset="0,0,0,0">
                  <w:txbxContent>
                    <w:p w14:paraId="57AE76B6" w14:textId="77777777" w:rsidR="00D904FF" w:rsidRDefault="00D904FF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5B0CFDBB" w14:textId="77777777" w:rsidR="00D904FF" w:rsidRDefault="00D904FF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1C6ED211" w14:textId="77777777" w:rsidR="00D904FF" w:rsidRDefault="00D904FF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627D9590" w14:textId="77777777" w:rsidR="00D904FF" w:rsidRDefault="00D904FF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6DFA8C8" w14:textId="77777777" w:rsidR="00D904FF" w:rsidRDefault="00D904FF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4D5AB09C" w14:textId="77777777" w:rsidR="00D904FF" w:rsidRDefault="00D904FF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2B36341A" w14:textId="77777777" w:rsidR="00D904FF" w:rsidRDefault="00D904FF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5979A4B5" w14:textId="77777777" w:rsidR="00D904FF" w:rsidRDefault="00D904FF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2AB096BC" w14:textId="77777777" w:rsidR="00D904FF" w:rsidRDefault="00D904FF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5393821D" w14:textId="77777777" w:rsidR="00D904FF" w:rsidRDefault="00D904FF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5CF367E1" w14:textId="77777777" w:rsidR="00D904FF" w:rsidRDefault="00D904FF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0E4F850" w14:textId="77777777" w:rsidR="00D904FF" w:rsidRDefault="00D904FF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6B16B2CF" w14:textId="77777777" w:rsidR="00D904FF" w:rsidRDefault="00D904FF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60D68D4F" w14:textId="77777777" w:rsidR="00D904FF" w:rsidRDefault="00D904FF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21F7FA79" w14:textId="77777777" w:rsidR="00D904FF" w:rsidRDefault="00D904FF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4150C794" w14:textId="77777777" w:rsidR="00D904FF" w:rsidRDefault="00D904FF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53054784" w14:textId="77777777" w:rsidR="00D904FF" w:rsidRDefault="00D904FF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C956920" w14:textId="77777777" w:rsidR="00D904FF" w:rsidRDefault="00D904FF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5AEE9FC1" w14:textId="77777777" w:rsidR="00B27E74" w:rsidRDefault="00B27E74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F73929F" w14:textId="77777777" w:rsidR="00B27E74" w:rsidRDefault="00B27E74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5FCC99A1" w14:textId="77777777" w:rsidR="00D904FF" w:rsidRDefault="00D904FF" w:rsidP="00D904FF">
                      <w:pPr>
                        <w:jc w:val="center"/>
                      </w:pPr>
                    </w:p>
                  </w:txbxContent>
                </v:textbox>
                <w10:wrap anchory="page"/>
              </v:roundrect>
            </w:pict>
          </mc:Fallback>
        </mc:AlternateContent>
      </w:r>
    </w:p>
    <w:p w14:paraId="593EFDD7" w14:textId="77777777" w:rsidR="00CC12A4" w:rsidRDefault="00BD56AB" w:rsidP="008219D2">
      <w:pPr>
        <w:tabs>
          <w:tab w:val="left" w:pos="9923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 wp14:anchorId="248C5FB3" wp14:editId="38401A4A">
                <wp:simplePos x="0" y="0"/>
                <wp:positionH relativeFrom="column">
                  <wp:posOffset>-581025</wp:posOffset>
                </wp:positionH>
                <wp:positionV relativeFrom="page">
                  <wp:posOffset>1003935</wp:posOffset>
                </wp:positionV>
                <wp:extent cx="3329940" cy="798830"/>
                <wp:effectExtent l="13970" t="13335" r="18415" b="16510"/>
                <wp:wrapNone/>
                <wp:docPr id="29" name="Rectangle à coins arrondi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9940" cy="798830"/>
                        </a:xfrm>
                        <a:prstGeom prst="roundRect">
                          <a:avLst>
                            <a:gd name="adj" fmla="val 6199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385D8A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0FDF285" w14:textId="77777777" w:rsidR="009A7E47" w:rsidRDefault="009A7E47" w:rsidP="008219D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94DD081" w14:textId="77777777" w:rsidR="009A7E47" w:rsidRDefault="009A7E47" w:rsidP="008219D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944A5D4" w14:textId="77777777" w:rsidR="009A7E47" w:rsidRDefault="009A7E47" w:rsidP="008219D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299A7C00" w14:textId="77777777" w:rsidR="009A7E47" w:rsidRDefault="009A7E47" w:rsidP="008219D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2693D881" w14:textId="77777777" w:rsidR="009A7E47" w:rsidRDefault="009A7E47" w:rsidP="008219D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10E591CD" w14:textId="77777777" w:rsidR="009A7E47" w:rsidRDefault="009A7E47" w:rsidP="008219D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52171D25" w14:textId="77777777" w:rsidR="009A7E47" w:rsidRDefault="009A7E47" w:rsidP="008219D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5BC5ECB5" w14:textId="77777777" w:rsidR="009A7E47" w:rsidRDefault="009A7E47" w:rsidP="008219D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5316B48B" w14:textId="77777777" w:rsidR="009A7E47" w:rsidRDefault="009A7E47" w:rsidP="008219D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29191BB4" w14:textId="77777777" w:rsidR="009A7E47" w:rsidRDefault="009A7E47" w:rsidP="008219D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43488EC0" w14:textId="77777777" w:rsidR="009A7E47" w:rsidRDefault="009A7E47" w:rsidP="008219D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519924BB" w14:textId="77777777" w:rsidR="009A7E47" w:rsidRDefault="009A7E47" w:rsidP="008219D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7B22F09F" w14:textId="77777777" w:rsidR="009A7E47" w:rsidRDefault="009A7E47" w:rsidP="008219D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6760A09" w14:textId="77777777" w:rsidR="009A7E47" w:rsidRDefault="009A7E47" w:rsidP="008219D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796BC1EC" w14:textId="77777777" w:rsidR="009A7E47" w:rsidRDefault="009A7E47" w:rsidP="008219D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35FB85F4" w14:textId="77777777" w:rsidR="009A7E47" w:rsidRDefault="009A7E47" w:rsidP="008219D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D4EA800" w14:textId="77777777" w:rsidR="009A7E47" w:rsidRDefault="009A7E47" w:rsidP="008219D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1D8FD0FC" w14:textId="77777777" w:rsidR="009A7E47" w:rsidRDefault="009A7E47" w:rsidP="008219D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315103E0" w14:textId="77777777" w:rsidR="009A7E47" w:rsidRDefault="009A7E47" w:rsidP="008219D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C0E8849" w14:textId="77777777" w:rsidR="009A7E47" w:rsidRDefault="009A7E47" w:rsidP="008219D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248F1F2E" w14:textId="77777777" w:rsidR="009A7E47" w:rsidRDefault="009A7E47" w:rsidP="008219D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48C5FB3" id="_x0000_s1029" style="position:absolute;margin-left:-45.75pt;margin-top:79.05pt;width:262.2pt;height:62.9pt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arcsize="406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" o:allowincell="f" strokecolor="#385d8a" strokeweight="2pt">
                <v:textbox inset="0,0,0,0">
                  <w:txbxContent>
                    <w:p w14:paraId="60FDF285" w14:textId="77777777" w:rsidR="009A7E47" w:rsidRDefault="009A7E47" w:rsidP="008219D2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94DD081" w14:textId="77777777" w:rsidR="009A7E47" w:rsidRDefault="009A7E47" w:rsidP="008219D2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944A5D4" w14:textId="77777777" w:rsidR="009A7E47" w:rsidRDefault="009A7E47" w:rsidP="008219D2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299A7C00" w14:textId="77777777" w:rsidR="009A7E47" w:rsidRDefault="009A7E47" w:rsidP="008219D2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2693D881" w14:textId="77777777" w:rsidR="009A7E47" w:rsidRDefault="009A7E47" w:rsidP="008219D2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10E591CD" w14:textId="77777777" w:rsidR="009A7E47" w:rsidRDefault="009A7E47" w:rsidP="008219D2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52171D25" w14:textId="77777777" w:rsidR="009A7E47" w:rsidRDefault="009A7E47" w:rsidP="008219D2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5BC5ECB5" w14:textId="77777777" w:rsidR="009A7E47" w:rsidRDefault="009A7E47" w:rsidP="008219D2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5316B48B" w14:textId="77777777" w:rsidR="009A7E47" w:rsidRDefault="009A7E47" w:rsidP="008219D2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29191BB4" w14:textId="77777777" w:rsidR="009A7E47" w:rsidRDefault="009A7E47" w:rsidP="008219D2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43488EC0" w14:textId="77777777" w:rsidR="009A7E47" w:rsidRDefault="009A7E47" w:rsidP="008219D2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519924BB" w14:textId="77777777" w:rsidR="009A7E47" w:rsidRDefault="009A7E47" w:rsidP="008219D2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7B22F09F" w14:textId="77777777" w:rsidR="009A7E47" w:rsidRDefault="009A7E47" w:rsidP="008219D2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6760A09" w14:textId="77777777" w:rsidR="009A7E47" w:rsidRDefault="009A7E47" w:rsidP="008219D2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796BC1EC" w14:textId="77777777" w:rsidR="009A7E47" w:rsidRDefault="009A7E47" w:rsidP="008219D2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35FB85F4" w14:textId="77777777" w:rsidR="009A7E47" w:rsidRDefault="009A7E47" w:rsidP="008219D2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D4EA800" w14:textId="77777777" w:rsidR="009A7E47" w:rsidRDefault="009A7E47" w:rsidP="008219D2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1D8FD0FC" w14:textId="77777777" w:rsidR="009A7E47" w:rsidRDefault="009A7E47" w:rsidP="008219D2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315103E0" w14:textId="77777777" w:rsidR="009A7E47" w:rsidRDefault="009A7E47" w:rsidP="008219D2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C0E8849" w14:textId="77777777" w:rsidR="009A7E47" w:rsidRDefault="009A7E47" w:rsidP="008219D2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248F1F2E" w14:textId="77777777" w:rsidR="009A7E47" w:rsidRDefault="009A7E47" w:rsidP="008219D2">
                      <w:pPr>
                        <w:jc w:val="center"/>
                      </w:pPr>
                    </w:p>
                  </w:txbxContent>
                </v:textbox>
                <w10:wrap anchory="page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 wp14:anchorId="0E3D4E92" wp14:editId="60FBE7AA">
                <wp:simplePos x="0" y="0"/>
                <wp:positionH relativeFrom="column">
                  <wp:posOffset>2947035</wp:posOffset>
                </wp:positionH>
                <wp:positionV relativeFrom="page">
                  <wp:posOffset>1003935</wp:posOffset>
                </wp:positionV>
                <wp:extent cx="3336290" cy="798830"/>
                <wp:effectExtent l="17780" t="13335" r="17780" b="16510"/>
                <wp:wrapNone/>
                <wp:docPr id="28" name="Rectangle à coins arrondi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6290" cy="798830"/>
                        </a:xfrm>
                        <a:prstGeom prst="roundRect">
                          <a:avLst>
                            <a:gd name="adj" fmla="val 6199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385D8A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AAB1F19" w14:textId="77777777" w:rsidR="009A7E47" w:rsidRDefault="009A7E47" w:rsidP="008219D2">
                            <w:pPr>
                              <w:widowControl w:val="0"/>
                              <w:tabs>
                                <w:tab w:val="left" w:pos="0"/>
                              </w:tabs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71D4E37C" w14:textId="77777777" w:rsidR="009A7E47" w:rsidRDefault="009A7E47" w:rsidP="008219D2">
                            <w:pPr>
                              <w:widowControl w:val="0"/>
                              <w:tabs>
                                <w:tab w:val="left" w:pos="0"/>
                              </w:tabs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F281159" w14:textId="77777777" w:rsidR="009A7E47" w:rsidRDefault="009A7E47" w:rsidP="008219D2">
                            <w:pPr>
                              <w:widowControl w:val="0"/>
                              <w:tabs>
                                <w:tab w:val="left" w:pos="0"/>
                              </w:tabs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F2E3C35" w14:textId="77777777" w:rsidR="009A7E47" w:rsidRDefault="009A7E47" w:rsidP="008219D2">
                            <w:pPr>
                              <w:widowControl w:val="0"/>
                              <w:tabs>
                                <w:tab w:val="left" w:pos="0"/>
                              </w:tabs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7BC86B8E" w14:textId="77777777" w:rsidR="009A7E47" w:rsidRDefault="009A7E47" w:rsidP="008219D2">
                            <w:pPr>
                              <w:widowControl w:val="0"/>
                              <w:tabs>
                                <w:tab w:val="left" w:pos="0"/>
                              </w:tabs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52D33087" w14:textId="77777777" w:rsidR="009A7E47" w:rsidRDefault="009A7E47" w:rsidP="008219D2">
                            <w:pPr>
                              <w:widowControl w:val="0"/>
                              <w:tabs>
                                <w:tab w:val="left" w:pos="0"/>
                              </w:tabs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AF99452" w14:textId="77777777" w:rsidR="009A7E47" w:rsidRDefault="009A7E47" w:rsidP="008219D2">
                            <w:pPr>
                              <w:widowControl w:val="0"/>
                              <w:tabs>
                                <w:tab w:val="left" w:pos="0"/>
                              </w:tabs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23BBC922" w14:textId="77777777" w:rsidR="009A7E47" w:rsidRDefault="009A7E47" w:rsidP="008219D2">
                            <w:pPr>
                              <w:widowControl w:val="0"/>
                              <w:tabs>
                                <w:tab w:val="left" w:pos="0"/>
                              </w:tabs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761FF1CB" w14:textId="77777777" w:rsidR="009A7E47" w:rsidRDefault="009A7E47" w:rsidP="008219D2">
                            <w:pPr>
                              <w:widowControl w:val="0"/>
                              <w:tabs>
                                <w:tab w:val="left" w:pos="0"/>
                              </w:tabs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428BEDC9" w14:textId="77777777" w:rsidR="009A7E47" w:rsidRDefault="009A7E47" w:rsidP="008219D2">
                            <w:pPr>
                              <w:widowControl w:val="0"/>
                              <w:tabs>
                                <w:tab w:val="left" w:pos="0"/>
                              </w:tabs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D2E075F" w14:textId="77777777" w:rsidR="009A7E47" w:rsidRDefault="009A7E47" w:rsidP="008219D2">
                            <w:pPr>
                              <w:widowControl w:val="0"/>
                              <w:tabs>
                                <w:tab w:val="left" w:pos="0"/>
                              </w:tabs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39DD88B3" w14:textId="77777777" w:rsidR="009A7E47" w:rsidRDefault="009A7E47" w:rsidP="008219D2">
                            <w:pPr>
                              <w:widowControl w:val="0"/>
                              <w:tabs>
                                <w:tab w:val="left" w:pos="0"/>
                              </w:tabs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2D215EB" w14:textId="77777777" w:rsidR="009A7E47" w:rsidRDefault="009A7E47" w:rsidP="008219D2">
                            <w:pPr>
                              <w:widowControl w:val="0"/>
                              <w:tabs>
                                <w:tab w:val="left" w:pos="0"/>
                              </w:tabs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509F9882" w14:textId="77777777" w:rsidR="009A7E47" w:rsidRDefault="009A7E47" w:rsidP="008219D2">
                            <w:pPr>
                              <w:widowControl w:val="0"/>
                              <w:tabs>
                                <w:tab w:val="left" w:pos="0"/>
                              </w:tabs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15AA9FA7" w14:textId="77777777" w:rsidR="009A7E47" w:rsidRDefault="009A7E47" w:rsidP="008219D2">
                            <w:pPr>
                              <w:widowControl w:val="0"/>
                              <w:tabs>
                                <w:tab w:val="left" w:pos="0"/>
                              </w:tabs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4DBB8DC7" w14:textId="77777777" w:rsidR="009A7E47" w:rsidRDefault="009A7E47" w:rsidP="008219D2">
                            <w:pPr>
                              <w:widowControl w:val="0"/>
                              <w:tabs>
                                <w:tab w:val="left" w:pos="0"/>
                              </w:tabs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2F3AE967" w14:textId="77777777" w:rsidR="009A7E47" w:rsidRDefault="009A7E47" w:rsidP="008219D2">
                            <w:pPr>
                              <w:widowControl w:val="0"/>
                              <w:tabs>
                                <w:tab w:val="left" w:pos="0"/>
                              </w:tabs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218F3A8" w14:textId="77777777" w:rsidR="009A7E47" w:rsidRDefault="009A7E47" w:rsidP="008219D2">
                            <w:pPr>
                              <w:widowControl w:val="0"/>
                              <w:tabs>
                                <w:tab w:val="left" w:pos="0"/>
                              </w:tabs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12482257" w14:textId="77777777" w:rsidR="009A7E47" w:rsidRDefault="009A7E47" w:rsidP="008219D2">
                            <w:pPr>
                              <w:widowControl w:val="0"/>
                              <w:tabs>
                                <w:tab w:val="left" w:pos="0"/>
                              </w:tabs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745A20D2" w14:textId="77777777" w:rsidR="009A7E47" w:rsidRDefault="009A7E47" w:rsidP="008219D2">
                            <w:pPr>
                              <w:widowControl w:val="0"/>
                              <w:tabs>
                                <w:tab w:val="left" w:pos="0"/>
                              </w:tabs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40AA187E" w14:textId="77777777" w:rsidR="009A7E47" w:rsidRDefault="009A7E47" w:rsidP="008219D2">
                            <w:pPr>
                              <w:tabs>
                                <w:tab w:val="left" w:pos="0"/>
                              </w:tabs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E3D4E92" id="_x0000_s1030" style="position:absolute;margin-left:232.05pt;margin-top:79.05pt;width:262.7pt;height:62.9pt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arcsize="406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" o:allowincell="f" strokecolor="#385d8a" strokeweight="2pt">
                <v:textbox inset="0,0,0,0">
                  <w:txbxContent>
                    <w:p w14:paraId="5AAB1F19" w14:textId="77777777" w:rsidR="009A7E47" w:rsidRDefault="009A7E47" w:rsidP="008219D2">
                      <w:pPr>
                        <w:widowControl w:val="0"/>
                        <w:tabs>
                          <w:tab w:val="left" w:pos="0"/>
                        </w:tabs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71D4E37C" w14:textId="77777777" w:rsidR="009A7E47" w:rsidRDefault="009A7E47" w:rsidP="008219D2">
                      <w:pPr>
                        <w:widowControl w:val="0"/>
                        <w:tabs>
                          <w:tab w:val="left" w:pos="0"/>
                        </w:tabs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F281159" w14:textId="77777777" w:rsidR="009A7E47" w:rsidRDefault="009A7E47" w:rsidP="008219D2">
                      <w:pPr>
                        <w:widowControl w:val="0"/>
                        <w:tabs>
                          <w:tab w:val="left" w:pos="0"/>
                        </w:tabs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F2E3C35" w14:textId="77777777" w:rsidR="009A7E47" w:rsidRDefault="009A7E47" w:rsidP="008219D2">
                      <w:pPr>
                        <w:widowControl w:val="0"/>
                        <w:tabs>
                          <w:tab w:val="left" w:pos="0"/>
                        </w:tabs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7BC86B8E" w14:textId="77777777" w:rsidR="009A7E47" w:rsidRDefault="009A7E47" w:rsidP="008219D2">
                      <w:pPr>
                        <w:widowControl w:val="0"/>
                        <w:tabs>
                          <w:tab w:val="left" w:pos="0"/>
                        </w:tabs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52D33087" w14:textId="77777777" w:rsidR="009A7E47" w:rsidRDefault="009A7E47" w:rsidP="008219D2">
                      <w:pPr>
                        <w:widowControl w:val="0"/>
                        <w:tabs>
                          <w:tab w:val="left" w:pos="0"/>
                        </w:tabs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AF99452" w14:textId="77777777" w:rsidR="009A7E47" w:rsidRDefault="009A7E47" w:rsidP="008219D2">
                      <w:pPr>
                        <w:widowControl w:val="0"/>
                        <w:tabs>
                          <w:tab w:val="left" w:pos="0"/>
                        </w:tabs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23BBC922" w14:textId="77777777" w:rsidR="009A7E47" w:rsidRDefault="009A7E47" w:rsidP="008219D2">
                      <w:pPr>
                        <w:widowControl w:val="0"/>
                        <w:tabs>
                          <w:tab w:val="left" w:pos="0"/>
                        </w:tabs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761FF1CB" w14:textId="77777777" w:rsidR="009A7E47" w:rsidRDefault="009A7E47" w:rsidP="008219D2">
                      <w:pPr>
                        <w:widowControl w:val="0"/>
                        <w:tabs>
                          <w:tab w:val="left" w:pos="0"/>
                        </w:tabs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428BEDC9" w14:textId="77777777" w:rsidR="009A7E47" w:rsidRDefault="009A7E47" w:rsidP="008219D2">
                      <w:pPr>
                        <w:widowControl w:val="0"/>
                        <w:tabs>
                          <w:tab w:val="left" w:pos="0"/>
                        </w:tabs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D2E075F" w14:textId="77777777" w:rsidR="009A7E47" w:rsidRDefault="009A7E47" w:rsidP="008219D2">
                      <w:pPr>
                        <w:widowControl w:val="0"/>
                        <w:tabs>
                          <w:tab w:val="left" w:pos="0"/>
                        </w:tabs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39DD88B3" w14:textId="77777777" w:rsidR="009A7E47" w:rsidRDefault="009A7E47" w:rsidP="008219D2">
                      <w:pPr>
                        <w:widowControl w:val="0"/>
                        <w:tabs>
                          <w:tab w:val="left" w:pos="0"/>
                        </w:tabs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2D215EB" w14:textId="77777777" w:rsidR="009A7E47" w:rsidRDefault="009A7E47" w:rsidP="008219D2">
                      <w:pPr>
                        <w:widowControl w:val="0"/>
                        <w:tabs>
                          <w:tab w:val="left" w:pos="0"/>
                        </w:tabs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509F9882" w14:textId="77777777" w:rsidR="009A7E47" w:rsidRDefault="009A7E47" w:rsidP="008219D2">
                      <w:pPr>
                        <w:widowControl w:val="0"/>
                        <w:tabs>
                          <w:tab w:val="left" w:pos="0"/>
                        </w:tabs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15AA9FA7" w14:textId="77777777" w:rsidR="009A7E47" w:rsidRDefault="009A7E47" w:rsidP="008219D2">
                      <w:pPr>
                        <w:widowControl w:val="0"/>
                        <w:tabs>
                          <w:tab w:val="left" w:pos="0"/>
                        </w:tabs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4DBB8DC7" w14:textId="77777777" w:rsidR="009A7E47" w:rsidRDefault="009A7E47" w:rsidP="008219D2">
                      <w:pPr>
                        <w:widowControl w:val="0"/>
                        <w:tabs>
                          <w:tab w:val="left" w:pos="0"/>
                        </w:tabs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2F3AE967" w14:textId="77777777" w:rsidR="009A7E47" w:rsidRDefault="009A7E47" w:rsidP="008219D2">
                      <w:pPr>
                        <w:widowControl w:val="0"/>
                        <w:tabs>
                          <w:tab w:val="left" w:pos="0"/>
                        </w:tabs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218F3A8" w14:textId="77777777" w:rsidR="009A7E47" w:rsidRDefault="009A7E47" w:rsidP="008219D2">
                      <w:pPr>
                        <w:widowControl w:val="0"/>
                        <w:tabs>
                          <w:tab w:val="left" w:pos="0"/>
                        </w:tabs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12482257" w14:textId="77777777" w:rsidR="009A7E47" w:rsidRDefault="009A7E47" w:rsidP="008219D2">
                      <w:pPr>
                        <w:widowControl w:val="0"/>
                        <w:tabs>
                          <w:tab w:val="left" w:pos="0"/>
                        </w:tabs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745A20D2" w14:textId="77777777" w:rsidR="009A7E47" w:rsidRDefault="009A7E47" w:rsidP="008219D2">
                      <w:pPr>
                        <w:widowControl w:val="0"/>
                        <w:tabs>
                          <w:tab w:val="left" w:pos="0"/>
                        </w:tabs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40AA187E" w14:textId="77777777" w:rsidR="009A7E47" w:rsidRDefault="009A7E47" w:rsidP="008219D2">
                      <w:pPr>
                        <w:tabs>
                          <w:tab w:val="left" w:pos="0"/>
                        </w:tabs>
                        <w:jc w:val="center"/>
                      </w:pPr>
                    </w:p>
                  </w:txbxContent>
                </v:textbox>
                <w10:wrap anchory="page"/>
              </v:roundrect>
            </w:pict>
          </mc:Fallback>
        </mc:AlternateContent>
      </w:r>
    </w:p>
    <w:p w14:paraId="609D09DB" w14:textId="77777777" w:rsidR="00322518" w:rsidRPr="00322518" w:rsidRDefault="00322518" w:rsidP="002A0051">
      <w:pPr>
        <w:framePr w:w="811" w:h="301" w:hRule="exact" w:wrap="auto" w:vAnchor="page" w:hAnchor="page" w:x="1486" w:y="766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11"/>
          <w:szCs w:val="13"/>
        </w:rPr>
      </w:pPr>
    </w:p>
    <w:p w14:paraId="038FEDDB" w14:textId="070D8F32" w:rsidR="00B27E74" w:rsidRPr="002A0051" w:rsidRDefault="00B27E74" w:rsidP="00DB7148">
      <w:pPr>
        <w:framePr w:w="4801" w:wrap="notBeside" w:vAnchor="page" w:hAnchor="page" w:x="706" w:y="7636"/>
        <w:widowControl w:val="0"/>
        <w:autoSpaceDE w:val="0"/>
        <w:autoSpaceDN w:val="0"/>
        <w:adjustRightInd w:val="0"/>
        <w:snapToGrid w:val="0"/>
        <w:spacing w:after="0" w:line="240" w:lineRule="auto"/>
        <w:ind w:left="142"/>
        <w:rPr>
          <w:rFonts w:ascii="Times Bold" w:hAnsi="Times Bold" w:cs="Times Bold"/>
          <w:b/>
          <w:color w:val="000000"/>
        </w:rPr>
      </w:pPr>
      <w:r w:rsidRPr="002A0051">
        <w:rPr>
          <w:rFonts w:ascii="Times Bold" w:hAnsi="Times Bold" w:cs="Times Bold"/>
          <w:b/>
          <w:color w:val="000000"/>
        </w:rPr>
        <w:t>Carte :</w:t>
      </w:r>
      <w:r>
        <w:rPr>
          <w:rFonts w:ascii="Times Bold" w:hAnsi="Times Bold" w:cs="Times Bold"/>
          <w:b/>
          <w:color w:val="000000"/>
        </w:rPr>
        <w:t xml:space="preserve"> </w:t>
      </w:r>
      <w:r w:rsidR="007361CF">
        <w:rPr>
          <w:snapToGrid w:val="0"/>
          <w:szCs w:val="24"/>
        </w:rPr>
        <w:fldChar w:fldCharType="begin">
          <w:ffData>
            <w:name w:val="CARTE_IGN"/>
            <w:enabled/>
            <w:calcOnExit w:val="0"/>
            <w:textInput/>
          </w:ffData>
        </w:fldChar>
      </w:r>
      <w:bookmarkStart w:id="14" w:name="CARTE_IGN"/>
      <w:r w:rsidR="007361CF">
        <w:rPr>
          <w:snapToGrid w:val="0"/>
          <w:szCs w:val="24"/>
        </w:rPr>
        <w:instrText xml:space="preserve"> FORMTEXT </w:instrText>
      </w:r>
      <w:r w:rsidR="007361CF">
        <w:rPr>
          <w:snapToGrid w:val="0"/>
          <w:szCs w:val="24"/>
        </w:rPr>
      </w:r>
      <w:r w:rsidR="007361CF">
        <w:rPr>
          <w:snapToGrid w:val="0"/>
          <w:szCs w:val="24"/>
        </w:rPr>
        <w:fldChar w:fldCharType="separate"/>
      </w:r>
      <w:r w:rsidR="007361CF">
        <w:rPr>
          <w:noProof/>
          <w:snapToGrid w:val="0"/>
          <w:szCs w:val="24"/>
        </w:rPr>
        <w:t> </w:t>
      </w:r>
      <w:r w:rsidR="007361CF">
        <w:rPr>
          <w:noProof/>
          <w:snapToGrid w:val="0"/>
          <w:szCs w:val="24"/>
        </w:rPr>
        <w:t> </w:t>
      </w:r>
      <w:r w:rsidR="007361CF">
        <w:rPr>
          <w:noProof/>
          <w:snapToGrid w:val="0"/>
          <w:szCs w:val="24"/>
        </w:rPr>
        <w:t> </w:t>
      </w:r>
      <w:r w:rsidR="007361CF">
        <w:rPr>
          <w:noProof/>
          <w:snapToGrid w:val="0"/>
          <w:szCs w:val="24"/>
        </w:rPr>
        <w:t> </w:t>
      </w:r>
      <w:r w:rsidR="007361CF">
        <w:rPr>
          <w:noProof/>
          <w:snapToGrid w:val="0"/>
          <w:szCs w:val="24"/>
        </w:rPr>
        <w:t> </w:t>
      </w:r>
      <w:r w:rsidR="007361CF">
        <w:rPr>
          <w:snapToGrid w:val="0"/>
          <w:szCs w:val="24"/>
        </w:rPr>
        <w:fldChar w:fldCharType="end"/>
      </w:r>
      <w:bookmarkEnd w:id="14"/>
    </w:p>
    <w:p w14:paraId="43A48F20" w14:textId="77777777" w:rsidR="00B27E74" w:rsidRPr="00B0575B" w:rsidRDefault="00B27E74" w:rsidP="00DB7148">
      <w:pPr>
        <w:framePr w:w="4801" w:wrap="notBeside" w:vAnchor="page" w:hAnchor="page" w:x="706" w:y="7636"/>
        <w:widowControl w:val="0"/>
        <w:autoSpaceDE w:val="0"/>
        <w:autoSpaceDN w:val="0"/>
        <w:adjustRightInd w:val="0"/>
        <w:snapToGrid w:val="0"/>
        <w:spacing w:after="0" w:line="240" w:lineRule="auto"/>
        <w:ind w:left="142"/>
        <w:rPr>
          <w:rFonts w:cs="Calibri"/>
        </w:rPr>
      </w:pPr>
      <w:r w:rsidRPr="002A0051">
        <w:rPr>
          <w:rFonts w:ascii="Times Bold" w:hAnsi="Times Bold" w:cs="Times Bold"/>
          <w:b/>
          <w:color w:val="000000"/>
        </w:rPr>
        <w:t>Echelle :</w:t>
      </w:r>
      <w:r w:rsidRPr="00B0575B">
        <w:rPr>
          <w:rFonts w:cs="Calibri"/>
          <w:b/>
          <w:color w:val="000000"/>
        </w:rPr>
        <w:t xml:space="preserve"> </w:t>
      </w:r>
      <w:r w:rsidRPr="00B0575B">
        <w:rPr>
          <w:rFonts w:cs="Calibri"/>
          <w:color w:val="000000"/>
        </w:rPr>
        <w:t>1 : 25 000</w:t>
      </w:r>
    </w:p>
    <w:p w14:paraId="1B138AAE" w14:textId="77777777" w:rsidR="001C3550" w:rsidRPr="005516A1" w:rsidRDefault="001C3550" w:rsidP="001C3550">
      <w:pPr>
        <w:framePr w:w="2670" w:wrap="auto" w:vAnchor="page" w:hAnchor="page" w:x="624" w:y="16184"/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cs="Calibri"/>
          <w:sz w:val="13"/>
          <w:szCs w:val="13"/>
        </w:rPr>
      </w:pPr>
      <w:r w:rsidRPr="005516A1">
        <w:rPr>
          <w:rFonts w:cs="Calibri"/>
          <w:color w:val="000000"/>
          <w:sz w:val="13"/>
          <w:szCs w:val="13"/>
        </w:rPr>
        <w:t xml:space="preserve">Dernière mise-à-jour :  </w:t>
      </w:r>
      <w:r w:rsidRPr="005516A1">
        <w:rPr>
          <w:rFonts w:cs="Calibri"/>
          <w:snapToGrid w:val="0"/>
          <w:sz w:val="13"/>
          <w:szCs w:val="13"/>
        </w:rPr>
        <w:fldChar w:fldCharType="begin">
          <w:ffData>
            <w:name w:val="DATE_EDITION_2"/>
            <w:enabled/>
            <w:calcOnExit w:val="0"/>
            <w:textInput/>
          </w:ffData>
        </w:fldChar>
      </w:r>
      <w:bookmarkStart w:id="15" w:name="DATE_EDITION_2"/>
      <w:r w:rsidRPr="005516A1">
        <w:rPr>
          <w:rFonts w:cs="Calibri"/>
          <w:snapToGrid w:val="0"/>
          <w:sz w:val="13"/>
          <w:szCs w:val="13"/>
        </w:rPr>
        <w:instrText xml:space="preserve"> FORMTEXT </w:instrText>
      </w:r>
      <w:r w:rsidRPr="005516A1">
        <w:rPr>
          <w:rFonts w:cs="Calibri"/>
          <w:snapToGrid w:val="0"/>
          <w:sz w:val="13"/>
          <w:szCs w:val="13"/>
        </w:rPr>
      </w:r>
      <w:r w:rsidRPr="005516A1">
        <w:rPr>
          <w:rFonts w:cs="Calibri"/>
          <w:snapToGrid w:val="0"/>
          <w:sz w:val="13"/>
          <w:szCs w:val="13"/>
        </w:rPr>
        <w:fldChar w:fldCharType="separate"/>
      </w:r>
      <w:r w:rsidRPr="005516A1">
        <w:rPr>
          <w:rFonts w:cs="Calibri"/>
          <w:noProof/>
          <w:snapToGrid w:val="0"/>
          <w:sz w:val="13"/>
          <w:szCs w:val="13"/>
        </w:rPr>
        <w:t> </w:t>
      </w:r>
      <w:r w:rsidRPr="005516A1">
        <w:rPr>
          <w:rFonts w:cs="Calibri"/>
          <w:noProof/>
          <w:snapToGrid w:val="0"/>
          <w:sz w:val="13"/>
          <w:szCs w:val="13"/>
        </w:rPr>
        <w:t> </w:t>
      </w:r>
      <w:r w:rsidRPr="005516A1">
        <w:rPr>
          <w:rFonts w:cs="Calibri"/>
          <w:noProof/>
          <w:snapToGrid w:val="0"/>
          <w:sz w:val="13"/>
          <w:szCs w:val="13"/>
        </w:rPr>
        <w:t> </w:t>
      </w:r>
      <w:r w:rsidRPr="005516A1">
        <w:rPr>
          <w:rFonts w:cs="Calibri"/>
          <w:noProof/>
          <w:snapToGrid w:val="0"/>
          <w:sz w:val="13"/>
          <w:szCs w:val="13"/>
        </w:rPr>
        <w:t> </w:t>
      </w:r>
      <w:r w:rsidRPr="005516A1">
        <w:rPr>
          <w:rFonts w:cs="Calibri"/>
          <w:noProof/>
          <w:snapToGrid w:val="0"/>
          <w:sz w:val="13"/>
          <w:szCs w:val="13"/>
        </w:rPr>
        <w:t> </w:t>
      </w:r>
      <w:bookmarkEnd w:id="15"/>
      <w:r w:rsidRPr="005516A1">
        <w:rPr>
          <w:rFonts w:cs="Calibri"/>
          <w:snapToGrid w:val="0"/>
          <w:sz w:val="13"/>
          <w:szCs w:val="13"/>
        </w:rPr>
        <w:fldChar w:fldCharType="end"/>
      </w:r>
    </w:p>
    <w:p w14:paraId="57BBF6B2" w14:textId="77777777" w:rsidR="000138FE" w:rsidRDefault="00BD56AB" w:rsidP="00CB5198">
      <w:pPr>
        <w:tabs>
          <w:tab w:val="left" w:pos="3828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6464" behindDoc="1" locked="0" layoutInCell="0" allowOverlap="1" wp14:anchorId="3AF3608A" wp14:editId="25CB6AAC">
                <wp:simplePos x="0" y="0"/>
                <wp:positionH relativeFrom="column">
                  <wp:posOffset>2983230</wp:posOffset>
                </wp:positionH>
                <wp:positionV relativeFrom="page">
                  <wp:posOffset>2098675</wp:posOffset>
                </wp:positionV>
                <wp:extent cx="3274695" cy="248285"/>
                <wp:effectExtent l="6350" t="3175" r="5080" b="5715"/>
                <wp:wrapNone/>
                <wp:docPr id="27" name="Organigramme : Alternativ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4695" cy="248285"/>
                        </a:xfrm>
                        <a:prstGeom prst="flowChartAlternateProcess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7BADAC" w14:textId="77777777" w:rsidR="006B4706" w:rsidRPr="00170148" w:rsidRDefault="006B4706" w:rsidP="006B4706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CROQUIS D’ACCES A L’OUVRAGE</w:t>
                            </w:r>
                          </w:p>
                          <w:p w14:paraId="02C28FF5" w14:textId="77777777" w:rsidR="006B4706" w:rsidRPr="00170148" w:rsidRDefault="006B4706" w:rsidP="00170148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F3608A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Organigramme : Alternative 5" o:spid="_x0000_s1031" type="#_x0000_t176" style="position:absolute;margin-left:234.9pt;margin-top:165.25pt;width:257.85pt;height:19.55pt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" o:allowincell="f" fillcolor="#d9d9d9" stroked="f" strokeweight="2pt">
                <v:textbox inset="0,0,0,0">
                  <w:txbxContent>
                    <w:p w14:paraId="6B7BADAC" w14:textId="77777777" w:rsidR="006B4706" w:rsidRPr="00170148" w:rsidRDefault="006B4706" w:rsidP="006B4706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CROQUIS D’ACCES A L’OUVRAGE</w:t>
                      </w:r>
                    </w:p>
                    <w:p w14:paraId="02C28FF5" w14:textId="77777777" w:rsidR="006B4706" w:rsidRPr="00170148" w:rsidRDefault="006B4706" w:rsidP="00170148">
                      <w:pPr>
                        <w:spacing w:after="0"/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5440" behindDoc="0" locked="0" layoutInCell="0" allowOverlap="1" wp14:anchorId="07C8087A" wp14:editId="1FF9E872">
                <wp:simplePos x="0" y="0"/>
                <wp:positionH relativeFrom="column">
                  <wp:posOffset>-554990</wp:posOffset>
                </wp:positionH>
                <wp:positionV relativeFrom="page">
                  <wp:posOffset>2105025</wp:posOffset>
                </wp:positionV>
                <wp:extent cx="3277235" cy="248285"/>
                <wp:effectExtent l="1905" t="0" r="6985" b="8890"/>
                <wp:wrapNone/>
                <wp:docPr id="26" name="Organigramme : Alternativ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7235" cy="248285"/>
                        </a:xfrm>
                        <a:prstGeom prst="flowChartAlternateProcess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18E0E5" w14:textId="77777777" w:rsidR="00170148" w:rsidRPr="00170148" w:rsidRDefault="00170148" w:rsidP="00170148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170148">
                              <w:rPr>
                                <w:b/>
                              </w:rPr>
                              <w:t>PLAN DE SITUATION DE L’OUVRAGE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C8087A" id="_x0000_s1032" type="#_x0000_t176" style="position:absolute;margin-left:-43.7pt;margin-top:165.75pt;width:258.05pt;height:19.5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" o:allowincell="f" fillcolor="#d9d9d9" stroked="f" strokeweight="2pt">
                <v:textbox inset="0,0,0,0">
                  <w:txbxContent>
                    <w:p w14:paraId="4F18E0E5" w14:textId="77777777" w:rsidR="00170148" w:rsidRPr="00170148" w:rsidRDefault="00170148" w:rsidP="00170148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170148">
                        <w:rPr>
                          <w:b/>
                        </w:rPr>
                        <w:t>PLAN DE SITUATION DE L’OUVRAGE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0F4016C" w14:textId="100401FF" w:rsidR="00227555" w:rsidRDefault="00227555" w:rsidP="00D23DFA">
      <w:pPr>
        <w:framePr w:w="10461" w:h="1351" w:hRule="exact" w:wrap="around" w:vAnchor="page" w:hAnchor="page" w:x="661" w:y="14311"/>
        <w:shd w:val="clear" w:color="auto" w:fill="FFFFFF"/>
        <w:spacing w:after="0" w:line="240" w:lineRule="auto"/>
        <w:rPr>
          <w:b/>
        </w:rPr>
      </w:pPr>
      <w:r>
        <w:rPr>
          <w:b/>
        </w:rPr>
        <w:t>Observations</w:t>
      </w:r>
      <w:r w:rsidRPr="00B05C7E">
        <w:rPr>
          <w:b/>
        </w:rPr>
        <w:t> :</w:t>
      </w:r>
      <w:r>
        <w:rPr>
          <w:b/>
        </w:rPr>
        <w:t xml:space="preserve"> </w:t>
      </w:r>
      <w:r w:rsidR="007361CF">
        <w:rPr>
          <w:snapToGrid w:val="0"/>
          <w:sz w:val="24"/>
          <w:szCs w:val="24"/>
        </w:rPr>
        <w:fldChar w:fldCharType="begin">
          <w:ffData>
            <w:name w:val="COMMENTAIRE"/>
            <w:enabled/>
            <w:calcOnExit w:val="0"/>
            <w:textInput/>
          </w:ffData>
        </w:fldChar>
      </w:r>
      <w:bookmarkStart w:id="16" w:name="COMMENTAIRE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16"/>
    </w:p>
    <w:p w14:paraId="0BE7889E" w14:textId="77777777" w:rsidR="000138FE" w:rsidRDefault="00BD56AB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0560" behindDoc="1" locked="0" layoutInCell="0" allowOverlap="1" wp14:anchorId="515712C3" wp14:editId="1477A945">
                <wp:simplePos x="0" y="0"/>
                <wp:positionH relativeFrom="column">
                  <wp:posOffset>2953385</wp:posOffset>
                </wp:positionH>
                <wp:positionV relativeFrom="page">
                  <wp:posOffset>5324475</wp:posOffset>
                </wp:positionV>
                <wp:extent cx="3329940" cy="3600450"/>
                <wp:effectExtent l="14605" t="19050" r="17780" b="19050"/>
                <wp:wrapNone/>
                <wp:docPr id="25" name="Rectangle à coins arrondi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9940" cy="3600450"/>
                        </a:xfrm>
                        <a:prstGeom prst="roundRect">
                          <a:avLst>
                            <a:gd name="adj" fmla="val 1431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385D8A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4497A45" w14:textId="77777777" w:rsidR="009A7E47" w:rsidRDefault="009A7E47" w:rsidP="0011595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61E46648" w14:textId="77777777" w:rsidR="009A7E47" w:rsidRDefault="009A7E47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1234C15C" w14:textId="77777777" w:rsidR="009A7E47" w:rsidRDefault="009A7E47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CEA9ACD" w14:textId="77777777" w:rsidR="009A7E47" w:rsidRDefault="009A7E47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1F415CAD" w14:textId="77777777" w:rsidR="009A7E47" w:rsidRDefault="009A7E47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298D2726" w14:textId="77777777" w:rsidR="009A7E47" w:rsidRDefault="009A7E47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2723AF87" w14:textId="77777777" w:rsidR="009A7E47" w:rsidRDefault="009A7E47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1F1195E7" w14:textId="77777777" w:rsidR="009A7E47" w:rsidRDefault="009A7E47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0B079D1" w14:textId="77777777" w:rsidR="009A7E47" w:rsidRDefault="009A7E47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D3DF190" w14:textId="77777777" w:rsidR="009A7E47" w:rsidRDefault="009A7E47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1C68E25B" w14:textId="77777777" w:rsidR="009A7E47" w:rsidRDefault="009A7E47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7EC06F25" w14:textId="77777777" w:rsidR="009A7E47" w:rsidRDefault="009A7E47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3774DBD6" w14:textId="77777777" w:rsidR="009A7E47" w:rsidRDefault="009A7E47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19226681" w14:textId="77777777" w:rsidR="009A7E47" w:rsidRDefault="009A7E47" w:rsidP="00D904F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15712C3" id="_x0000_s1033" style="position:absolute;margin-left:232.55pt;margin-top:419.25pt;width:262.2pt;height:283.5pt;z-index:-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arcsize="93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" o:allowincell="f" strokecolor="#385d8a" strokeweight="2pt">
                <v:textbox inset="0,0,0,0">
                  <w:txbxContent>
                    <w:p w14:paraId="14497A45" w14:textId="77777777" w:rsidR="009A7E47" w:rsidRDefault="009A7E47" w:rsidP="0011595C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61E46648" w14:textId="77777777" w:rsidR="009A7E47" w:rsidRDefault="009A7E47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1234C15C" w14:textId="77777777" w:rsidR="009A7E47" w:rsidRDefault="009A7E47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CEA9ACD" w14:textId="77777777" w:rsidR="009A7E47" w:rsidRDefault="009A7E47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1F415CAD" w14:textId="77777777" w:rsidR="009A7E47" w:rsidRDefault="009A7E47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298D2726" w14:textId="77777777" w:rsidR="009A7E47" w:rsidRDefault="009A7E47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2723AF87" w14:textId="77777777" w:rsidR="009A7E47" w:rsidRDefault="009A7E47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1F1195E7" w14:textId="77777777" w:rsidR="009A7E47" w:rsidRDefault="009A7E47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0B079D1" w14:textId="77777777" w:rsidR="009A7E47" w:rsidRDefault="009A7E47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D3DF190" w14:textId="77777777" w:rsidR="009A7E47" w:rsidRDefault="009A7E47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1C68E25B" w14:textId="77777777" w:rsidR="009A7E47" w:rsidRDefault="009A7E47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7EC06F25" w14:textId="77777777" w:rsidR="009A7E47" w:rsidRDefault="009A7E47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3774DBD6" w14:textId="77777777" w:rsidR="009A7E47" w:rsidRDefault="009A7E47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19226681" w14:textId="77777777" w:rsidR="009A7E47" w:rsidRDefault="009A7E47" w:rsidP="00D904FF">
                      <w:pPr>
                        <w:jc w:val="center"/>
                      </w:pPr>
                    </w:p>
                  </w:txbxContent>
                </v:textbox>
                <w10:wrap anchory="page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7488" behindDoc="0" locked="0" layoutInCell="0" allowOverlap="1" wp14:anchorId="4DA57B28" wp14:editId="6072851F">
                <wp:simplePos x="0" y="0"/>
                <wp:positionH relativeFrom="column">
                  <wp:posOffset>2983230</wp:posOffset>
                </wp:positionH>
                <wp:positionV relativeFrom="page">
                  <wp:posOffset>5378450</wp:posOffset>
                </wp:positionV>
                <wp:extent cx="3274695" cy="248285"/>
                <wp:effectExtent l="6350" t="6350" r="5080" b="2540"/>
                <wp:wrapNone/>
                <wp:docPr id="24" name="Organigramme : Alternativ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4695" cy="248285"/>
                        </a:xfrm>
                        <a:prstGeom prst="flowChartAlternateProcess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DAF229" w14:textId="77777777" w:rsidR="006B4706" w:rsidRPr="00170148" w:rsidRDefault="00FD51D3" w:rsidP="00170148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DESCRIPTIF DE L’OUVRAGE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A57B28" id="_x0000_s1034" type="#_x0000_t176" style="position:absolute;margin-left:234.9pt;margin-top:423.5pt;width:257.85pt;height:19.5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" o:allowincell="f" fillcolor="#d9d9d9" stroked="f" strokeweight="2pt">
                <v:textbox inset="0,0,0,0">
                  <w:txbxContent>
                    <w:p w14:paraId="72DAF229" w14:textId="77777777" w:rsidR="006B4706" w:rsidRPr="00170148" w:rsidRDefault="00FD51D3" w:rsidP="00170148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DESCRIPTIF DE L’OUVRAGE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8512" behindDoc="0" locked="0" layoutInCell="0" allowOverlap="1" wp14:anchorId="2469DD11" wp14:editId="0C5290BF">
                <wp:simplePos x="0" y="0"/>
                <wp:positionH relativeFrom="column">
                  <wp:posOffset>-554990</wp:posOffset>
                </wp:positionH>
                <wp:positionV relativeFrom="page">
                  <wp:posOffset>5378450</wp:posOffset>
                </wp:positionV>
                <wp:extent cx="3282315" cy="248285"/>
                <wp:effectExtent l="1905" t="6350" r="1905" b="2540"/>
                <wp:wrapNone/>
                <wp:docPr id="23" name="Organigramme : Alternativ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82315" cy="248285"/>
                        </a:xfrm>
                        <a:prstGeom prst="flowChartAlternateProcess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8ADE74" w14:textId="77777777" w:rsidR="006B4706" w:rsidRPr="00170148" w:rsidRDefault="00A97DDF" w:rsidP="006B4706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INFORMATIONS</w:t>
                            </w:r>
                          </w:p>
                          <w:p w14:paraId="4F84D205" w14:textId="77777777" w:rsidR="006B4706" w:rsidRPr="00170148" w:rsidRDefault="006B4706" w:rsidP="00170148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69DD11" id="_x0000_s1035" type="#_x0000_t176" style="position:absolute;margin-left:-43.7pt;margin-top:423.5pt;width:258.45pt;height:19.5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" o:allowincell="f" fillcolor="#d9d9d9" stroked="f" strokeweight="2pt">
                <v:textbox inset="0,0,0,0">
                  <w:txbxContent>
                    <w:p w14:paraId="298ADE74" w14:textId="77777777" w:rsidR="006B4706" w:rsidRPr="00170148" w:rsidRDefault="00A97DDF" w:rsidP="006B4706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INFORMATIONS</w:t>
                      </w:r>
                    </w:p>
                    <w:p w14:paraId="4F84D205" w14:textId="77777777" w:rsidR="006B4706" w:rsidRPr="00170148" w:rsidRDefault="006B4706" w:rsidP="00170148">
                      <w:pPr>
                        <w:spacing w:after="0"/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9536" behindDoc="1" locked="0" layoutInCell="0" allowOverlap="1" wp14:anchorId="5687B25F" wp14:editId="2ED2CF30">
                <wp:simplePos x="0" y="0"/>
                <wp:positionH relativeFrom="column">
                  <wp:posOffset>-581025</wp:posOffset>
                </wp:positionH>
                <wp:positionV relativeFrom="page">
                  <wp:posOffset>5324475</wp:posOffset>
                </wp:positionV>
                <wp:extent cx="3329940" cy="3600450"/>
                <wp:effectExtent l="13970" t="19050" r="18415" b="19050"/>
                <wp:wrapNone/>
                <wp:docPr id="22" name="Rectangle à coins arrondi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9940" cy="3600450"/>
                        </a:xfrm>
                        <a:prstGeom prst="roundRect">
                          <a:avLst>
                            <a:gd name="adj" fmla="val 1431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385D8A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0AF2F3D" w14:textId="77777777" w:rsidR="009A7E47" w:rsidRDefault="009A7E47" w:rsidP="008219D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7BB4024F" w14:textId="77777777" w:rsidR="0011595C" w:rsidRDefault="0011595C" w:rsidP="008219D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43C99805" w14:textId="77777777" w:rsidR="009A7E47" w:rsidRDefault="009A7E47" w:rsidP="008219D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27D9D375" w14:textId="77777777" w:rsidR="009A7E47" w:rsidRDefault="009A7E47" w:rsidP="008219D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6A91E899" w14:textId="77777777" w:rsidR="009A7E47" w:rsidRDefault="009A7E47" w:rsidP="008219D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7A951F27" w14:textId="77777777" w:rsidR="009A7E47" w:rsidRDefault="009A7E47" w:rsidP="008219D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45D918BF" w14:textId="77777777" w:rsidR="009A7E47" w:rsidRDefault="009A7E47" w:rsidP="008219D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349741B6" w14:textId="77777777" w:rsidR="009A7E47" w:rsidRDefault="009A7E47" w:rsidP="008219D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29C0B34B" w14:textId="77777777" w:rsidR="009A7E47" w:rsidRDefault="009A7E47" w:rsidP="008219D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60AB055B" w14:textId="77777777" w:rsidR="009A7E47" w:rsidRDefault="009A7E47" w:rsidP="008219D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1BF96E58" w14:textId="77777777" w:rsidR="009A7E47" w:rsidRDefault="009A7E47" w:rsidP="008219D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4B0AEA3A" w14:textId="77777777" w:rsidR="009A7E47" w:rsidRDefault="009A7E47" w:rsidP="008219D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7CC89F1D" w14:textId="77777777" w:rsidR="009A7E47" w:rsidRDefault="009A7E47" w:rsidP="008219D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378D18E4" w14:textId="77777777" w:rsidR="009A7E47" w:rsidRDefault="009A7E47" w:rsidP="008219D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3B00B852" w14:textId="77777777" w:rsidR="009A7E47" w:rsidRDefault="009A7E47" w:rsidP="008219D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25AC054C" w14:textId="77777777" w:rsidR="009A7E47" w:rsidRDefault="009A7E47" w:rsidP="008219D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5353F07A" w14:textId="77777777" w:rsidR="009A7E47" w:rsidRDefault="009A7E47" w:rsidP="008219D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563D572E" w14:textId="77777777" w:rsidR="009A7E47" w:rsidRDefault="009A7E47" w:rsidP="008219D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687B25F" id="_x0000_s1036" style="position:absolute;margin-left:-45.75pt;margin-top:419.25pt;width:262.2pt;height:283.5pt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arcsize="93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" o:allowincell="f" strokecolor="#385d8a" strokeweight="2pt">
                <v:textbox inset="0,0,0,0">
                  <w:txbxContent>
                    <w:p w14:paraId="20AF2F3D" w14:textId="77777777" w:rsidR="009A7E47" w:rsidRDefault="009A7E47" w:rsidP="008219D2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7BB4024F" w14:textId="77777777" w:rsidR="0011595C" w:rsidRDefault="0011595C" w:rsidP="008219D2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43C99805" w14:textId="77777777" w:rsidR="009A7E47" w:rsidRDefault="009A7E47" w:rsidP="008219D2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27D9D375" w14:textId="77777777" w:rsidR="009A7E47" w:rsidRDefault="009A7E47" w:rsidP="008219D2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6A91E899" w14:textId="77777777" w:rsidR="009A7E47" w:rsidRDefault="009A7E47" w:rsidP="008219D2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7A951F27" w14:textId="77777777" w:rsidR="009A7E47" w:rsidRDefault="009A7E47" w:rsidP="008219D2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45D918BF" w14:textId="77777777" w:rsidR="009A7E47" w:rsidRDefault="009A7E47" w:rsidP="008219D2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349741B6" w14:textId="77777777" w:rsidR="009A7E47" w:rsidRDefault="009A7E47" w:rsidP="008219D2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29C0B34B" w14:textId="77777777" w:rsidR="009A7E47" w:rsidRDefault="009A7E47" w:rsidP="008219D2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60AB055B" w14:textId="77777777" w:rsidR="009A7E47" w:rsidRDefault="009A7E47" w:rsidP="008219D2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1BF96E58" w14:textId="77777777" w:rsidR="009A7E47" w:rsidRDefault="009A7E47" w:rsidP="008219D2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4B0AEA3A" w14:textId="77777777" w:rsidR="009A7E47" w:rsidRDefault="009A7E47" w:rsidP="008219D2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7CC89F1D" w14:textId="77777777" w:rsidR="009A7E47" w:rsidRDefault="009A7E47" w:rsidP="008219D2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378D18E4" w14:textId="77777777" w:rsidR="009A7E47" w:rsidRDefault="009A7E47" w:rsidP="008219D2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3B00B852" w14:textId="77777777" w:rsidR="009A7E47" w:rsidRDefault="009A7E47" w:rsidP="008219D2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25AC054C" w14:textId="77777777" w:rsidR="009A7E47" w:rsidRDefault="009A7E47" w:rsidP="008219D2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5353F07A" w14:textId="77777777" w:rsidR="009A7E47" w:rsidRDefault="009A7E47" w:rsidP="008219D2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563D572E" w14:textId="77777777" w:rsidR="009A7E47" w:rsidRDefault="009A7E47" w:rsidP="008219D2">
                      <w:pPr>
                        <w:jc w:val="center"/>
                      </w:pPr>
                    </w:p>
                  </w:txbxContent>
                </v:textbox>
                <w10:wrap anchory="page"/>
              </v:roundrect>
            </w:pict>
          </mc:Fallback>
        </mc:AlternateContent>
      </w:r>
    </w:p>
    <w:p w14:paraId="4C70DCF4" w14:textId="2DD8B8F8" w:rsidR="008219D2" w:rsidRPr="00B05C7E" w:rsidRDefault="008219D2" w:rsidP="0011595C">
      <w:pPr>
        <w:framePr w:w="5011" w:h="4861" w:hRule="exact" w:wrap="around" w:vAnchor="page" w:hAnchor="page" w:x="586" w:y="9031"/>
        <w:shd w:val="clear" w:color="auto" w:fill="FFFFFF"/>
        <w:spacing w:after="0" w:line="240" w:lineRule="auto"/>
      </w:pPr>
      <w:r w:rsidRPr="00B05C7E">
        <w:rPr>
          <w:b/>
        </w:rPr>
        <w:t>Masse d’eau :</w:t>
      </w:r>
      <w:r>
        <w:rPr>
          <w:b/>
        </w:rPr>
        <w:t xml:space="preserve"> </w:t>
      </w:r>
      <w:r w:rsidR="007361CF">
        <w:rPr>
          <w:snapToGrid w:val="0"/>
          <w:sz w:val="20"/>
          <w:szCs w:val="24"/>
        </w:rPr>
        <w:fldChar w:fldCharType="begin">
          <w:ffData>
            <w:name w:val="LIBELLE_MASSE_EAU"/>
            <w:enabled/>
            <w:calcOnExit w:val="0"/>
            <w:textInput/>
          </w:ffData>
        </w:fldChar>
      </w:r>
      <w:bookmarkStart w:id="17" w:name="LIBELLE_MASSE_EAU"/>
      <w:r w:rsidR="007361CF">
        <w:rPr>
          <w:snapToGrid w:val="0"/>
          <w:sz w:val="20"/>
          <w:szCs w:val="24"/>
        </w:rPr>
        <w:instrText xml:space="preserve"> FORMTEXT </w:instrText>
      </w:r>
      <w:r w:rsidR="007361CF">
        <w:rPr>
          <w:snapToGrid w:val="0"/>
          <w:sz w:val="20"/>
          <w:szCs w:val="24"/>
        </w:rPr>
      </w:r>
      <w:r w:rsidR="007361CF">
        <w:rPr>
          <w:snapToGrid w:val="0"/>
          <w:sz w:val="20"/>
          <w:szCs w:val="24"/>
        </w:rPr>
        <w:fldChar w:fldCharType="separate"/>
      </w:r>
      <w:r w:rsidR="007361CF">
        <w:rPr>
          <w:noProof/>
          <w:snapToGrid w:val="0"/>
          <w:sz w:val="20"/>
          <w:szCs w:val="24"/>
        </w:rPr>
        <w:t> </w:t>
      </w:r>
      <w:r w:rsidR="007361CF">
        <w:rPr>
          <w:noProof/>
          <w:snapToGrid w:val="0"/>
          <w:sz w:val="20"/>
          <w:szCs w:val="24"/>
        </w:rPr>
        <w:t> </w:t>
      </w:r>
      <w:r w:rsidR="007361CF">
        <w:rPr>
          <w:noProof/>
          <w:snapToGrid w:val="0"/>
          <w:sz w:val="20"/>
          <w:szCs w:val="24"/>
        </w:rPr>
        <w:t> </w:t>
      </w:r>
      <w:r w:rsidR="007361CF">
        <w:rPr>
          <w:noProof/>
          <w:snapToGrid w:val="0"/>
          <w:sz w:val="20"/>
          <w:szCs w:val="24"/>
        </w:rPr>
        <w:t> </w:t>
      </w:r>
      <w:r w:rsidR="007361CF">
        <w:rPr>
          <w:noProof/>
          <w:snapToGrid w:val="0"/>
          <w:sz w:val="20"/>
          <w:szCs w:val="24"/>
        </w:rPr>
        <w:t> </w:t>
      </w:r>
      <w:r w:rsidR="007361CF">
        <w:rPr>
          <w:snapToGrid w:val="0"/>
          <w:sz w:val="20"/>
          <w:szCs w:val="24"/>
        </w:rPr>
        <w:fldChar w:fldCharType="end"/>
      </w:r>
      <w:bookmarkEnd w:id="17"/>
    </w:p>
    <w:p w14:paraId="20D96864" w14:textId="3AB6800B" w:rsidR="008219D2" w:rsidRPr="00B05C7E" w:rsidRDefault="008219D2" w:rsidP="0011595C">
      <w:pPr>
        <w:framePr w:w="5011" w:h="4861" w:hRule="exact" w:wrap="around" w:vAnchor="page" w:hAnchor="page" w:x="586" w:y="9031"/>
        <w:shd w:val="clear" w:color="auto" w:fill="FFFFFF"/>
        <w:spacing w:after="0" w:line="240" w:lineRule="auto"/>
      </w:pPr>
      <w:r w:rsidRPr="00B05C7E">
        <w:rPr>
          <w:b/>
        </w:rPr>
        <w:t>Zone d’influence :</w:t>
      </w:r>
      <w:r>
        <w:rPr>
          <w:b/>
        </w:rPr>
        <w:t xml:space="preserve"> </w:t>
      </w:r>
      <w:r w:rsidR="007361CF">
        <w:rPr>
          <w:snapToGrid w:val="0"/>
          <w:sz w:val="18"/>
          <w:szCs w:val="24"/>
        </w:rPr>
        <w:fldChar w:fldCharType="begin">
          <w:ffData>
            <w:name w:val="AQUIFERE"/>
            <w:enabled/>
            <w:calcOnExit w:val="0"/>
            <w:textInput/>
          </w:ffData>
        </w:fldChar>
      </w:r>
      <w:bookmarkStart w:id="18" w:name="AQUIFERE"/>
      <w:r w:rsidR="007361CF">
        <w:rPr>
          <w:snapToGrid w:val="0"/>
          <w:sz w:val="18"/>
          <w:szCs w:val="24"/>
        </w:rPr>
        <w:instrText xml:space="preserve"> FORMTEXT </w:instrText>
      </w:r>
      <w:r w:rsidR="007361CF">
        <w:rPr>
          <w:snapToGrid w:val="0"/>
          <w:sz w:val="18"/>
          <w:szCs w:val="24"/>
        </w:rPr>
      </w:r>
      <w:r w:rsidR="007361CF">
        <w:rPr>
          <w:snapToGrid w:val="0"/>
          <w:sz w:val="18"/>
          <w:szCs w:val="24"/>
        </w:rPr>
        <w:fldChar w:fldCharType="separate"/>
      </w:r>
      <w:r w:rsidR="007361CF">
        <w:rPr>
          <w:noProof/>
          <w:snapToGrid w:val="0"/>
          <w:sz w:val="18"/>
          <w:szCs w:val="24"/>
        </w:rPr>
        <w:t> </w:t>
      </w:r>
      <w:r w:rsidR="007361CF">
        <w:rPr>
          <w:noProof/>
          <w:snapToGrid w:val="0"/>
          <w:sz w:val="18"/>
          <w:szCs w:val="24"/>
        </w:rPr>
        <w:t> </w:t>
      </w:r>
      <w:r w:rsidR="007361CF">
        <w:rPr>
          <w:noProof/>
          <w:snapToGrid w:val="0"/>
          <w:sz w:val="18"/>
          <w:szCs w:val="24"/>
        </w:rPr>
        <w:t> </w:t>
      </w:r>
      <w:r w:rsidR="007361CF">
        <w:rPr>
          <w:noProof/>
          <w:snapToGrid w:val="0"/>
          <w:sz w:val="18"/>
          <w:szCs w:val="24"/>
        </w:rPr>
        <w:t> </w:t>
      </w:r>
      <w:r w:rsidR="007361CF">
        <w:rPr>
          <w:noProof/>
          <w:snapToGrid w:val="0"/>
          <w:sz w:val="18"/>
          <w:szCs w:val="24"/>
        </w:rPr>
        <w:t> </w:t>
      </w:r>
      <w:r w:rsidR="007361CF">
        <w:rPr>
          <w:snapToGrid w:val="0"/>
          <w:sz w:val="18"/>
          <w:szCs w:val="24"/>
        </w:rPr>
        <w:fldChar w:fldCharType="end"/>
      </w:r>
      <w:bookmarkEnd w:id="18"/>
      <w:r w:rsidRPr="00526584">
        <w:rPr>
          <w:snapToGrid w:val="0"/>
          <w:color w:val="0000FF"/>
          <w:sz w:val="24"/>
          <w:szCs w:val="24"/>
        </w:rPr>
        <w:t xml:space="preserve"> </w:t>
      </w:r>
    </w:p>
    <w:p w14:paraId="4F867F72" w14:textId="72688543" w:rsidR="008219D2" w:rsidRPr="005A6FF3" w:rsidRDefault="008219D2" w:rsidP="0011595C">
      <w:pPr>
        <w:framePr w:w="5011" w:h="4861" w:hRule="exact" w:wrap="around" w:vAnchor="page" w:hAnchor="page" w:x="586" w:y="9031"/>
        <w:shd w:val="clear" w:color="auto" w:fill="FFFFFF"/>
        <w:spacing w:after="0" w:line="240" w:lineRule="auto"/>
        <w:rPr>
          <w:snapToGrid w:val="0"/>
          <w:sz w:val="24"/>
          <w:szCs w:val="24"/>
        </w:rPr>
      </w:pPr>
      <w:r w:rsidRPr="00B05C7E">
        <w:rPr>
          <w:b/>
        </w:rPr>
        <w:t>BD LISA :</w:t>
      </w:r>
      <w:r>
        <w:rPr>
          <w:b/>
        </w:rPr>
        <w:t xml:space="preserve"> </w:t>
      </w:r>
      <w:r w:rsidR="007361CF">
        <w:rPr>
          <w:snapToGrid w:val="0"/>
          <w:sz w:val="18"/>
          <w:szCs w:val="24"/>
        </w:rPr>
        <w:fldChar w:fldCharType="begin">
          <w:ffData>
            <w:name w:val="LITHOLOGIE"/>
            <w:enabled/>
            <w:calcOnExit w:val="0"/>
            <w:textInput/>
          </w:ffData>
        </w:fldChar>
      </w:r>
      <w:bookmarkStart w:id="19" w:name="LITHOLOGIE"/>
      <w:r w:rsidR="007361CF">
        <w:rPr>
          <w:snapToGrid w:val="0"/>
          <w:sz w:val="18"/>
          <w:szCs w:val="24"/>
        </w:rPr>
        <w:instrText xml:space="preserve"> FORMTEXT </w:instrText>
      </w:r>
      <w:r w:rsidR="007361CF">
        <w:rPr>
          <w:snapToGrid w:val="0"/>
          <w:sz w:val="18"/>
          <w:szCs w:val="24"/>
        </w:rPr>
      </w:r>
      <w:r w:rsidR="007361CF">
        <w:rPr>
          <w:snapToGrid w:val="0"/>
          <w:sz w:val="18"/>
          <w:szCs w:val="24"/>
        </w:rPr>
        <w:fldChar w:fldCharType="separate"/>
      </w:r>
      <w:r w:rsidR="007361CF">
        <w:rPr>
          <w:noProof/>
          <w:snapToGrid w:val="0"/>
          <w:sz w:val="18"/>
          <w:szCs w:val="24"/>
        </w:rPr>
        <w:t> </w:t>
      </w:r>
      <w:r w:rsidR="007361CF">
        <w:rPr>
          <w:noProof/>
          <w:snapToGrid w:val="0"/>
          <w:sz w:val="18"/>
          <w:szCs w:val="24"/>
        </w:rPr>
        <w:t> </w:t>
      </w:r>
      <w:r w:rsidR="007361CF">
        <w:rPr>
          <w:noProof/>
          <w:snapToGrid w:val="0"/>
          <w:sz w:val="18"/>
          <w:szCs w:val="24"/>
        </w:rPr>
        <w:t> </w:t>
      </w:r>
      <w:r w:rsidR="007361CF">
        <w:rPr>
          <w:noProof/>
          <w:snapToGrid w:val="0"/>
          <w:sz w:val="18"/>
          <w:szCs w:val="24"/>
        </w:rPr>
        <w:t> </w:t>
      </w:r>
      <w:r w:rsidR="007361CF">
        <w:rPr>
          <w:noProof/>
          <w:snapToGrid w:val="0"/>
          <w:sz w:val="18"/>
          <w:szCs w:val="24"/>
        </w:rPr>
        <w:t> </w:t>
      </w:r>
      <w:r w:rsidR="007361CF">
        <w:rPr>
          <w:snapToGrid w:val="0"/>
          <w:sz w:val="18"/>
          <w:szCs w:val="24"/>
        </w:rPr>
        <w:fldChar w:fldCharType="end"/>
      </w:r>
      <w:bookmarkEnd w:id="19"/>
    </w:p>
    <w:p w14:paraId="75D41E50" w14:textId="77777777" w:rsidR="008219D2" w:rsidRPr="005A6FF3" w:rsidRDefault="008219D2" w:rsidP="0011595C">
      <w:pPr>
        <w:framePr w:w="5011" w:h="4861" w:hRule="exact" w:wrap="around" w:vAnchor="page" w:hAnchor="page" w:x="586" w:y="9031"/>
        <w:shd w:val="clear" w:color="auto" w:fill="FFFFFF"/>
        <w:spacing w:after="0" w:line="240" w:lineRule="auto"/>
        <w:rPr>
          <w:snapToGrid w:val="0"/>
          <w:sz w:val="24"/>
          <w:szCs w:val="24"/>
        </w:rPr>
      </w:pPr>
    </w:p>
    <w:p w14:paraId="659BE476" w14:textId="77777777" w:rsidR="008219D2" w:rsidRPr="005A6FF3" w:rsidRDefault="008219D2" w:rsidP="0011595C">
      <w:pPr>
        <w:framePr w:w="5011" w:h="4861" w:hRule="exact" w:wrap="around" w:vAnchor="page" w:hAnchor="page" w:x="586" w:y="9031"/>
        <w:shd w:val="clear" w:color="auto" w:fill="FFFFFF"/>
        <w:spacing w:after="0" w:line="240" w:lineRule="auto"/>
        <w:rPr>
          <w:b/>
        </w:rPr>
      </w:pPr>
      <w:r w:rsidRPr="005A6FF3">
        <w:rPr>
          <w:b/>
        </w:rPr>
        <w:t>Réseau(x) :</w:t>
      </w:r>
    </w:p>
    <w:p w14:paraId="28987762" w14:textId="2F831808" w:rsidR="008219D2" w:rsidRPr="006E26FC" w:rsidRDefault="007361CF" w:rsidP="0011595C">
      <w:pPr>
        <w:framePr w:w="5011" w:h="4861" w:hRule="exact" w:wrap="around" w:vAnchor="page" w:hAnchor="page" w:x="586" w:y="9031"/>
        <w:shd w:val="clear" w:color="auto" w:fill="FFFFFF"/>
        <w:spacing w:after="0" w:line="240" w:lineRule="auto"/>
        <w:rPr>
          <w:sz w:val="18"/>
        </w:rPr>
      </w:pPr>
      <w:r>
        <w:rPr>
          <w:snapToGrid w:val="0"/>
          <w:sz w:val="18"/>
          <w:szCs w:val="24"/>
        </w:rPr>
        <w:fldChar w:fldCharType="begin">
          <w:ffData>
            <w:name w:val="LISTE_RESEAUX"/>
            <w:enabled/>
            <w:calcOnExit w:val="0"/>
            <w:textInput/>
          </w:ffData>
        </w:fldChar>
      </w:r>
      <w:bookmarkStart w:id="20" w:name="LISTE_RESEAUX"/>
      <w:r>
        <w:rPr>
          <w:snapToGrid w:val="0"/>
          <w:sz w:val="18"/>
          <w:szCs w:val="24"/>
        </w:rPr>
        <w:instrText xml:space="preserve"> FORMTEXT </w:instrText>
      </w:r>
      <w:r>
        <w:rPr>
          <w:snapToGrid w:val="0"/>
          <w:sz w:val="18"/>
          <w:szCs w:val="24"/>
        </w:rPr>
      </w:r>
      <w:r>
        <w:rPr>
          <w:snapToGrid w:val="0"/>
          <w:sz w:val="18"/>
          <w:szCs w:val="24"/>
        </w:rPr>
        <w:fldChar w:fldCharType="separate"/>
      </w:r>
      <w:r>
        <w:rPr>
          <w:noProof/>
          <w:snapToGrid w:val="0"/>
          <w:sz w:val="18"/>
          <w:szCs w:val="24"/>
        </w:rPr>
        <w:t> </w:t>
      </w:r>
      <w:r>
        <w:rPr>
          <w:noProof/>
          <w:snapToGrid w:val="0"/>
          <w:sz w:val="18"/>
          <w:szCs w:val="24"/>
        </w:rPr>
        <w:t> </w:t>
      </w:r>
      <w:r>
        <w:rPr>
          <w:noProof/>
          <w:snapToGrid w:val="0"/>
          <w:sz w:val="18"/>
          <w:szCs w:val="24"/>
        </w:rPr>
        <w:t> </w:t>
      </w:r>
      <w:r>
        <w:rPr>
          <w:noProof/>
          <w:snapToGrid w:val="0"/>
          <w:sz w:val="18"/>
          <w:szCs w:val="24"/>
        </w:rPr>
        <w:t> </w:t>
      </w:r>
      <w:r>
        <w:rPr>
          <w:noProof/>
          <w:snapToGrid w:val="0"/>
          <w:sz w:val="18"/>
          <w:szCs w:val="24"/>
        </w:rPr>
        <w:t> </w:t>
      </w:r>
      <w:r>
        <w:rPr>
          <w:snapToGrid w:val="0"/>
          <w:sz w:val="18"/>
          <w:szCs w:val="24"/>
        </w:rPr>
        <w:fldChar w:fldCharType="end"/>
      </w:r>
      <w:bookmarkEnd w:id="20"/>
    </w:p>
    <w:p w14:paraId="7C28AF62" w14:textId="77777777" w:rsidR="008219D2" w:rsidRPr="003C5B76" w:rsidRDefault="008219D2" w:rsidP="0011595C">
      <w:pPr>
        <w:framePr w:w="5011" w:h="4861" w:hRule="exact" w:wrap="around" w:vAnchor="page" w:hAnchor="page" w:x="586" w:y="9031"/>
        <w:shd w:val="clear" w:color="auto" w:fill="FFFFFF"/>
        <w:spacing w:after="0" w:line="240" w:lineRule="auto"/>
        <w:rPr>
          <w:b/>
        </w:rPr>
      </w:pPr>
      <w:r w:rsidRPr="003C5B76">
        <w:rPr>
          <w:b/>
        </w:rPr>
        <w:t>Campagne(s) :</w:t>
      </w:r>
    </w:p>
    <w:p w14:paraId="3FDD3910" w14:textId="162DDF9E" w:rsidR="008219D2" w:rsidRPr="006E26FC" w:rsidRDefault="007361CF" w:rsidP="0011595C">
      <w:pPr>
        <w:framePr w:w="5011" w:h="4861" w:hRule="exact" w:wrap="around" w:vAnchor="page" w:hAnchor="page" w:x="586" w:y="9031"/>
        <w:shd w:val="clear" w:color="auto" w:fill="FFFFFF"/>
        <w:spacing w:after="0" w:line="240" w:lineRule="auto"/>
        <w:rPr>
          <w:sz w:val="18"/>
        </w:rPr>
      </w:pPr>
      <w:r>
        <w:rPr>
          <w:snapToGrid w:val="0"/>
          <w:sz w:val="18"/>
          <w:szCs w:val="24"/>
        </w:rPr>
        <w:fldChar w:fldCharType="begin">
          <w:ffData>
            <w:name w:val="HISTO_RESEAUX"/>
            <w:enabled/>
            <w:calcOnExit w:val="0"/>
            <w:textInput/>
          </w:ffData>
        </w:fldChar>
      </w:r>
      <w:bookmarkStart w:id="21" w:name="HISTO_RESEAUX"/>
      <w:r>
        <w:rPr>
          <w:snapToGrid w:val="0"/>
          <w:sz w:val="18"/>
          <w:szCs w:val="24"/>
        </w:rPr>
        <w:instrText xml:space="preserve"> FORMTEXT </w:instrText>
      </w:r>
      <w:r>
        <w:rPr>
          <w:snapToGrid w:val="0"/>
          <w:sz w:val="18"/>
          <w:szCs w:val="24"/>
        </w:rPr>
      </w:r>
      <w:r>
        <w:rPr>
          <w:snapToGrid w:val="0"/>
          <w:sz w:val="18"/>
          <w:szCs w:val="24"/>
        </w:rPr>
        <w:fldChar w:fldCharType="separate"/>
      </w:r>
      <w:r>
        <w:rPr>
          <w:noProof/>
          <w:snapToGrid w:val="0"/>
          <w:sz w:val="18"/>
          <w:szCs w:val="24"/>
        </w:rPr>
        <w:t> </w:t>
      </w:r>
      <w:r>
        <w:rPr>
          <w:noProof/>
          <w:snapToGrid w:val="0"/>
          <w:sz w:val="18"/>
          <w:szCs w:val="24"/>
        </w:rPr>
        <w:t> </w:t>
      </w:r>
      <w:r>
        <w:rPr>
          <w:noProof/>
          <w:snapToGrid w:val="0"/>
          <w:sz w:val="18"/>
          <w:szCs w:val="24"/>
        </w:rPr>
        <w:t> </w:t>
      </w:r>
      <w:r>
        <w:rPr>
          <w:noProof/>
          <w:snapToGrid w:val="0"/>
          <w:sz w:val="18"/>
          <w:szCs w:val="24"/>
        </w:rPr>
        <w:t> </w:t>
      </w:r>
      <w:r>
        <w:rPr>
          <w:noProof/>
          <w:snapToGrid w:val="0"/>
          <w:sz w:val="18"/>
          <w:szCs w:val="24"/>
        </w:rPr>
        <w:t> </w:t>
      </w:r>
      <w:r>
        <w:rPr>
          <w:snapToGrid w:val="0"/>
          <w:sz w:val="18"/>
          <w:szCs w:val="24"/>
        </w:rPr>
        <w:fldChar w:fldCharType="end"/>
      </w:r>
      <w:bookmarkEnd w:id="21"/>
    </w:p>
    <w:p w14:paraId="24E2FB66" w14:textId="77777777" w:rsidR="008219D2" w:rsidRPr="003C5B76" w:rsidRDefault="008219D2" w:rsidP="0011595C">
      <w:pPr>
        <w:framePr w:w="5011" w:h="4861" w:hRule="exact" w:wrap="around" w:vAnchor="page" w:hAnchor="page" w:x="586" w:y="9031"/>
        <w:shd w:val="clear" w:color="auto" w:fill="FFFFFF"/>
        <w:spacing w:after="0" w:line="240" w:lineRule="auto"/>
        <w:rPr>
          <w:b/>
        </w:rPr>
      </w:pPr>
    </w:p>
    <w:p w14:paraId="32D330B4" w14:textId="77777777" w:rsidR="008219D2" w:rsidRDefault="008219D2" w:rsidP="0011595C">
      <w:pPr>
        <w:framePr w:w="5011" w:h="4861" w:hRule="exact" w:wrap="around" w:vAnchor="page" w:hAnchor="page" w:x="586" w:y="9031"/>
        <w:shd w:val="clear" w:color="auto" w:fill="FFFFFF"/>
        <w:spacing w:after="0" w:line="240" w:lineRule="auto"/>
        <w:rPr>
          <w:b/>
        </w:rPr>
      </w:pPr>
      <w:r w:rsidRPr="003C5B76">
        <w:rPr>
          <w:b/>
        </w:rPr>
        <w:t>Piézométrie – Lacunes :</w:t>
      </w:r>
    </w:p>
    <w:p w14:paraId="6B002927" w14:textId="5326CE83" w:rsidR="008219D2" w:rsidRDefault="007361CF" w:rsidP="0011595C">
      <w:pPr>
        <w:framePr w:w="5011" w:h="4861" w:hRule="exact" w:wrap="around" w:vAnchor="page" w:hAnchor="page" w:x="586" w:y="9031"/>
        <w:shd w:val="clear" w:color="auto" w:fill="FFFFFF"/>
        <w:spacing w:after="0" w:line="240" w:lineRule="auto"/>
        <w:rPr>
          <w:b/>
        </w:rPr>
      </w:pPr>
      <w:r>
        <w:rPr>
          <w:snapToGrid w:val="0"/>
          <w:sz w:val="18"/>
          <w:szCs w:val="24"/>
        </w:rPr>
        <w:fldChar w:fldCharType="begin">
          <w:ffData>
            <w:name w:val="COMMENTAIRE_PIEZO"/>
            <w:enabled/>
            <w:calcOnExit w:val="0"/>
            <w:textInput/>
          </w:ffData>
        </w:fldChar>
      </w:r>
      <w:bookmarkStart w:id="22" w:name="COMMENTAIRE_PIEZO"/>
      <w:r>
        <w:rPr>
          <w:snapToGrid w:val="0"/>
          <w:sz w:val="18"/>
          <w:szCs w:val="24"/>
        </w:rPr>
        <w:instrText xml:space="preserve"> FORMTEXT </w:instrText>
      </w:r>
      <w:r>
        <w:rPr>
          <w:snapToGrid w:val="0"/>
          <w:sz w:val="18"/>
          <w:szCs w:val="24"/>
        </w:rPr>
      </w:r>
      <w:r>
        <w:rPr>
          <w:snapToGrid w:val="0"/>
          <w:sz w:val="18"/>
          <w:szCs w:val="24"/>
        </w:rPr>
        <w:fldChar w:fldCharType="separate"/>
      </w:r>
      <w:r>
        <w:rPr>
          <w:noProof/>
          <w:snapToGrid w:val="0"/>
          <w:sz w:val="18"/>
          <w:szCs w:val="24"/>
        </w:rPr>
        <w:t> </w:t>
      </w:r>
      <w:r>
        <w:rPr>
          <w:noProof/>
          <w:snapToGrid w:val="0"/>
          <w:sz w:val="18"/>
          <w:szCs w:val="24"/>
        </w:rPr>
        <w:t> </w:t>
      </w:r>
      <w:r>
        <w:rPr>
          <w:noProof/>
          <w:snapToGrid w:val="0"/>
          <w:sz w:val="18"/>
          <w:szCs w:val="24"/>
        </w:rPr>
        <w:t> </w:t>
      </w:r>
      <w:r>
        <w:rPr>
          <w:noProof/>
          <w:snapToGrid w:val="0"/>
          <w:sz w:val="18"/>
          <w:szCs w:val="24"/>
        </w:rPr>
        <w:t> </w:t>
      </w:r>
      <w:r>
        <w:rPr>
          <w:noProof/>
          <w:snapToGrid w:val="0"/>
          <w:sz w:val="18"/>
          <w:szCs w:val="24"/>
        </w:rPr>
        <w:t> </w:t>
      </w:r>
      <w:r>
        <w:rPr>
          <w:snapToGrid w:val="0"/>
          <w:sz w:val="18"/>
          <w:szCs w:val="24"/>
        </w:rPr>
        <w:fldChar w:fldCharType="end"/>
      </w:r>
      <w:bookmarkEnd w:id="22"/>
    </w:p>
    <w:p w14:paraId="0037AD1D" w14:textId="6B42B9A1" w:rsidR="00FD51D3" w:rsidRPr="00502343" w:rsidRDefault="00FD51D3" w:rsidP="00FD51D3">
      <w:pPr>
        <w:framePr w:w="5131" w:h="4431" w:hRule="exact" w:wrap="notBeside" w:vAnchor="page" w:hAnchor="page" w:x="6121" w:y="8941"/>
        <w:shd w:val="clear" w:color="auto" w:fill="FFFFFF"/>
        <w:tabs>
          <w:tab w:val="left" w:pos="2410"/>
        </w:tabs>
        <w:spacing w:after="0" w:line="240" w:lineRule="auto"/>
        <w:rPr>
          <w:b/>
          <w:sz w:val="20"/>
          <w:szCs w:val="20"/>
        </w:rPr>
      </w:pPr>
      <w:r w:rsidRPr="00CE19B0">
        <w:rPr>
          <w:b/>
        </w:rPr>
        <w:t>Nature du point </w:t>
      </w:r>
      <w:r w:rsidRPr="00502343">
        <w:rPr>
          <w:b/>
          <w:sz w:val="20"/>
          <w:szCs w:val="20"/>
        </w:rPr>
        <w:t xml:space="preserve">: </w:t>
      </w:r>
      <w:r w:rsidR="007361CF">
        <w:rPr>
          <w:snapToGrid w:val="0"/>
          <w:sz w:val="20"/>
          <w:szCs w:val="20"/>
        </w:rPr>
        <w:fldChar w:fldCharType="begin">
          <w:ffData>
            <w:name w:val="NATURE_OUVRAGE"/>
            <w:enabled/>
            <w:calcOnExit w:val="0"/>
            <w:textInput/>
          </w:ffData>
        </w:fldChar>
      </w:r>
      <w:bookmarkStart w:id="23" w:name="NATURE_OUVRAGE"/>
      <w:r w:rsidR="007361CF">
        <w:rPr>
          <w:snapToGrid w:val="0"/>
          <w:sz w:val="20"/>
          <w:szCs w:val="20"/>
        </w:rPr>
        <w:instrText xml:space="preserve"> FORMTEXT </w:instrText>
      </w:r>
      <w:r w:rsidR="007361CF">
        <w:rPr>
          <w:snapToGrid w:val="0"/>
          <w:sz w:val="20"/>
          <w:szCs w:val="20"/>
        </w:rPr>
      </w:r>
      <w:r w:rsidR="007361CF">
        <w:rPr>
          <w:snapToGrid w:val="0"/>
          <w:sz w:val="20"/>
          <w:szCs w:val="20"/>
        </w:rPr>
        <w:fldChar w:fldCharType="separate"/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snapToGrid w:val="0"/>
          <w:sz w:val="20"/>
          <w:szCs w:val="20"/>
        </w:rPr>
        <w:fldChar w:fldCharType="end"/>
      </w:r>
      <w:bookmarkEnd w:id="23"/>
    </w:p>
    <w:p w14:paraId="72F8F365" w14:textId="03F566F7" w:rsidR="00FD51D3" w:rsidRPr="00502343" w:rsidRDefault="00FD51D3" w:rsidP="00FD51D3">
      <w:pPr>
        <w:framePr w:w="5131" w:h="4431" w:hRule="exact" w:wrap="notBeside" w:vAnchor="page" w:hAnchor="page" w:x="6121" w:y="8941"/>
        <w:shd w:val="clear" w:color="auto" w:fill="FFFFFF"/>
        <w:tabs>
          <w:tab w:val="left" w:pos="2410"/>
        </w:tabs>
        <w:spacing w:after="0" w:line="240" w:lineRule="auto"/>
        <w:rPr>
          <w:b/>
          <w:sz w:val="20"/>
          <w:szCs w:val="20"/>
        </w:rPr>
      </w:pPr>
      <w:r w:rsidRPr="00CE19B0">
        <w:rPr>
          <w:b/>
        </w:rPr>
        <w:t>Profondeur :</w:t>
      </w:r>
      <w:r>
        <w:rPr>
          <w:b/>
        </w:rPr>
        <w:t xml:space="preserve"> </w:t>
      </w:r>
      <w:r w:rsidR="007361CF">
        <w:rPr>
          <w:snapToGrid w:val="0"/>
          <w:sz w:val="20"/>
          <w:szCs w:val="20"/>
        </w:rPr>
        <w:fldChar w:fldCharType="begin">
          <w:ffData>
            <w:name w:val="PROFONDEUR"/>
            <w:enabled/>
            <w:calcOnExit w:val="0"/>
            <w:textInput/>
          </w:ffData>
        </w:fldChar>
      </w:r>
      <w:bookmarkStart w:id="24" w:name="PROFONDEUR"/>
      <w:r w:rsidR="007361CF">
        <w:rPr>
          <w:snapToGrid w:val="0"/>
          <w:sz w:val="20"/>
          <w:szCs w:val="20"/>
        </w:rPr>
        <w:instrText xml:space="preserve"> FORMTEXT </w:instrText>
      </w:r>
      <w:r w:rsidR="007361CF">
        <w:rPr>
          <w:snapToGrid w:val="0"/>
          <w:sz w:val="20"/>
          <w:szCs w:val="20"/>
        </w:rPr>
      </w:r>
      <w:r w:rsidR="007361CF">
        <w:rPr>
          <w:snapToGrid w:val="0"/>
          <w:sz w:val="20"/>
          <w:szCs w:val="20"/>
        </w:rPr>
        <w:fldChar w:fldCharType="separate"/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snapToGrid w:val="0"/>
          <w:sz w:val="20"/>
          <w:szCs w:val="20"/>
        </w:rPr>
        <w:fldChar w:fldCharType="end"/>
      </w:r>
      <w:bookmarkEnd w:id="24"/>
      <w:r w:rsidRPr="00502343">
        <w:rPr>
          <w:snapToGrid w:val="0"/>
          <w:sz w:val="20"/>
          <w:szCs w:val="20"/>
        </w:rPr>
        <w:t xml:space="preserve"> (m)</w:t>
      </w:r>
    </w:p>
    <w:p w14:paraId="539E5CEF" w14:textId="51CE8877" w:rsidR="00FD51D3" w:rsidRPr="00CE19B0" w:rsidRDefault="00FD51D3" w:rsidP="00FD51D3">
      <w:pPr>
        <w:framePr w:w="5131" w:h="4431" w:hRule="exact" w:wrap="notBeside" w:vAnchor="page" w:hAnchor="page" w:x="6121" w:y="8941"/>
        <w:shd w:val="clear" w:color="auto" w:fill="FFFFFF"/>
        <w:tabs>
          <w:tab w:val="left" w:pos="2410"/>
        </w:tabs>
        <w:spacing w:after="0" w:line="240" w:lineRule="auto"/>
        <w:rPr>
          <w:b/>
        </w:rPr>
      </w:pPr>
      <w:r w:rsidRPr="00CE19B0">
        <w:rPr>
          <w:b/>
        </w:rPr>
        <w:t>Diamètre du puits :</w:t>
      </w:r>
      <w:r>
        <w:rPr>
          <w:b/>
        </w:rPr>
        <w:t xml:space="preserve"> </w:t>
      </w:r>
      <w:r w:rsidR="007361CF">
        <w:rPr>
          <w:snapToGrid w:val="0"/>
          <w:sz w:val="20"/>
          <w:szCs w:val="20"/>
        </w:rPr>
        <w:fldChar w:fldCharType="begin">
          <w:ffData>
            <w:name w:val="DIAM_INTERNE"/>
            <w:enabled/>
            <w:calcOnExit w:val="0"/>
            <w:textInput/>
          </w:ffData>
        </w:fldChar>
      </w:r>
      <w:bookmarkStart w:id="25" w:name="DIAM_INTERNE"/>
      <w:r w:rsidR="007361CF">
        <w:rPr>
          <w:snapToGrid w:val="0"/>
          <w:sz w:val="20"/>
          <w:szCs w:val="20"/>
        </w:rPr>
        <w:instrText xml:space="preserve"> FORMTEXT </w:instrText>
      </w:r>
      <w:r w:rsidR="007361CF">
        <w:rPr>
          <w:snapToGrid w:val="0"/>
          <w:sz w:val="20"/>
          <w:szCs w:val="20"/>
        </w:rPr>
      </w:r>
      <w:r w:rsidR="007361CF">
        <w:rPr>
          <w:snapToGrid w:val="0"/>
          <w:sz w:val="20"/>
          <w:szCs w:val="20"/>
        </w:rPr>
        <w:fldChar w:fldCharType="separate"/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snapToGrid w:val="0"/>
          <w:sz w:val="20"/>
          <w:szCs w:val="20"/>
        </w:rPr>
        <w:fldChar w:fldCharType="end"/>
      </w:r>
      <w:bookmarkEnd w:id="25"/>
      <w:r w:rsidR="00102EF1">
        <w:rPr>
          <w:snapToGrid w:val="0"/>
          <w:sz w:val="20"/>
          <w:szCs w:val="20"/>
        </w:rPr>
        <w:t xml:space="preserve"> (mm)</w:t>
      </w:r>
    </w:p>
    <w:p w14:paraId="7D600C9F" w14:textId="36490318" w:rsidR="00FD51D3" w:rsidRPr="00CE19B0" w:rsidRDefault="00FD51D3" w:rsidP="00FD51D3">
      <w:pPr>
        <w:framePr w:w="5131" w:h="4431" w:hRule="exact" w:wrap="notBeside" w:vAnchor="page" w:hAnchor="page" w:x="6121" w:y="8941"/>
        <w:shd w:val="clear" w:color="auto" w:fill="FFFFFF"/>
        <w:tabs>
          <w:tab w:val="left" w:pos="2410"/>
        </w:tabs>
        <w:spacing w:after="0" w:line="240" w:lineRule="auto"/>
        <w:rPr>
          <w:b/>
        </w:rPr>
      </w:pPr>
      <w:r w:rsidRPr="00CE19B0">
        <w:rPr>
          <w:b/>
        </w:rPr>
        <w:t xml:space="preserve">Haut crépine : </w:t>
      </w:r>
      <w:r w:rsidR="007361CF">
        <w:rPr>
          <w:snapToGrid w:val="0"/>
          <w:sz w:val="24"/>
          <w:szCs w:val="24"/>
        </w:rPr>
        <w:fldChar w:fldCharType="begin">
          <w:ffData>
            <w:name w:val="PROF_DEBUT"/>
            <w:enabled/>
            <w:calcOnExit w:val="0"/>
            <w:textInput/>
          </w:ffData>
        </w:fldChar>
      </w:r>
      <w:bookmarkStart w:id="26" w:name="PROF_DEBUT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26"/>
      <w:r>
        <w:rPr>
          <w:b/>
        </w:rPr>
        <w:t xml:space="preserve"> </w:t>
      </w:r>
      <w:r>
        <w:rPr>
          <w:b/>
        </w:rPr>
        <w:tab/>
      </w:r>
      <w:r w:rsidRPr="00CE19B0">
        <w:rPr>
          <w:b/>
        </w:rPr>
        <w:t>Bas crépine :</w:t>
      </w:r>
      <w:r>
        <w:rPr>
          <w:b/>
        </w:rPr>
        <w:t xml:space="preserve"> </w:t>
      </w:r>
      <w:r w:rsidR="007361CF">
        <w:rPr>
          <w:snapToGrid w:val="0"/>
          <w:sz w:val="24"/>
          <w:szCs w:val="24"/>
        </w:rPr>
        <w:fldChar w:fldCharType="begin">
          <w:ffData>
            <w:name w:val="PROF_FIN"/>
            <w:enabled/>
            <w:calcOnExit w:val="0"/>
            <w:textInput/>
          </w:ffData>
        </w:fldChar>
      </w:r>
      <w:bookmarkStart w:id="27" w:name="PROF_FIN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27"/>
    </w:p>
    <w:p w14:paraId="68D11AC2" w14:textId="77777777" w:rsidR="00FD51D3" w:rsidRPr="00CE19B0" w:rsidRDefault="00FD51D3" w:rsidP="00FD51D3">
      <w:pPr>
        <w:framePr w:w="5131" w:h="4431" w:hRule="exact" w:wrap="notBeside" w:vAnchor="page" w:hAnchor="page" w:x="6121" w:y="8941"/>
        <w:shd w:val="clear" w:color="auto" w:fill="FFFFFF"/>
        <w:spacing w:after="0" w:line="240" w:lineRule="auto"/>
        <w:rPr>
          <w:b/>
        </w:rPr>
      </w:pPr>
    </w:p>
    <w:p w14:paraId="38FC6D01" w14:textId="70BA7196" w:rsidR="00FD51D3" w:rsidRPr="00CE19B0" w:rsidRDefault="00FD51D3" w:rsidP="00FD51D3">
      <w:pPr>
        <w:framePr w:w="5131" w:h="4431" w:hRule="exact" w:wrap="notBeside" w:vAnchor="page" w:hAnchor="page" w:x="6121" w:y="8941"/>
        <w:shd w:val="clear" w:color="auto" w:fill="FFFFFF"/>
        <w:tabs>
          <w:tab w:val="left" w:pos="2410"/>
        </w:tabs>
        <w:spacing w:after="0" w:line="240" w:lineRule="auto"/>
        <w:rPr>
          <w:b/>
        </w:rPr>
      </w:pPr>
      <w:r w:rsidRPr="00CE19B0">
        <w:rPr>
          <w:b/>
        </w:rPr>
        <w:t>Matériau d’équipement</w:t>
      </w:r>
      <w:r>
        <w:rPr>
          <w:b/>
        </w:rPr>
        <w:t> </w:t>
      </w:r>
      <w:r w:rsidRPr="00502343">
        <w:rPr>
          <w:b/>
          <w:sz w:val="20"/>
          <w:szCs w:val="20"/>
        </w:rPr>
        <w:t xml:space="preserve">: </w:t>
      </w:r>
      <w:r w:rsidR="007361CF">
        <w:rPr>
          <w:snapToGrid w:val="0"/>
          <w:sz w:val="20"/>
          <w:szCs w:val="20"/>
        </w:rPr>
        <w:fldChar w:fldCharType="begin">
          <w:ffData>
            <w:name w:val="COM_MESURE"/>
            <w:enabled/>
            <w:calcOnExit w:val="0"/>
            <w:textInput/>
          </w:ffData>
        </w:fldChar>
      </w:r>
      <w:bookmarkStart w:id="28" w:name="COM_MESURE"/>
      <w:r w:rsidR="007361CF">
        <w:rPr>
          <w:snapToGrid w:val="0"/>
          <w:sz w:val="20"/>
          <w:szCs w:val="20"/>
        </w:rPr>
        <w:instrText xml:space="preserve"> FORMTEXT </w:instrText>
      </w:r>
      <w:r w:rsidR="007361CF">
        <w:rPr>
          <w:snapToGrid w:val="0"/>
          <w:sz w:val="20"/>
          <w:szCs w:val="20"/>
        </w:rPr>
      </w:r>
      <w:r w:rsidR="007361CF">
        <w:rPr>
          <w:snapToGrid w:val="0"/>
          <w:sz w:val="20"/>
          <w:szCs w:val="20"/>
        </w:rPr>
        <w:fldChar w:fldCharType="separate"/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snapToGrid w:val="0"/>
          <w:sz w:val="20"/>
          <w:szCs w:val="20"/>
        </w:rPr>
        <w:fldChar w:fldCharType="end"/>
      </w:r>
      <w:bookmarkEnd w:id="28"/>
    </w:p>
    <w:p w14:paraId="46EE81C0" w14:textId="3AE0FF9E" w:rsidR="00FD51D3" w:rsidRPr="00CE19B0" w:rsidRDefault="00FD51D3" w:rsidP="00FD51D3">
      <w:pPr>
        <w:framePr w:w="5131" w:h="4431" w:hRule="exact" w:wrap="notBeside" w:vAnchor="page" w:hAnchor="page" w:x="6121" w:y="8941"/>
        <w:shd w:val="clear" w:color="auto" w:fill="FFFFFF"/>
        <w:tabs>
          <w:tab w:val="left" w:pos="2410"/>
        </w:tabs>
        <w:spacing w:after="0" w:line="240" w:lineRule="auto"/>
        <w:rPr>
          <w:b/>
        </w:rPr>
      </w:pPr>
      <w:r w:rsidRPr="00CE19B0">
        <w:rPr>
          <w:b/>
        </w:rPr>
        <w:t>Aménagement :</w:t>
      </w:r>
      <w:r>
        <w:rPr>
          <w:b/>
        </w:rPr>
        <w:t xml:space="preserve"> </w:t>
      </w:r>
      <w:r w:rsidR="007361CF">
        <w:rPr>
          <w:snapToGrid w:val="0"/>
          <w:sz w:val="24"/>
          <w:szCs w:val="24"/>
        </w:rPr>
        <w:fldChar w:fldCharType="begin">
          <w:ffData>
            <w:name w:val="AMENAGEMENT"/>
            <w:enabled/>
            <w:calcOnExit w:val="0"/>
            <w:textInput/>
          </w:ffData>
        </w:fldChar>
      </w:r>
      <w:bookmarkStart w:id="29" w:name="AMENAGEMENT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29"/>
    </w:p>
    <w:p w14:paraId="46F47A0B" w14:textId="04F3C6A4" w:rsidR="00FD51D3" w:rsidRPr="00CE19B0" w:rsidRDefault="00FD51D3" w:rsidP="00FD51D3">
      <w:pPr>
        <w:framePr w:w="5131" w:h="4431" w:hRule="exact" w:wrap="notBeside" w:vAnchor="page" w:hAnchor="page" w:x="6121" w:y="8941"/>
        <w:shd w:val="clear" w:color="auto" w:fill="FFFFFF"/>
        <w:tabs>
          <w:tab w:val="left" w:pos="2410"/>
        </w:tabs>
        <w:spacing w:after="0" w:line="240" w:lineRule="auto"/>
        <w:rPr>
          <w:b/>
        </w:rPr>
      </w:pPr>
      <w:r w:rsidRPr="00CE19B0">
        <w:rPr>
          <w:b/>
        </w:rPr>
        <w:t>Fermeture :</w:t>
      </w:r>
      <w:r>
        <w:rPr>
          <w:b/>
        </w:rPr>
        <w:t xml:space="preserve"> </w:t>
      </w:r>
      <w:r w:rsidR="007361CF">
        <w:rPr>
          <w:snapToGrid w:val="0"/>
          <w:sz w:val="20"/>
          <w:szCs w:val="20"/>
        </w:rPr>
        <w:fldChar w:fldCharType="begin">
          <w:ffData>
            <w:name w:val="CLE_ACCES"/>
            <w:enabled/>
            <w:calcOnExit w:val="0"/>
            <w:textInput/>
          </w:ffData>
        </w:fldChar>
      </w:r>
      <w:bookmarkStart w:id="30" w:name="CLE_ACCES"/>
      <w:r w:rsidR="007361CF">
        <w:rPr>
          <w:snapToGrid w:val="0"/>
          <w:sz w:val="20"/>
          <w:szCs w:val="20"/>
        </w:rPr>
        <w:instrText xml:space="preserve"> FORMTEXT </w:instrText>
      </w:r>
      <w:r w:rsidR="007361CF">
        <w:rPr>
          <w:snapToGrid w:val="0"/>
          <w:sz w:val="20"/>
          <w:szCs w:val="20"/>
        </w:rPr>
      </w:r>
      <w:r w:rsidR="007361CF">
        <w:rPr>
          <w:snapToGrid w:val="0"/>
          <w:sz w:val="20"/>
          <w:szCs w:val="20"/>
        </w:rPr>
        <w:fldChar w:fldCharType="separate"/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snapToGrid w:val="0"/>
          <w:sz w:val="20"/>
          <w:szCs w:val="20"/>
        </w:rPr>
        <w:fldChar w:fldCharType="end"/>
      </w:r>
      <w:bookmarkEnd w:id="30"/>
    </w:p>
    <w:p w14:paraId="2BFAC2ED" w14:textId="6AD40853" w:rsidR="00FD51D3" w:rsidRPr="00CE19B0" w:rsidRDefault="00FD51D3" w:rsidP="00FD51D3">
      <w:pPr>
        <w:framePr w:w="5131" w:h="4431" w:hRule="exact" w:wrap="notBeside" w:vAnchor="page" w:hAnchor="page" w:x="6121" w:y="8941"/>
        <w:shd w:val="clear" w:color="auto" w:fill="FFFFFF"/>
        <w:tabs>
          <w:tab w:val="left" w:pos="2410"/>
        </w:tabs>
        <w:spacing w:after="0" w:line="240" w:lineRule="auto"/>
        <w:rPr>
          <w:b/>
        </w:rPr>
      </w:pPr>
      <w:r w:rsidRPr="00CE19B0">
        <w:rPr>
          <w:b/>
        </w:rPr>
        <w:t>Conditions d’accès :</w:t>
      </w:r>
      <w:r>
        <w:rPr>
          <w:b/>
        </w:rPr>
        <w:t xml:space="preserve"> </w:t>
      </w:r>
      <w:r w:rsidR="007361CF">
        <w:rPr>
          <w:snapToGrid w:val="0"/>
          <w:sz w:val="20"/>
          <w:szCs w:val="20"/>
        </w:rPr>
        <w:fldChar w:fldCharType="begin">
          <w:ffData>
            <w:name w:val="COND_ACCES"/>
            <w:enabled/>
            <w:calcOnExit w:val="0"/>
            <w:textInput/>
          </w:ffData>
        </w:fldChar>
      </w:r>
      <w:bookmarkStart w:id="31" w:name="COND_ACCES"/>
      <w:r w:rsidR="007361CF">
        <w:rPr>
          <w:snapToGrid w:val="0"/>
          <w:sz w:val="20"/>
          <w:szCs w:val="20"/>
        </w:rPr>
        <w:instrText xml:space="preserve"> FORMTEXT </w:instrText>
      </w:r>
      <w:r w:rsidR="007361CF">
        <w:rPr>
          <w:snapToGrid w:val="0"/>
          <w:sz w:val="20"/>
          <w:szCs w:val="20"/>
        </w:rPr>
      </w:r>
      <w:r w:rsidR="007361CF">
        <w:rPr>
          <w:snapToGrid w:val="0"/>
          <w:sz w:val="20"/>
          <w:szCs w:val="20"/>
        </w:rPr>
        <w:fldChar w:fldCharType="separate"/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snapToGrid w:val="0"/>
          <w:sz w:val="20"/>
          <w:szCs w:val="20"/>
        </w:rPr>
        <w:fldChar w:fldCharType="end"/>
      </w:r>
      <w:bookmarkEnd w:id="31"/>
    </w:p>
    <w:p w14:paraId="4E14CA26" w14:textId="77777777" w:rsidR="00FD51D3" w:rsidRPr="00CE19B0" w:rsidRDefault="00FD51D3" w:rsidP="00FD51D3">
      <w:pPr>
        <w:framePr w:w="5131" w:h="4431" w:hRule="exact" w:wrap="notBeside" w:vAnchor="page" w:hAnchor="page" w:x="6121" w:y="8941"/>
        <w:shd w:val="clear" w:color="auto" w:fill="FFFFFF"/>
        <w:spacing w:after="0" w:line="240" w:lineRule="auto"/>
        <w:rPr>
          <w:b/>
        </w:rPr>
      </w:pPr>
    </w:p>
    <w:p w14:paraId="0E9BFBA9" w14:textId="2074B616" w:rsidR="00FD51D3" w:rsidRPr="00CE19B0" w:rsidRDefault="00FD51D3" w:rsidP="00FD51D3">
      <w:pPr>
        <w:framePr w:w="5131" w:h="4431" w:hRule="exact" w:wrap="notBeside" w:vAnchor="page" w:hAnchor="page" w:x="6121" w:y="8941"/>
        <w:shd w:val="clear" w:color="auto" w:fill="FFFFFF"/>
        <w:spacing w:after="0" w:line="240" w:lineRule="auto"/>
        <w:rPr>
          <w:b/>
        </w:rPr>
      </w:pPr>
      <w:r w:rsidRPr="00CE19B0">
        <w:rPr>
          <w:b/>
        </w:rPr>
        <w:t>Etat :</w:t>
      </w:r>
      <w:r>
        <w:rPr>
          <w:b/>
        </w:rPr>
        <w:t xml:space="preserve"> </w:t>
      </w:r>
      <w:r w:rsidR="007361CF">
        <w:rPr>
          <w:snapToGrid w:val="0"/>
          <w:sz w:val="20"/>
          <w:szCs w:val="24"/>
        </w:rPr>
        <w:fldChar w:fldCharType="begin">
          <w:ffData>
            <w:name w:val="ETAT"/>
            <w:enabled/>
            <w:calcOnExit w:val="0"/>
            <w:textInput/>
          </w:ffData>
        </w:fldChar>
      </w:r>
      <w:bookmarkStart w:id="32" w:name="ETAT"/>
      <w:r w:rsidR="007361CF">
        <w:rPr>
          <w:snapToGrid w:val="0"/>
          <w:sz w:val="20"/>
          <w:szCs w:val="24"/>
        </w:rPr>
        <w:instrText xml:space="preserve"> FORMTEXT </w:instrText>
      </w:r>
      <w:r w:rsidR="007361CF">
        <w:rPr>
          <w:snapToGrid w:val="0"/>
          <w:sz w:val="20"/>
          <w:szCs w:val="24"/>
        </w:rPr>
      </w:r>
      <w:r w:rsidR="007361CF">
        <w:rPr>
          <w:snapToGrid w:val="0"/>
          <w:sz w:val="20"/>
          <w:szCs w:val="24"/>
        </w:rPr>
        <w:fldChar w:fldCharType="separate"/>
      </w:r>
      <w:r w:rsidR="007361CF">
        <w:rPr>
          <w:noProof/>
          <w:snapToGrid w:val="0"/>
          <w:sz w:val="20"/>
          <w:szCs w:val="24"/>
        </w:rPr>
        <w:t> </w:t>
      </w:r>
      <w:r w:rsidR="007361CF">
        <w:rPr>
          <w:noProof/>
          <w:snapToGrid w:val="0"/>
          <w:sz w:val="20"/>
          <w:szCs w:val="24"/>
        </w:rPr>
        <w:t> </w:t>
      </w:r>
      <w:r w:rsidR="007361CF">
        <w:rPr>
          <w:noProof/>
          <w:snapToGrid w:val="0"/>
          <w:sz w:val="20"/>
          <w:szCs w:val="24"/>
        </w:rPr>
        <w:t> </w:t>
      </w:r>
      <w:r w:rsidR="007361CF">
        <w:rPr>
          <w:noProof/>
          <w:snapToGrid w:val="0"/>
          <w:sz w:val="20"/>
          <w:szCs w:val="24"/>
        </w:rPr>
        <w:t> </w:t>
      </w:r>
      <w:r w:rsidR="007361CF">
        <w:rPr>
          <w:noProof/>
          <w:snapToGrid w:val="0"/>
          <w:sz w:val="20"/>
          <w:szCs w:val="24"/>
        </w:rPr>
        <w:t> </w:t>
      </w:r>
      <w:r w:rsidR="007361CF">
        <w:rPr>
          <w:snapToGrid w:val="0"/>
          <w:sz w:val="20"/>
          <w:szCs w:val="24"/>
        </w:rPr>
        <w:fldChar w:fldCharType="end"/>
      </w:r>
      <w:bookmarkEnd w:id="32"/>
    </w:p>
    <w:p w14:paraId="11122C6F" w14:textId="4C822A24" w:rsidR="00FD51D3" w:rsidRDefault="00FD51D3" w:rsidP="00FD51D3">
      <w:pPr>
        <w:framePr w:w="5131" w:h="4431" w:hRule="exact" w:wrap="notBeside" w:vAnchor="page" w:hAnchor="page" w:x="6121" w:y="8941"/>
        <w:shd w:val="clear" w:color="auto" w:fill="FFFFFF"/>
        <w:spacing w:after="0" w:line="240" w:lineRule="auto"/>
      </w:pPr>
      <w:r w:rsidRPr="00CE19B0">
        <w:rPr>
          <w:b/>
        </w:rPr>
        <w:t>Usage :</w:t>
      </w:r>
      <w:r>
        <w:rPr>
          <w:b/>
        </w:rPr>
        <w:t xml:space="preserve"> </w:t>
      </w:r>
      <w:r w:rsidR="007361CF">
        <w:rPr>
          <w:snapToGrid w:val="0"/>
          <w:sz w:val="20"/>
          <w:szCs w:val="24"/>
        </w:rPr>
        <w:fldChar w:fldCharType="begin">
          <w:ffData>
            <w:name w:val="LIB_USAGE"/>
            <w:enabled/>
            <w:calcOnExit w:val="0"/>
            <w:textInput/>
          </w:ffData>
        </w:fldChar>
      </w:r>
      <w:bookmarkStart w:id="33" w:name="LIB_USAGE"/>
      <w:r w:rsidR="007361CF">
        <w:rPr>
          <w:snapToGrid w:val="0"/>
          <w:sz w:val="20"/>
          <w:szCs w:val="24"/>
        </w:rPr>
        <w:instrText xml:space="preserve"> FORMTEXT </w:instrText>
      </w:r>
      <w:r w:rsidR="007361CF">
        <w:rPr>
          <w:snapToGrid w:val="0"/>
          <w:sz w:val="20"/>
          <w:szCs w:val="24"/>
        </w:rPr>
      </w:r>
      <w:r w:rsidR="007361CF">
        <w:rPr>
          <w:snapToGrid w:val="0"/>
          <w:sz w:val="20"/>
          <w:szCs w:val="24"/>
        </w:rPr>
        <w:fldChar w:fldCharType="separate"/>
      </w:r>
      <w:r w:rsidR="007361CF">
        <w:rPr>
          <w:noProof/>
          <w:snapToGrid w:val="0"/>
          <w:sz w:val="20"/>
          <w:szCs w:val="24"/>
        </w:rPr>
        <w:t> </w:t>
      </w:r>
      <w:r w:rsidR="007361CF">
        <w:rPr>
          <w:noProof/>
          <w:snapToGrid w:val="0"/>
          <w:sz w:val="20"/>
          <w:szCs w:val="24"/>
        </w:rPr>
        <w:t> </w:t>
      </w:r>
      <w:r w:rsidR="007361CF">
        <w:rPr>
          <w:noProof/>
          <w:snapToGrid w:val="0"/>
          <w:sz w:val="20"/>
          <w:szCs w:val="24"/>
        </w:rPr>
        <w:t> </w:t>
      </w:r>
      <w:r w:rsidR="007361CF">
        <w:rPr>
          <w:noProof/>
          <w:snapToGrid w:val="0"/>
          <w:sz w:val="20"/>
          <w:szCs w:val="24"/>
        </w:rPr>
        <w:t> </w:t>
      </w:r>
      <w:r w:rsidR="007361CF">
        <w:rPr>
          <w:noProof/>
          <w:snapToGrid w:val="0"/>
          <w:sz w:val="20"/>
          <w:szCs w:val="24"/>
        </w:rPr>
        <w:t> </w:t>
      </w:r>
      <w:r w:rsidR="007361CF">
        <w:rPr>
          <w:snapToGrid w:val="0"/>
          <w:sz w:val="20"/>
          <w:szCs w:val="24"/>
        </w:rPr>
        <w:fldChar w:fldCharType="end"/>
      </w:r>
      <w:bookmarkEnd w:id="33"/>
    </w:p>
    <w:p w14:paraId="013F4DFC" w14:textId="77777777" w:rsidR="009077E6" w:rsidRPr="00385384" w:rsidRDefault="00BD56AB" w:rsidP="00385384">
      <w:pPr>
        <w:sectPr w:rsidR="009077E6" w:rsidRPr="00385384" w:rsidSect="00AE0816">
          <w:footerReference w:type="default" r:id="rId8"/>
          <w:pgSz w:w="11906" w:h="16838"/>
          <w:pgMar w:top="0" w:right="566" w:bottom="993" w:left="1417" w:header="708" w:footer="206" w:gutter="0"/>
          <w:cols w:space="708"/>
          <w:docGrid w:linePitch="360"/>
        </w:sect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 wp14:anchorId="686334C2" wp14:editId="40EBEBE4">
                <wp:simplePos x="0" y="0"/>
                <wp:positionH relativeFrom="column">
                  <wp:posOffset>-581025</wp:posOffset>
                </wp:positionH>
                <wp:positionV relativeFrom="page">
                  <wp:posOffset>9048750</wp:posOffset>
                </wp:positionV>
                <wp:extent cx="6864350" cy="944245"/>
                <wp:effectExtent l="13970" t="19050" r="17780" b="17780"/>
                <wp:wrapNone/>
                <wp:docPr id="21" name="Rectangle à coins arrondi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64350" cy="944245"/>
                        </a:xfrm>
                        <a:prstGeom prst="roundRect">
                          <a:avLst>
                            <a:gd name="adj" fmla="val 3093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385D8A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7A70ABD" w14:textId="77777777" w:rsidR="009A7E47" w:rsidRDefault="009A7E47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6E53DBFC" w14:textId="77777777" w:rsidR="009A7E47" w:rsidRDefault="009A7E47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222B3EE5" w14:textId="77777777" w:rsidR="009A7E47" w:rsidRDefault="009A7E47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7018A3D7" w14:textId="77777777" w:rsidR="009A7E47" w:rsidRDefault="009A7E47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7C526856" w14:textId="77777777" w:rsidR="009A7E47" w:rsidRDefault="009A7E47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079A78D" w14:textId="77777777" w:rsidR="009A7E47" w:rsidRDefault="009A7E47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561D8CE2" w14:textId="77777777" w:rsidR="009A7E47" w:rsidRDefault="009A7E47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46B2B0F0" w14:textId="77777777" w:rsidR="009A7E47" w:rsidRDefault="009A7E47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503ACFA3" w14:textId="77777777" w:rsidR="009A7E47" w:rsidRDefault="009A7E47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7B3C81FE" w14:textId="77777777" w:rsidR="009A7E47" w:rsidRDefault="009A7E47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5B53EF0C" w14:textId="77777777" w:rsidR="009A7E47" w:rsidRDefault="009A7E47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3E069047" w14:textId="77777777" w:rsidR="009A7E47" w:rsidRDefault="009A7E47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1CD9C35F" w14:textId="77777777" w:rsidR="009A7E47" w:rsidRDefault="009A7E47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6928C33D" w14:textId="77777777" w:rsidR="009A7E47" w:rsidRDefault="009A7E47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5BD6F00C" w14:textId="77777777" w:rsidR="009A7E47" w:rsidRDefault="009A7E47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5FC3E3FC" w14:textId="77777777" w:rsidR="009A7E47" w:rsidRDefault="009A7E47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790E1C66" w14:textId="77777777" w:rsidR="009A7E47" w:rsidRDefault="009A7E47" w:rsidP="00D904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2D647DCD" w14:textId="77777777" w:rsidR="009A7E47" w:rsidRDefault="009A7E47" w:rsidP="00D904F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6334C2" id="_x0000_s1037" style="position:absolute;margin-left:-45.75pt;margin-top:712.5pt;width:540.5pt;height:74.35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arcsize="202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" o:allowincell="f" strokecolor="#385d8a" strokeweight="2pt">
                <v:textbox inset="0,0,0,0">
                  <w:txbxContent>
                    <w:p w14:paraId="47A70ABD" w14:textId="77777777" w:rsidR="009A7E47" w:rsidRDefault="009A7E47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6E53DBFC" w14:textId="77777777" w:rsidR="009A7E47" w:rsidRDefault="009A7E47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222B3EE5" w14:textId="77777777" w:rsidR="009A7E47" w:rsidRDefault="009A7E47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7018A3D7" w14:textId="77777777" w:rsidR="009A7E47" w:rsidRDefault="009A7E47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7C526856" w14:textId="77777777" w:rsidR="009A7E47" w:rsidRDefault="009A7E47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079A78D" w14:textId="77777777" w:rsidR="009A7E47" w:rsidRDefault="009A7E47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561D8CE2" w14:textId="77777777" w:rsidR="009A7E47" w:rsidRDefault="009A7E47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46B2B0F0" w14:textId="77777777" w:rsidR="009A7E47" w:rsidRDefault="009A7E47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503ACFA3" w14:textId="77777777" w:rsidR="009A7E47" w:rsidRDefault="009A7E47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7B3C81FE" w14:textId="77777777" w:rsidR="009A7E47" w:rsidRDefault="009A7E47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5B53EF0C" w14:textId="77777777" w:rsidR="009A7E47" w:rsidRDefault="009A7E47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3E069047" w14:textId="77777777" w:rsidR="009A7E47" w:rsidRDefault="009A7E47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1CD9C35F" w14:textId="77777777" w:rsidR="009A7E47" w:rsidRDefault="009A7E47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6928C33D" w14:textId="77777777" w:rsidR="009A7E47" w:rsidRDefault="009A7E47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5BD6F00C" w14:textId="77777777" w:rsidR="009A7E47" w:rsidRDefault="009A7E47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5FC3E3FC" w14:textId="77777777" w:rsidR="009A7E47" w:rsidRDefault="009A7E47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790E1C66" w14:textId="77777777" w:rsidR="009A7E47" w:rsidRDefault="009A7E47" w:rsidP="00D904FF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2D647DCD" w14:textId="77777777" w:rsidR="009A7E47" w:rsidRDefault="009A7E47" w:rsidP="00D904FF">
                      <w:pPr>
                        <w:jc w:val="center"/>
                      </w:pPr>
                    </w:p>
                  </w:txbxContent>
                </v:textbox>
                <w10:wrap anchory="page"/>
              </v:roundrect>
            </w:pict>
          </mc:Fallback>
        </mc:AlternateContent>
      </w:r>
    </w:p>
    <w:p w14:paraId="749F5DBD" w14:textId="0DD37BC3" w:rsidR="005F5891" w:rsidRDefault="005F5891" w:rsidP="001E4BA0">
      <w:pPr>
        <w:framePr w:w="4681" w:h="436" w:hRule="exact" w:wrap="notBeside" w:vAnchor="page" w:hAnchor="page" w:x="7247" w:y="790"/>
        <w:spacing w:after="120" w:line="240" w:lineRule="auto"/>
        <w:ind w:left="709"/>
      </w:pPr>
      <w:r w:rsidRPr="005F5891">
        <w:rPr>
          <w:b/>
        </w:rPr>
        <w:lastRenderedPageBreak/>
        <w:t>N° National :</w:t>
      </w:r>
      <w:r>
        <w:t> </w:t>
      </w:r>
      <w:r w:rsidR="007361CF">
        <w:rPr>
          <w:snapToGrid w:val="0"/>
          <w:sz w:val="24"/>
          <w:szCs w:val="24"/>
        </w:rPr>
        <w:fldChar w:fldCharType="begin">
          <w:ffData>
            <w:name w:val="CODE_BSS2"/>
            <w:enabled/>
            <w:calcOnExit w:val="0"/>
            <w:textInput/>
          </w:ffData>
        </w:fldChar>
      </w:r>
      <w:bookmarkStart w:id="34" w:name="CODE_BSS2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34"/>
      <w:r>
        <w:t>/</w:t>
      </w:r>
      <w:r w:rsidRPr="005F5891">
        <w:rPr>
          <w:snapToGrid w:val="0"/>
          <w:color w:val="0000FF"/>
          <w:sz w:val="24"/>
          <w:szCs w:val="24"/>
        </w:rPr>
        <w:t xml:space="preserve"> </w:t>
      </w:r>
      <w:r w:rsidR="007361CF">
        <w:rPr>
          <w:snapToGrid w:val="0"/>
          <w:sz w:val="24"/>
          <w:szCs w:val="24"/>
        </w:rPr>
        <w:fldChar w:fldCharType="begin">
          <w:ffData>
            <w:name w:val="DESIGNATION2"/>
            <w:enabled/>
            <w:calcOnExit w:val="0"/>
            <w:textInput/>
          </w:ffData>
        </w:fldChar>
      </w:r>
      <w:bookmarkStart w:id="35" w:name="DESIGNATION2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35"/>
    </w:p>
    <w:p w14:paraId="20DC0769" w14:textId="77777777" w:rsidR="005F5891" w:rsidRDefault="005F5891" w:rsidP="001E4BA0">
      <w:pPr>
        <w:framePr w:w="4681" w:h="436" w:hRule="exact" w:wrap="notBeside" w:vAnchor="page" w:hAnchor="page" w:x="7247" w:y="790"/>
        <w:spacing w:after="0" w:line="240" w:lineRule="auto"/>
      </w:pPr>
    </w:p>
    <w:p w14:paraId="34150DCE" w14:textId="02F0BD9B" w:rsidR="007318B3" w:rsidRDefault="004F0468" w:rsidP="00B70C41">
      <w:pPr>
        <w:framePr w:w="4941" w:h="3931" w:hRule="exact" w:wrap="notBeside" w:vAnchor="page" w:hAnchor="page" w:x="6211" w:y="2111"/>
        <w:shd w:val="clear" w:color="auto" w:fill="FFFFFF"/>
        <w:tabs>
          <w:tab w:val="left" w:pos="1843"/>
        </w:tabs>
        <w:spacing w:after="0" w:line="240" w:lineRule="auto"/>
        <w:rPr>
          <w:b/>
        </w:rPr>
      </w:pPr>
      <w:r>
        <w:rPr>
          <w:b/>
        </w:rPr>
        <w:t>Date de début :</w:t>
      </w:r>
      <w:r w:rsidR="007318B3">
        <w:rPr>
          <w:b/>
        </w:rPr>
        <w:t xml:space="preserve"> </w:t>
      </w:r>
      <w:r w:rsidR="007361CF">
        <w:rPr>
          <w:snapToGrid w:val="0"/>
          <w:sz w:val="24"/>
          <w:szCs w:val="24"/>
        </w:rPr>
        <w:fldChar w:fldCharType="begin">
          <w:ffData>
            <w:name w:val="DEB_MESURE"/>
            <w:enabled/>
            <w:calcOnExit w:val="0"/>
            <w:textInput/>
          </w:ffData>
        </w:fldChar>
      </w:r>
      <w:bookmarkStart w:id="36" w:name="DEB_MESURE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36"/>
    </w:p>
    <w:p w14:paraId="26BF5654" w14:textId="501AE066" w:rsidR="007318B3" w:rsidRDefault="004F0468" w:rsidP="00B70C41">
      <w:pPr>
        <w:framePr w:w="4941" w:h="3931" w:hRule="exact" w:wrap="notBeside" w:vAnchor="page" w:hAnchor="page" w:x="6211" w:y="2111"/>
        <w:shd w:val="clear" w:color="auto" w:fill="FFFFFF"/>
        <w:tabs>
          <w:tab w:val="left" w:pos="1843"/>
        </w:tabs>
        <w:spacing w:after="0" w:line="240" w:lineRule="auto"/>
        <w:rPr>
          <w:b/>
        </w:rPr>
      </w:pPr>
      <w:r>
        <w:rPr>
          <w:b/>
        </w:rPr>
        <w:t>Date de fin :</w:t>
      </w:r>
      <w:r w:rsidR="007318B3">
        <w:rPr>
          <w:b/>
        </w:rPr>
        <w:t xml:space="preserve"> </w:t>
      </w:r>
      <w:r w:rsidR="007361CF">
        <w:rPr>
          <w:snapToGrid w:val="0"/>
          <w:sz w:val="24"/>
          <w:szCs w:val="24"/>
        </w:rPr>
        <w:fldChar w:fldCharType="begin">
          <w:ffData>
            <w:name w:val="FIN_MESURE"/>
            <w:enabled/>
            <w:calcOnExit w:val="0"/>
            <w:textInput/>
          </w:ffData>
        </w:fldChar>
      </w:r>
      <w:bookmarkStart w:id="37" w:name="FIN_MESURE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37"/>
    </w:p>
    <w:p w14:paraId="155F9ABA" w14:textId="77777777" w:rsidR="007318B3" w:rsidRDefault="007318B3" w:rsidP="00B70C41">
      <w:pPr>
        <w:framePr w:w="4941" w:h="3931" w:hRule="exact" w:wrap="notBeside" w:vAnchor="page" w:hAnchor="page" w:x="6211" w:y="2111"/>
        <w:shd w:val="clear" w:color="auto" w:fill="FFFFFF"/>
        <w:spacing w:after="0" w:line="240" w:lineRule="auto"/>
        <w:rPr>
          <w:b/>
        </w:rPr>
      </w:pPr>
    </w:p>
    <w:p w14:paraId="0FBF8C9E" w14:textId="25F9AB4A" w:rsidR="007318B3" w:rsidRPr="005A6FF3" w:rsidRDefault="007318B3" w:rsidP="00B70C41">
      <w:pPr>
        <w:framePr w:w="4941" w:h="3931" w:hRule="exact" w:wrap="notBeside" w:vAnchor="page" w:hAnchor="page" w:x="6211" w:y="2111"/>
        <w:shd w:val="clear" w:color="auto" w:fill="FFFFFF"/>
        <w:spacing w:after="0" w:line="240" w:lineRule="auto"/>
        <w:rPr>
          <w:snapToGrid w:val="0"/>
          <w:sz w:val="24"/>
          <w:szCs w:val="24"/>
        </w:rPr>
      </w:pPr>
      <w:r>
        <w:rPr>
          <w:b/>
        </w:rPr>
        <w:t xml:space="preserve">Type d’observation : </w:t>
      </w:r>
      <w:r w:rsidR="007361CF">
        <w:rPr>
          <w:snapToGrid w:val="0"/>
          <w:sz w:val="24"/>
          <w:szCs w:val="24"/>
        </w:rPr>
        <w:fldChar w:fldCharType="begin">
          <w:ffData>
            <w:name w:val="METHODE"/>
            <w:enabled/>
            <w:calcOnExit w:val="0"/>
            <w:textInput/>
          </w:ffData>
        </w:fldChar>
      </w:r>
      <w:bookmarkStart w:id="38" w:name="METHODE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38"/>
    </w:p>
    <w:p w14:paraId="428241F8" w14:textId="77777777" w:rsidR="007318B3" w:rsidRDefault="007318B3" w:rsidP="00B70C41">
      <w:pPr>
        <w:framePr w:w="4941" w:h="3931" w:hRule="exact" w:wrap="notBeside" w:vAnchor="page" w:hAnchor="page" w:x="6211" w:y="2111"/>
        <w:shd w:val="clear" w:color="auto" w:fill="FFFFFF"/>
        <w:spacing w:after="0" w:line="240" w:lineRule="auto"/>
        <w:rPr>
          <w:b/>
        </w:rPr>
      </w:pPr>
    </w:p>
    <w:p w14:paraId="1A29A641" w14:textId="77777777" w:rsidR="007318B3" w:rsidRPr="006B3EF8" w:rsidRDefault="007318B3" w:rsidP="00B70C41">
      <w:pPr>
        <w:framePr w:w="4941" w:h="3931" w:hRule="exact" w:wrap="notBeside" w:vAnchor="page" w:hAnchor="page" w:x="6211" w:y="2111"/>
        <w:shd w:val="clear" w:color="auto" w:fill="FFFFFF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6B3EF8">
        <w:rPr>
          <w:rFonts w:ascii="Arial" w:hAnsi="Arial" w:cs="Arial"/>
          <w:b/>
          <w:sz w:val="20"/>
          <w:szCs w:val="20"/>
        </w:rPr>
        <w:t>Equipement de l’ouvrage :</w:t>
      </w:r>
    </w:p>
    <w:p w14:paraId="4ADBD950" w14:textId="0BF82C87" w:rsidR="007318B3" w:rsidRDefault="004F0468" w:rsidP="00B70C41">
      <w:pPr>
        <w:framePr w:w="4941" w:h="3931" w:hRule="exact" w:wrap="notBeside" w:vAnchor="page" w:hAnchor="page" w:x="6211" w:y="2111"/>
        <w:shd w:val="clear" w:color="auto" w:fill="FFFFFF"/>
        <w:tabs>
          <w:tab w:val="left" w:pos="2268"/>
        </w:tabs>
        <w:spacing w:after="0" w:line="240" w:lineRule="auto"/>
        <w:rPr>
          <w:b/>
        </w:rPr>
      </w:pPr>
      <w:r>
        <w:rPr>
          <w:b/>
        </w:rPr>
        <w:t>Fréquence :</w:t>
      </w:r>
      <w:r w:rsidR="0018299E">
        <w:rPr>
          <w:b/>
        </w:rPr>
        <w:t xml:space="preserve"> </w:t>
      </w:r>
      <w:r w:rsidR="007361CF">
        <w:rPr>
          <w:snapToGrid w:val="0"/>
          <w:sz w:val="24"/>
          <w:szCs w:val="24"/>
        </w:rPr>
        <w:fldChar w:fldCharType="begin">
          <w:ffData>
            <w:name w:val="PERIODICITE"/>
            <w:enabled/>
            <w:calcOnExit w:val="0"/>
            <w:textInput/>
          </w:ffData>
        </w:fldChar>
      </w:r>
      <w:bookmarkStart w:id="39" w:name="PERIODICITE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39"/>
    </w:p>
    <w:p w14:paraId="6F2CB9C3" w14:textId="32EC28AC" w:rsidR="007318B3" w:rsidRDefault="004F0468" w:rsidP="00B70C41">
      <w:pPr>
        <w:framePr w:w="4941" w:h="3931" w:hRule="exact" w:wrap="notBeside" w:vAnchor="page" w:hAnchor="page" w:x="6211" w:y="2111"/>
        <w:shd w:val="clear" w:color="auto" w:fill="FFFFFF"/>
        <w:tabs>
          <w:tab w:val="left" w:pos="2268"/>
        </w:tabs>
        <w:spacing w:after="0" w:line="240" w:lineRule="auto"/>
        <w:rPr>
          <w:b/>
        </w:rPr>
      </w:pPr>
      <w:r>
        <w:rPr>
          <w:b/>
        </w:rPr>
        <w:t>Centrale :</w:t>
      </w:r>
      <w:r w:rsidR="0018299E">
        <w:rPr>
          <w:b/>
        </w:rPr>
        <w:t xml:space="preserve"> </w:t>
      </w:r>
      <w:r w:rsidR="007361CF">
        <w:rPr>
          <w:snapToGrid w:val="0"/>
          <w:sz w:val="24"/>
          <w:szCs w:val="24"/>
        </w:rPr>
        <w:fldChar w:fldCharType="begin">
          <w:ffData>
            <w:name w:val="CENTRALE_FOURN"/>
            <w:enabled/>
            <w:calcOnExit w:val="0"/>
            <w:textInput/>
          </w:ffData>
        </w:fldChar>
      </w:r>
      <w:bookmarkStart w:id="40" w:name="CENTRALE_FOURN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40"/>
      <w:r w:rsidR="007318B3">
        <w:rPr>
          <w:snapToGrid w:val="0"/>
          <w:color w:val="0000FF"/>
          <w:sz w:val="24"/>
          <w:szCs w:val="24"/>
        </w:rPr>
        <w:t xml:space="preserve"> </w:t>
      </w:r>
      <w:r w:rsidR="007361CF">
        <w:rPr>
          <w:snapToGrid w:val="0"/>
          <w:sz w:val="24"/>
          <w:szCs w:val="24"/>
        </w:rPr>
        <w:fldChar w:fldCharType="begin">
          <w:ffData>
            <w:name w:val="CENTRALE"/>
            <w:enabled/>
            <w:calcOnExit w:val="0"/>
            <w:textInput/>
          </w:ffData>
        </w:fldChar>
      </w:r>
      <w:bookmarkStart w:id="41" w:name="CENTRALE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41"/>
    </w:p>
    <w:p w14:paraId="21DF56AB" w14:textId="77095292" w:rsidR="007318B3" w:rsidRPr="005A6FF3" w:rsidRDefault="004F0468" w:rsidP="00B70C41">
      <w:pPr>
        <w:framePr w:w="4941" w:h="3931" w:hRule="exact" w:wrap="notBeside" w:vAnchor="page" w:hAnchor="page" w:x="6211" w:y="2111"/>
        <w:shd w:val="clear" w:color="auto" w:fill="FFFFFF"/>
        <w:tabs>
          <w:tab w:val="left" w:pos="2268"/>
        </w:tabs>
        <w:spacing w:after="0" w:line="240" w:lineRule="auto"/>
        <w:rPr>
          <w:snapToGrid w:val="0"/>
          <w:sz w:val="24"/>
          <w:szCs w:val="24"/>
        </w:rPr>
      </w:pPr>
      <w:r>
        <w:rPr>
          <w:b/>
        </w:rPr>
        <w:t>Modem :</w:t>
      </w:r>
      <w:r w:rsidR="0018299E">
        <w:rPr>
          <w:b/>
        </w:rPr>
        <w:t xml:space="preserve"> </w:t>
      </w:r>
      <w:r w:rsidR="007361CF">
        <w:rPr>
          <w:snapToGrid w:val="0"/>
          <w:sz w:val="24"/>
          <w:szCs w:val="24"/>
        </w:rPr>
        <w:fldChar w:fldCharType="begin">
          <w:ffData>
            <w:name w:val="CAPTEUR_FOURN"/>
            <w:enabled/>
            <w:calcOnExit w:val="0"/>
            <w:textInput/>
          </w:ffData>
        </w:fldChar>
      </w:r>
      <w:bookmarkStart w:id="42" w:name="CAPTEUR_FOURN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42"/>
      <w:r w:rsidR="007318B3">
        <w:rPr>
          <w:snapToGrid w:val="0"/>
          <w:color w:val="0000FF"/>
          <w:sz w:val="24"/>
          <w:szCs w:val="24"/>
        </w:rPr>
        <w:t xml:space="preserve"> </w:t>
      </w:r>
      <w:r w:rsidR="007361CF">
        <w:rPr>
          <w:snapToGrid w:val="0"/>
          <w:sz w:val="24"/>
          <w:szCs w:val="24"/>
        </w:rPr>
        <w:fldChar w:fldCharType="begin">
          <w:ffData>
            <w:name w:val="CAPTEUR"/>
            <w:enabled/>
            <w:calcOnExit w:val="0"/>
            <w:textInput/>
          </w:ffData>
        </w:fldChar>
      </w:r>
      <w:bookmarkStart w:id="43" w:name="CAPTEUR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43"/>
    </w:p>
    <w:p w14:paraId="100C9619" w14:textId="34F05827" w:rsidR="007318B3" w:rsidRDefault="007318B3" w:rsidP="00B70C41">
      <w:pPr>
        <w:framePr w:w="4941" w:h="3931" w:hRule="exact" w:wrap="notBeside" w:vAnchor="page" w:hAnchor="page" w:x="6211" w:y="2111"/>
        <w:shd w:val="clear" w:color="auto" w:fill="FFFFFF"/>
        <w:tabs>
          <w:tab w:val="left" w:pos="2268"/>
        </w:tabs>
        <w:spacing w:after="0" w:line="240" w:lineRule="auto"/>
        <w:rPr>
          <w:b/>
        </w:rPr>
      </w:pPr>
      <w:r>
        <w:rPr>
          <w:b/>
        </w:rPr>
        <w:t>Module température :</w:t>
      </w:r>
      <w:r w:rsidR="004F0468">
        <w:rPr>
          <w:b/>
        </w:rPr>
        <w:t xml:space="preserve"> </w:t>
      </w:r>
      <w:r w:rsidR="007361CF">
        <w:rPr>
          <w:snapToGrid w:val="0"/>
          <w:sz w:val="24"/>
          <w:szCs w:val="24"/>
        </w:rPr>
        <w:fldChar w:fldCharType="begin">
          <w:ffData>
            <w:name w:val="DATA_5"/>
            <w:enabled/>
            <w:calcOnExit w:val="0"/>
            <w:textInput/>
          </w:ffData>
        </w:fldChar>
      </w:r>
      <w:bookmarkStart w:id="44" w:name="DATA_5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44"/>
    </w:p>
    <w:p w14:paraId="4DE6E47E" w14:textId="77777777" w:rsidR="00D01856" w:rsidRDefault="00BD56AB">
      <w:r>
        <w:rPr>
          <w:noProof/>
          <w:lang w:eastAsia="fr-FR"/>
        </w:rPr>
        <w:drawing>
          <wp:anchor distT="0" distB="0" distL="114300" distR="114300" simplePos="0" relativeHeight="251674112" behindDoc="1" locked="0" layoutInCell="1" allowOverlap="1" wp14:anchorId="35C55582" wp14:editId="6E6E213C">
            <wp:simplePos x="0" y="0"/>
            <wp:positionH relativeFrom="page">
              <wp:posOffset>-19050</wp:posOffset>
            </wp:positionH>
            <wp:positionV relativeFrom="paragraph">
              <wp:posOffset>-899795</wp:posOffset>
            </wp:positionV>
            <wp:extent cx="7778750" cy="285750"/>
            <wp:effectExtent l="0" t="0" r="0" b="0"/>
            <wp:wrapNone/>
            <wp:docPr id="97" name="Image 97" descr="Aprona bandea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Aprona bandeau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8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11FDDFCE" wp14:editId="537F8F9E">
                <wp:simplePos x="0" y="0"/>
                <wp:positionH relativeFrom="column">
                  <wp:posOffset>2976880</wp:posOffset>
                </wp:positionH>
                <wp:positionV relativeFrom="page">
                  <wp:posOffset>1049020</wp:posOffset>
                </wp:positionV>
                <wp:extent cx="3274695" cy="248285"/>
                <wp:effectExtent l="0" t="1270" r="1905" b="7620"/>
                <wp:wrapNone/>
                <wp:docPr id="20" name="Organigramme : Alternativ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4695" cy="248285"/>
                        </a:xfrm>
                        <a:prstGeom prst="flowChartAlternateProcess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E25F1B" w14:textId="77777777" w:rsidR="007318B3" w:rsidRPr="00170148" w:rsidRDefault="00024BD6" w:rsidP="007318B3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EQUIPEMENT</w:t>
                            </w:r>
                          </w:p>
                          <w:p w14:paraId="586736E5" w14:textId="77777777" w:rsidR="007318B3" w:rsidRPr="00170148" w:rsidRDefault="007318B3" w:rsidP="007318B3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FDDFCE" id="_x0000_s1038" type="#_x0000_t176" style="position:absolute;margin-left:234.4pt;margin-top:82.6pt;width:257.85pt;height:19.5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" o:allowincell="f" fillcolor="#d9d9d9" stroked="f" strokeweight="2pt">
                <v:textbox inset="0,0,0,0">
                  <w:txbxContent>
                    <w:p w14:paraId="05E25F1B" w14:textId="77777777" w:rsidR="007318B3" w:rsidRPr="00170148" w:rsidRDefault="00024BD6" w:rsidP="007318B3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EQUIPEMENT</w:t>
                      </w:r>
                    </w:p>
                    <w:p w14:paraId="586736E5" w14:textId="77777777" w:rsidR="007318B3" w:rsidRPr="00170148" w:rsidRDefault="007318B3" w:rsidP="007318B3">
                      <w:pPr>
                        <w:spacing w:after="0"/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5FB57990" wp14:editId="500568FF">
                <wp:simplePos x="0" y="0"/>
                <wp:positionH relativeFrom="column">
                  <wp:posOffset>-561340</wp:posOffset>
                </wp:positionH>
                <wp:positionV relativeFrom="page">
                  <wp:posOffset>1055370</wp:posOffset>
                </wp:positionV>
                <wp:extent cx="3277235" cy="248285"/>
                <wp:effectExtent l="5080" t="7620" r="3810" b="1270"/>
                <wp:wrapNone/>
                <wp:docPr id="19" name="Organigramme : Alternativ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7235" cy="248285"/>
                        </a:xfrm>
                        <a:prstGeom prst="flowChartAlternateProcess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F1BA18" w14:textId="77777777" w:rsidR="007318B3" w:rsidRPr="00170148" w:rsidRDefault="00024BD6" w:rsidP="007318B3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COUPE</w:t>
                            </w:r>
                            <w:r w:rsidR="007318B3" w:rsidRPr="00170148">
                              <w:rPr>
                                <w:b/>
                              </w:rPr>
                              <w:t xml:space="preserve"> DE L’OUVRAGE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B57990" id="_x0000_s1039" type="#_x0000_t176" style="position:absolute;margin-left:-44.2pt;margin-top:83.1pt;width:258.05pt;height:19.5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" o:allowincell="f" fillcolor="#d9d9d9" stroked="f" strokeweight="2pt">
                <v:textbox inset="0,0,0,0">
                  <w:txbxContent>
                    <w:p w14:paraId="65F1BA18" w14:textId="77777777" w:rsidR="007318B3" w:rsidRPr="00170148" w:rsidRDefault="00024BD6" w:rsidP="007318B3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COUPE</w:t>
                      </w:r>
                      <w:r w:rsidR="007318B3" w:rsidRPr="00170148">
                        <w:rPr>
                          <w:b/>
                        </w:rPr>
                        <w:t xml:space="preserve"> DE L’OUVRAGE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 wp14:anchorId="7A99D6C0" wp14:editId="7AD074F7">
                <wp:simplePos x="0" y="0"/>
                <wp:positionH relativeFrom="column">
                  <wp:posOffset>-587375</wp:posOffset>
                </wp:positionH>
                <wp:positionV relativeFrom="page">
                  <wp:posOffset>1028700</wp:posOffset>
                </wp:positionV>
                <wp:extent cx="3329940" cy="2844800"/>
                <wp:effectExtent l="17145" t="19050" r="15240" b="22225"/>
                <wp:wrapNone/>
                <wp:docPr id="18" name="Rectangle à coins arrondi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9940" cy="2844800"/>
                        </a:xfrm>
                        <a:prstGeom prst="roundRect">
                          <a:avLst>
                            <a:gd name="adj" fmla="val 1431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385D8A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92D27BA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4459C218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4277DD0C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B67F665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2E643CC9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567CB86B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9BBD311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59CDFC3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6E40F23C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4C99E30E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46A86248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44CF47F6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5F08801B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6427808C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5A7B548C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486768F5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423260A3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21B21AB1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48B6CB19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279A4CE9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65853D6A" w14:textId="77777777" w:rsidR="007318B3" w:rsidRDefault="007318B3" w:rsidP="007318B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A99D6C0" id="_x0000_s1040" style="position:absolute;margin-left:-46.25pt;margin-top:81pt;width:262.2pt;height:224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arcsize="93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" o:allowincell="f" strokecolor="#385d8a" strokeweight="2pt">
                <v:textbox inset="0,0,0,0">
                  <w:txbxContent>
                    <w:p w14:paraId="292D27BA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4459C218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4277DD0C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B67F665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2E643CC9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567CB86B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9BBD311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59CDFC3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6E40F23C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4C99E30E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46A86248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44CF47F6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5F08801B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6427808C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5A7B548C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486768F5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423260A3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21B21AB1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48B6CB19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279A4CE9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65853D6A" w14:textId="77777777" w:rsidR="007318B3" w:rsidRDefault="007318B3" w:rsidP="007318B3">
                      <w:pPr>
                        <w:jc w:val="center"/>
                      </w:pPr>
                    </w:p>
                  </w:txbxContent>
                </v:textbox>
                <w10:wrap anchory="page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 wp14:anchorId="2A241341" wp14:editId="45037144">
                <wp:simplePos x="0" y="0"/>
                <wp:positionH relativeFrom="column">
                  <wp:posOffset>2947035</wp:posOffset>
                </wp:positionH>
                <wp:positionV relativeFrom="page">
                  <wp:posOffset>1022350</wp:posOffset>
                </wp:positionV>
                <wp:extent cx="3329940" cy="2844800"/>
                <wp:effectExtent l="17780" t="12700" r="14605" b="19050"/>
                <wp:wrapNone/>
                <wp:docPr id="17" name="Rectangle à coins arrondi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9940" cy="2844800"/>
                        </a:xfrm>
                        <a:prstGeom prst="roundRect">
                          <a:avLst>
                            <a:gd name="adj" fmla="val 1431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385D8A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3934567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53DA5F20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7B803F3D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2070797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62BAEC38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3804FB4F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3229E3CF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C155B70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2A6185FF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7A5E44DA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D844866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26DA256E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19DAC587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78D89A57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28A5F4B1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1A8F229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495EC9CA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54701B61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6BD74B1A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3D690FBE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28DCA10" w14:textId="77777777" w:rsidR="007318B3" w:rsidRDefault="007318B3" w:rsidP="007318B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A241341" id="_x0000_s1041" style="position:absolute;margin-left:232.05pt;margin-top:80.5pt;width:262.2pt;height:224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arcsize="93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" o:allowincell="f" strokecolor="#385d8a" strokeweight="2pt">
                <v:textbox inset="0,0,0,0">
                  <w:txbxContent>
                    <w:p w14:paraId="53934567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53DA5F20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7B803F3D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2070797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62BAEC38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3804FB4F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3229E3CF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C155B70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2A6185FF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7A5E44DA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D844866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26DA256E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19DAC587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78D89A57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28A5F4B1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1A8F229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495EC9CA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54701B61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6BD74B1A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3D690FBE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28DCA10" w14:textId="77777777" w:rsidR="007318B3" w:rsidRDefault="007318B3" w:rsidP="007318B3">
                      <w:pPr>
                        <w:jc w:val="center"/>
                      </w:pPr>
                    </w:p>
                  </w:txbxContent>
                </v:textbox>
                <w10:wrap anchory="page"/>
              </v:roundrect>
            </w:pict>
          </mc:Fallback>
        </mc:AlternateContent>
      </w:r>
    </w:p>
    <w:p w14:paraId="2DD8A472" w14:textId="29D2833A" w:rsidR="00AF203E" w:rsidRPr="005A6FF3" w:rsidRDefault="007361CF" w:rsidP="00B70C41">
      <w:pPr>
        <w:framePr w:w="5071" w:h="3951" w:hRule="exact" w:wrap="notBeside" w:vAnchor="page" w:hAnchor="page" w:x="571" w:y="2121"/>
        <w:shd w:val="clear" w:color="auto" w:fill="FFFFFF"/>
        <w:spacing w:after="0" w:line="240" w:lineRule="auto"/>
        <w:jc w:val="center"/>
        <w:rPr>
          <w:b/>
        </w:rPr>
      </w:pPr>
      <w:r>
        <w:rPr>
          <w:snapToGrid w:val="0"/>
          <w:sz w:val="24"/>
          <w:szCs w:val="24"/>
        </w:rPr>
        <w:fldChar w:fldCharType="begin">
          <w:ffData>
            <w:name w:val="PHOTO_REPERE"/>
            <w:enabled/>
            <w:calcOnExit w:val="0"/>
            <w:textInput/>
          </w:ffData>
        </w:fldChar>
      </w:r>
      <w:bookmarkStart w:id="45" w:name="PHOTO_REPERE"/>
      <w:r>
        <w:rPr>
          <w:snapToGrid w:val="0"/>
          <w:sz w:val="24"/>
          <w:szCs w:val="24"/>
        </w:rPr>
        <w:instrText xml:space="preserve"> FORMTEXT </w:instrText>
      </w:r>
      <w:r>
        <w:rPr>
          <w:snapToGrid w:val="0"/>
          <w:sz w:val="24"/>
          <w:szCs w:val="24"/>
        </w:rPr>
      </w:r>
      <w:r>
        <w:rPr>
          <w:snapToGrid w:val="0"/>
          <w:sz w:val="24"/>
          <w:szCs w:val="24"/>
        </w:rPr>
        <w:fldChar w:fldCharType="separate"/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snapToGrid w:val="0"/>
          <w:sz w:val="24"/>
          <w:szCs w:val="24"/>
        </w:rPr>
        <w:fldChar w:fldCharType="end"/>
      </w:r>
      <w:bookmarkEnd w:id="45"/>
    </w:p>
    <w:p w14:paraId="6B2967C1" w14:textId="77777777" w:rsidR="00D01856" w:rsidRDefault="00BD56AB" w:rsidP="00B70C41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0320" behindDoc="1" locked="0" layoutInCell="0" allowOverlap="1" wp14:anchorId="301D1093" wp14:editId="6611AD31">
                <wp:simplePos x="0" y="0"/>
                <wp:positionH relativeFrom="column">
                  <wp:posOffset>2948305</wp:posOffset>
                </wp:positionH>
                <wp:positionV relativeFrom="page">
                  <wp:posOffset>3992880</wp:posOffset>
                </wp:positionV>
                <wp:extent cx="3329940" cy="3153410"/>
                <wp:effectExtent l="19050" t="20955" r="13335" b="16510"/>
                <wp:wrapNone/>
                <wp:docPr id="16" name="Rectangle à coins arrondi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9940" cy="3153410"/>
                        </a:xfrm>
                        <a:prstGeom prst="roundRect">
                          <a:avLst>
                            <a:gd name="adj" fmla="val 1431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385D8A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2833A47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4F5F6346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19705816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5F00DCD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654E21B9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170B584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5BF02D5E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280953A1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8DA1CAF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328B2D35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2052169C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83A15AC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375E2766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321A4B92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35D1FFE0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5451F410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670CF2C9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76CAF537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632E23E8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7C246EE4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1CBF2B73" w14:textId="77777777" w:rsidR="007318B3" w:rsidRDefault="007318B3" w:rsidP="007318B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1D1093" id="_x0000_s1042" style="position:absolute;margin-left:232.15pt;margin-top:314.4pt;width:262.2pt;height:248.3pt;z-index:-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arcsize="93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" o:allowincell="f" strokecolor="#385d8a" strokeweight="2pt">
                <v:textbox inset="0,0,0,0">
                  <w:txbxContent>
                    <w:p w14:paraId="12833A47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4F5F6346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19705816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5F00DCD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654E21B9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170B584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5BF02D5E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280953A1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8DA1CAF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328B2D35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2052169C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83A15AC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375E2766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321A4B92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35D1FFE0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5451F410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670CF2C9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76CAF537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632E23E8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7C246EE4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1CBF2B73" w14:textId="77777777" w:rsidR="007318B3" w:rsidRDefault="007318B3" w:rsidP="007318B3">
                      <w:pPr>
                        <w:jc w:val="center"/>
                      </w:pPr>
                    </w:p>
                  </w:txbxContent>
                </v:textbox>
                <w10:wrap anchory="page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9296" behindDoc="1" locked="0" layoutInCell="0" allowOverlap="1" wp14:anchorId="4F2E302E" wp14:editId="39FB2675">
                <wp:simplePos x="0" y="0"/>
                <wp:positionH relativeFrom="column">
                  <wp:posOffset>-585470</wp:posOffset>
                </wp:positionH>
                <wp:positionV relativeFrom="page">
                  <wp:posOffset>3992880</wp:posOffset>
                </wp:positionV>
                <wp:extent cx="3329940" cy="3153410"/>
                <wp:effectExtent l="19050" t="20955" r="13335" b="16510"/>
                <wp:wrapNone/>
                <wp:docPr id="15" name="Rectangle à coins arrondi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9940" cy="3153410"/>
                        </a:xfrm>
                        <a:prstGeom prst="roundRect">
                          <a:avLst>
                            <a:gd name="adj" fmla="val 1431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385D8A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1A2B3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784B80DE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39BCEAC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B544014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3A2AFD75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1E4A4234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21DA906C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58E3364E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1FA73B95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6DA59686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48C72E4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1B205100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41D01B02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67A8E36E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5529ECA5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44684F2E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70B27E5C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AA689C9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320088F6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59930DE6" w14:textId="77777777" w:rsidR="007318B3" w:rsidRDefault="007318B3" w:rsidP="007318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798903CC" w14:textId="77777777" w:rsidR="007318B3" w:rsidRDefault="007318B3" w:rsidP="007318B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F2E302E" id="_x0000_s1043" style="position:absolute;margin-left:-46.1pt;margin-top:314.4pt;width:262.2pt;height:248.3pt;z-index:-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arcsize="93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" o:allowincell="f" strokecolor="#385d8a" strokeweight="2pt">
                <v:textbox inset="0,0,0,0">
                  <w:txbxContent>
                    <w:p w14:paraId="3081A2B3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784B80DE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39BCEAC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B544014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3A2AFD75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1E4A4234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21DA906C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58E3364E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1FA73B95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6DA59686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48C72E4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1B205100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41D01B02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67A8E36E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5529ECA5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44684F2E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70B27E5C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AA689C9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320088F6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59930DE6" w14:textId="77777777" w:rsidR="007318B3" w:rsidRDefault="007318B3" w:rsidP="007318B3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798903CC" w14:textId="77777777" w:rsidR="007318B3" w:rsidRDefault="007318B3" w:rsidP="007318B3">
                      <w:pPr>
                        <w:jc w:val="center"/>
                      </w:pPr>
                    </w:p>
                  </w:txbxContent>
                </v:textbox>
                <w10:wrap anchory="page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 wp14:anchorId="72FF36DC" wp14:editId="43E88664">
                <wp:simplePos x="0" y="0"/>
                <wp:positionH relativeFrom="column">
                  <wp:posOffset>2957830</wp:posOffset>
                </wp:positionH>
                <wp:positionV relativeFrom="page">
                  <wp:posOffset>4114165</wp:posOffset>
                </wp:positionV>
                <wp:extent cx="3274695" cy="248285"/>
                <wp:effectExtent l="0" t="8890" r="1905" b="0"/>
                <wp:wrapNone/>
                <wp:docPr id="14" name="Organigramme : Alternativ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4695" cy="248285"/>
                        </a:xfrm>
                        <a:prstGeom prst="flowChartAlternateProcess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40E0F2" w14:textId="77777777" w:rsidR="007318B3" w:rsidRPr="00170148" w:rsidRDefault="00024BD6" w:rsidP="007318B3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PHOTOS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FF36DC" id="_x0000_s1044" type="#_x0000_t176" style="position:absolute;margin-left:232.9pt;margin-top:323.95pt;width:257.85pt;height:19.5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" o:allowincell="f" fillcolor="#d9d9d9" stroked="f" strokeweight="2pt">
                <v:textbox inset="0,0,0,0">
                  <w:txbxContent>
                    <w:p w14:paraId="4140E0F2" w14:textId="77777777" w:rsidR="007318B3" w:rsidRPr="00170148" w:rsidRDefault="00024BD6" w:rsidP="007318B3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PHOTOS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 wp14:anchorId="4A787688" wp14:editId="0A680ED5">
                <wp:simplePos x="0" y="0"/>
                <wp:positionH relativeFrom="column">
                  <wp:posOffset>-574040</wp:posOffset>
                </wp:positionH>
                <wp:positionV relativeFrom="page">
                  <wp:posOffset>4114800</wp:posOffset>
                </wp:positionV>
                <wp:extent cx="3282315" cy="248285"/>
                <wp:effectExtent l="1905" t="0" r="1905" b="8890"/>
                <wp:wrapNone/>
                <wp:docPr id="13" name="Organigramme : Alternativ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82315" cy="248285"/>
                        </a:xfrm>
                        <a:prstGeom prst="flowChartAlternateProcess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C73978" w14:textId="77777777" w:rsidR="007318B3" w:rsidRPr="00170148" w:rsidRDefault="00FD51D3" w:rsidP="00006F2D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MESURES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787688" id="_x0000_s1045" type="#_x0000_t176" style="position:absolute;margin-left:-45.2pt;margin-top:324pt;width:258.45pt;height:19.55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" o:allowincell="f" fillcolor="#d9d9d9" stroked="f" strokeweight="2pt">
                <v:textbox inset="0,0,0,0">
                  <w:txbxContent>
                    <w:p w14:paraId="08C73978" w14:textId="77777777" w:rsidR="007318B3" w:rsidRPr="00170148" w:rsidRDefault="00FD51D3" w:rsidP="00006F2D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MESURES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 wp14:anchorId="550DC989" wp14:editId="0CF9638A">
                <wp:simplePos x="0" y="0"/>
                <wp:positionH relativeFrom="column">
                  <wp:posOffset>-604520</wp:posOffset>
                </wp:positionH>
                <wp:positionV relativeFrom="page">
                  <wp:posOffset>7450455</wp:posOffset>
                </wp:positionV>
                <wp:extent cx="6864350" cy="2331085"/>
                <wp:effectExtent l="19050" t="20955" r="12700" b="19685"/>
                <wp:wrapNone/>
                <wp:docPr id="12" name="Rectangle à coins arrondi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64350" cy="2331085"/>
                        </a:xfrm>
                        <a:prstGeom prst="roundRect">
                          <a:avLst>
                            <a:gd name="adj" fmla="val 2532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385D8A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3429D21" w14:textId="77777777" w:rsidR="007318B3" w:rsidRDefault="007318B3" w:rsidP="00B70C4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2D92B12A" w14:textId="77777777" w:rsidR="007318B3" w:rsidRDefault="007318B3" w:rsidP="00B70C4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6FA3583F" w14:textId="77777777" w:rsidR="007318B3" w:rsidRDefault="007318B3" w:rsidP="00B70C4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687D5E5F" w14:textId="77777777" w:rsidR="007318B3" w:rsidRDefault="007318B3" w:rsidP="00B70C4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2C9A5B86" w14:textId="77777777" w:rsidR="007318B3" w:rsidRDefault="007318B3" w:rsidP="00B70C4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38B5E492" w14:textId="77777777" w:rsidR="007318B3" w:rsidRDefault="007318B3" w:rsidP="00B70C4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350E740E" w14:textId="77777777" w:rsidR="007318B3" w:rsidRDefault="007318B3" w:rsidP="00B70C4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6870DB6" w14:textId="77777777" w:rsidR="007318B3" w:rsidRDefault="007318B3" w:rsidP="00B70C4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625C3AE" w14:textId="77777777" w:rsidR="007318B3" w:rsidRDefault="007318B3" w:rsidP="00B70C4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71D0A567" w14:textId="77777777" w:rsidR="007318B3" w:rsidRDefault="007318B3" w:rsidP="00B70C4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6C664D49" w14:textId="77777777" w:rsidR="007318B3" w:rsidRDefault="007318B3" w:rsidP="00B70C4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2BAFE6E0" w14:textId="77777777" w:rsidR="007318B3" w:rsidRDefault="007318B3" w:rsidP="00B70C4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1638F4DF" w14:textId="77777777" w:rsidR="007318B3" w:rsidRDefault="007318B3" w:rsidP="00B70C4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2216CC28" w14:textId="77777777" w:rsidR="007318B3" w:rsidRDefault="007318B3" w:rsidP="00B70C4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5FA2D666" w14:textId="77777777" w:rsidR="007318B3" w:rsidRDefault="007318B3" w:rsidP="00B70C4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507E5EB" w14:textId="77777777" w:rsidR="007318B3" w:rsidRDefault="007318B3" w:rsidP="00B70C4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1B0C1A33" w14:textId="77777777" w:rsidR="007318B3" w:rsidRDefault="007318B3" w:rsidP="00B70C4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3A55E85A" w14:textId="77777777" w:rsidR="007318B3" w:rsidRDefault="007318B3" w:rsidP="00B70C4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CBF85A9" w14:textId="77777777" w:rsidR="007318B3" w:rsidRDefault="007318B3" w:rsidP="00B70C4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2A776A61" w14:textId="77777777" w:rsidR="007318B3" w:rsidRDefault="007318B3" w:rsidP="00B70C4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4238D7BE" w14:textId="77777777" w:rsidR="007318B3" w:rsidRDefault="007318B3" w:rsidP="00B70C4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50DC989" id="_x0000_s1046" style="position:absolute;margin-left:-47.6pt;margin-top:586.65pt;width:540.5pt;height:183.55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arcsize="16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" o:allowincell="f" strokecolor="#385d8a" strokeweight="2pt">
                <v:textbox inset="0,0,0,0">
                  <w:txbxContent>
                    <w:p w14:paraId="03429D21" w14:textId="77777777" w:rsidR="007318B3" w:rsidRDefault="007318B3" w:rsidP="00B70C4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2D92B12A" w14:textId="77777777" w:rsidR="007318B3" w:rsidRDefault="007318B3" w:rsidP="00B70C4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6FA3583F" w14:textId="77777777" w:rsidR="007318B3" w:rsidRDefault="007318B3" w:rsidP="00B70C4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687D5E5F" w14:textId="77777777" w:rsidR="007318B3" w:rsidRDefault="007318B3" w:rsidP="00B70C4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2C9A5B86" w14:textId="77777777" w:rsidR="007318B3" w:rsidRDefault="007318B3" w:rsidP="00B70C4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38B5E492" w14:textId="77777777" w:rsidR="007318B3" w:rsidRDefault="007318B3" w:rsidP="00B70C4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350E740E" w14:textId="77777777" w:rsidR="007318B3" w:rsidRDefault="007318B3" w:rsidP="00B70C4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6870DB6" w14:textId="77777777" w:rsidR="007318B3" w:rsidRDefault="007318B3" w:rsidP="00B70C4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625C3AE" w14:textId="77777777" w:rsidR="007318B3" w:rsidRDefault="007318B3" w:rsidP="00B70C4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71D0A567" w14:textId="77777777" w:rsidR="007318B3" w:rsidRDefault="007318B3" w:rsidP="00B70C4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6C664D49" w14:textId="77777777" w:rsidR="007318B3" w:rsidRDefault="007318B3" w:rsidP="00B70C4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2BAFE6E0" w14:textId="77777777" w:rsidR="007318B3" w:rsidRDefault="007318B3" w:rsidP="00B70C4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1638F4DF" w14:textId="77777777" w:rsidR="007318B3" w:rsidRDefault="007318B3" w:rsidP="00B70C4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2216CC28" w14:textId="77777777" w:rsidR="007318B3" w:rsidRDefault="007318B3" w:rsidP="00B70C4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5FA2D666" w14:textId="77777777" w:rsidR="007318B3" w:rsidRDefault="007318B3" w:rsidP="00B70C4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507E5EB" w14:textId="77777777" w:rsidR="007318B3" w:rsidRDefault="007318B3" w:rsidP="00B70C4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1B0C1A33" w14:textId="77777777" w:rsidR="007318B3" w:rsidRDefault="007318B3" w:rsidP="00B70C4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3A55E85A" w14:textId="77777777" w:rsidR="007318B3" w:rsidRDefault="007318B3" w:rsidP="00B70C4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CBF85A9" w14:textId="77777777" w:rsidR="007318B3" w:rsidRDefault="007318B3" w:rsidP="00B70C4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2A776A61" w14:textId="77777777" w:rsidR="007318B3" w:rsidRDefault="007318B3" w:rsidP="00B70C4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4238D7BE" w14:textId="77777777" w:rsidR="007318B3" w:rsidRDefault="007318B3" w:rsidP="00B70C41">
                      <w:pPr>
                        <w:jc w:val="center"/>
                      </w:pPr>
                    </w:p>
                  </w:txbxContent>
                </v:textbox>
                <w10:wrap anchory="page"/>
              </v:roundrect>
            </w:pict>
          </mc:Fallback>
        </mc:AlternateContent>
      </w:r>
    </w:p>
    <w:p w14:paraId="2E7E35C0" w14:textId="3E36E8A7" w:rsidR="007318B3" w:rsidRPr="005A6FF3" w:rsidRDefault="007361CF" w:rsidP="00F203E8">
      <w:pPr>
        <w:framePr w:w="3226" w:h="3391" w:hRule="exact" w:wrap="notBeside" w:vAnchor="page" w:hAnchor="page" w:x="691" w:y="11831"/>
        <w:shd w:val="clear" w:color="auto" w:fill="FFFFFF"/>
        <w:spacing w:after="0" w:line="240" w:lineRule="auto"/>
        <w:jc w:val="center"/>
        <w:rPr>
          <w:b/>
        </w:rPr>
      </w:pPr>
      <w:r>
        <w:rPr>
          <w:snapToGrid w:val="0"/>
          <w:sz w:val="24"/>
          <w:szCs w:val="24"/>
        </w:rPr>
        <w:fldChar w:fldCharType="begin">
          <w:ffData>
            <w:name w:val="PHOTO_PA"/>
            <w:enabled/>
            <w:calcOnExit w:val="0"/>
            <w:textInput/>
          </w:ffData>
        </w:fldChar>
      </w:r>
      <w:bookmarkStart w:id="46" w:name="PHOTO_PA"/>
      <w:r>
        <w:rPr>
          <w:snapToGrid w:val="0"/>
          <w:sz w:val="24"/>
          <w:szCs w:val="24"/>
        </w:rPr>
        <w:instrText xml:space="preserve"> FORMTEXT </w:instrText>
      </w:r>
      <w:r>
        <w:rPr>
          <w:snapToGrid w:val="0"/>
          <w:sz w:val="24"/>
          <w:szCs w:val="24"/>
        </w:rPr>
      </w:r>
      <w:r>
        <w:rPr>
          <w:snapToGrid w:val="0"/>
          <w:sz w:val="24"/>
          <w:szCs w:val="24"/>
        </w:rPr>
        <w:fldChar w:fldCharType="separate"/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snapToGrid w:val="0"/>
          <w:sz w:val="24"/>
          <w:szCs w:val="24"/>
        </w:rPr>
        <w:fldChar w:fldCharType="end"/>
      </w:r>
      <w:bookmarkEnd w:id="46"/>
    </w:p>
    <w:p w14:paraId="3AE0CA1C" w14:textId="0B5CB7EB" w:rsidR="00F203E8" w:rsidRPr="005A6FF3" w:rsidRDefault="007361CF" w:rsidP="00F203E8">
      <w:pPr>
        <w:framePr w:w="3226" w:h="3391" w:hRule="exact" w:wrap="notBeside" w:vAnchor="page" w:hAnchor="page" w:x="4158" w:y="11834"/>
        <w:shd w:val="clear" w:color="auto" w:fill="FFFFFF"/>
        <w:spacing w:after="0" w:line="240" w:lineRule="auto"/>
        <w:jc w:val="center"/>
        <w:rPr>
          <w:b/>
        </w:rPr>
      </w:pPr>
      <w:r>
        <w:rPr>
          <w:snapToGrid w:val="0"/>
          <w:sz w:val="24"/>
          <w:szCs w:val="24"/>
        </w:rPr>
        <w:fldChar w:fldCharType="begin">
          <w:ffData>
            <w:name w:val="PHOTO_PB"/>
            <w:enabled/>
            <w:calcOnExit w:val="0"/>
            <w:textInput/>
          </w:ffData>
        </w:fldChar>
      </w:r>
      <w:bookmarkStart w:id="47" w:name="PHOTO_PB"/>
      <w:r>
        <w:rPr>
          <w:snapToGrid w:val="0"/>
          <w:sz w:val="24"/>
          <w:szCs w:val="24"/>
        </w:rPr>
        <w:instrText xml:space="preserve"> FORMTEXT </w:instrText>
      </w:r>
      <w:r>
        <w:rPr>
          <w:snapToGrid w:val="0"/>
          <w:sz w:val="24"/>
          <w:szCs w:val="24"/>
        </w:rPr>
      </w:r>
      <w:r>
        <w:rPr>
          <w:snapToGrid w:val="0"/>
          <w:sz w:val="24"/>
          <w:szCs w:val="24"/>
        </w:rPr>
        <w:fldChar w:fldCharType="separate"/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snapToGrid w:val="0"/>
          <w:sz w:val="24"/>
          <w:szCs w:val="24"/>
        </w:rPr>
        <w:fldChar w:fldCharType="end"/>
      </w:r>
      <w:bookmarkEnd w:id="47"/>
    </w:p>
    <w:p w14:paraId="5CB67953" w14:textId="3FDED43D" w:rsidR="00F203E8" w:rsidRPr="005A6FF3" w:rsidRDefault="007361CF" w:rsidP="00F203E8">
      <w:pPr>
        <w:framePr w:w="3226" w:h="3391" w:hRule="exact" w:wrap="notBeside" w:vAnchor="page" w:hAnchor="page" w:x="7626" w:y="11834"/>
        <w:shd w:val="clear" w:color="auto" w:fill="FFFFFF"/>
        <w:spacing w:after="0" w:line="240" w:lineRule="auto"/>
        <w:jc w:val="center"/>
        <w:rPr>
          <w:b/>
        </w:rPr>
      </w:pPr>
      <w:r>
        <w:rPr>
          <w:snapToGrid w:val="0"/>
          <w:sz w:val="24"/>
          <w:szCs w:val="24"/>
        </w:rPr>
        <w:fldChar w:fldCharType="begin">
          <w:ffData>
            <w:name w:val="PHOTO_PC"/>
            <w:enabled/>
            <w:calcOnExit w:val="0"/>
            <w:textInput/>
          </w:ffData>
        </w:fldChar>
      </w:r>
      <w:bookmarkStart w:id="48" w:name="PHOTO_PC"/>
      <w:r>
        <w:rPr>
          <w:snapToGrid w:val="0"/>
          <w:sz w:val="24"/>
          <w:szCs w:val="24"/>
        </w:rPr>
        <w:instrText xml:space="preserve"> FORMTEXT </w:instrText>
      </w:r>
      <w:r>
        <w:rPr>
          <w:snapToGrid w:val="0"/>
          <w:sz w:val="24"/>
          <w:szCs w:val="24"/>
        </w:rPr>
      </w:r>
      <w:r>
        <w:rPr>
          <w:snapToGrid w:val="0"/>
          <w:sz w:val="24"/>
          <w:szCs w:val="24"/>
        </w:rPr>
        <w:fldChar w:fldCharType="separate"/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snapToGrid w:val="0"/>
          <w:sz w:val="24"/>
          <w:szCs w:val="24"/>
        </w:rPr>
        <w:fldChar w:fldCharType="end"/>
      </w:r>
      <w:bookmarkEnd w:id="48"/>
    </w:p>
    <w:p w14:paraId="5F59473B" w14:textId="77777777" w:rsidR="00F203E8" w:rsidRPr="005516A1" w:rsidRDefault="00F203E8" w:rsidP="00AE0816">
      <w:pPr>
        <w:framePr w:w="2670" w:wrap="auto" w:vAnchor="page" w:hAnchor="page" w:x="631" w:y="16161"/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cs="Calibri"/>
          <w:sz w:val="13"/>
          <w:szCs w:val="13"/>
        </w:rPr>
      </w:pPr>
      <w:r w:rsidRPr="005516A1">
        <w:rPr>
          <w:rFonts w:cs="Calibri"/>
          <w:color w:val="000000"/>
          <w:sz w:val="13"/>
          <w:szCs w:val="13"/>
        </w:rPr>
        <w:t xml:space="preserve">Dernière mise-à-jour : </w:t>
      </w:r>
      <w:r w:rsidRPr="005516A1">
        <w:rPr>
          <w:rFonts w:cs="Calibri"/>
          <w:snapToGrid w:val="0"/>
          <w:sz w:val="13"/>
          <w:szCs w:val="13"/>
        </w:rPr>
        <w:fldChar w:fldCharType="begin">
          <w:ffData>
            <w:name w:val="DATE_EDITION_1"/>
            <w:enabled/>
            <w:calcOnExit w:val="0"/>
            <w:textInput/>
          </w:ffData>
        </w:fldChar>
      </w:r>
      <w:bookmarkStart w:id="49" w:name="DATE_EDITION_1"/>
      <w:r w:rsidRPr="005516A1">
        <w:rPr>
          <w:rFonts w:cs="Calibri"/>
          <w:snapToGrid w:val="0"/>
          <w:sz w:val="13"/>
          <w:szCs w:val="13"/>
        </w:rPr>
        <w:instrText xml:space="preserve"> FORMTEXT </w:instrText>
      </w:r>
      <w:r w:rsidRPr="005516A1">
        <w:rPr>
          <w:rFonts w:cs="Calibri"/>
          <w:snapToGrid w:val="0"/>
          <w:sz w:val="13"/>
          <w:szCs w:val="13"/>
        </w:rPr>
      </w:r>
      <w:r w:rsidRPr="005516A1">
        <w:rPr>
          <w:rFonts w:cs="Calibri"/>
          <w:snapToGrid w:val="0"/>
          <w:sz w:val="13"/>
          <w:szCs w:val="13"/>
        </w:rPr>
        <w:fldChar w:fldCharType="separate"/>
      </w:r>
      <w:r w:rsidRPr="005516A1">
        <w:rPr>
          <w:rFonts w:cs="Calibri"/>
          <w:noProof/>
          <w:snapToGrid w:val="0"/>
          <w:sz w:val="13"/>
          <w:szCs w:val="13"/>
        </w:rPr>
        <w:t> </w:t>
      </w:r>
      <w:r w:rsidRPr="005516A1">
        <w:rPr>
          <w:rFonts w:cs="Calibri"/>
          <w:noProof/>
          <w:snapToGrid w:val="0"/>
          <w:sz w:val="13"/>
          <w:szCs w:val="13"/>
        </w:rPr>
        <w:t> </w:t>
      </w:r>
      <w:r w:rsidRPr="005516A1">
        <w:rPr>
          <w:rFonts w:cs="Calibri"/>
          <w:noProof/>
          <w:snapToGrid w:val="0"/>
          <w:sz w:val="13"/>
          <w:szCs w:val="13"/>
        </w:rPr>
        <w:t> </w:t>
      </w:r>
      <w:r w:rsidRPr="005516A1">
        <w:rPr>
          <w:rFonts w:cs="Calibri"/>
          <w:noProof/>
          <w:snapToGrid w:val="0"/>
          <w:sz w:val="13"/>
          <w:szCs w:val="13"/>
        </w:rPr>
        <w:t> </w:t>
      </w:r>
      <w:r w:rsidRPr="005516A1">
        <w:rPr>
          <w:rFonts w:cs="Calibri"/>
          <w:noProof/>
          <w:snapToGrid w:val="0"/>
          <w:sz w:val="13"/>
          <w:szCs w:val="13"/>
        </w:rPr>
        <w:t> </w:t>
      </w:r>
      <w:r w:rsidRPr="005516A1">
        <w:rPr>
          <w:rFonts w:cs="Calibri"/>
          <w:snapToGrid w:val="0"/>
          <w:sz w:val="13"/>
          <w:szCs w:val="13"/>
        </w:rPr>
        <w:fldChar w:fldCharType="end"/>
      </w:r>
      <w:bookmarkEnd w:id="49"/>
    </w:p>
    <w:p w14:paraId="7F0E99B7" w14:textId="616D88E7" w:rsidR="00FD51D3" w:rsidRPr="00834589" w:rsidRDefault="00FD51D3" w:rsidP="00FD51D3">
      <w:pPr>
        <w:framePr w:w="4919" w:h="3646" w:hRule="exact" w:wrap="around" w:vAnchor="page" w:hAnchor="page" w:x="631" w:y="7006"/>
        <w:shd w:val="clear" w:color="auto" w:fill="FFFFFF"/>
        <w:spacing w:after="0" w:line="240" w:lineRule="auto"/>
        <w:rPr>
          <w:sz w:val="20"/>
          <w:szCs w:val="20"/>
        </w:rPr>
      </w:pPr>
      <w:r w:rsidRPr="002A0051">
        <w:rPr>
          <w:b/>
        </w:rPr>
        <w:t>Côte du sol :</w:t>
      </w:r>
      <w:r>
        <w:t xml:space="preserve"> </w:t>
      </w:r>
      <w:r w:rsidR="007361CF">
        <w:rPr>
          <w:snapToGrid w:val="0"/>
          <w:sz w:val="20"/>
          <w:szCs w:val="20"/>
        </w:rPr>
        <w:fldChar w:fldCharType="begin">
          <w:ffData>
            <w:name w:val="COORDONNEE_Z"/>
            <w:enabled/>
            <w:calcOnExit w:val="0"/>
            <w:textInput/>
          </w:ffData>
        </w:fldChar>
      </w:r>
      <w:bookmarkStart w:id="50" w:name="COORDONNEE_Z"/>
      <w:r w:rsidR="007361CF">
        <w:rPr>
          <w:snapToGrid w:val="0"/>
          <w:sz w:val="20"/>
          <w:szCs w:val="20"/>
        </w:rPr>
        <w:instrText xml:space="preserve"> FORMTEXT </w:instrText>
      </w:r>
      <w:r w:rsidR="007361CF">
        <w:rPr>
          <w:snapToGrid w:val="0"/>
          <w:sz w:val="20"/>
          <w:szCs w:val="20"/>
        </w:rPr>
      </w:r>
      <w:r w:rsidR="007361CF">
        <w:rPr>
          <w:snapToGrid w:val="0"/>
          <w:sz w:val="20"/>
          <w:szCs w:val="20"/>
        </w:rPr>
        <w:fldChar w:fldCharType="separate"/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snapToGrid w:val="0"/>
          <w:sz w:val="20"/>
          <w:szCs w:val="20"/>
        </w:rPr>
        <w:fldChar w:fldCharType="end"/>
      </w:r>
      <w:bookmarkEnd w:id="50"/>
      <w:r w:rsidRPr="00834589">
        <w:rPr>
          <w:snapToGrid w:val="0"/>
          <w:color w:val="0000FF"/>
          <w:sz w:val="20"/>
          <w:szCs w:val="20"/>
        </w:rPr>
        <w:t xml:space="preserve"> </w:t>
      </w:r>
      <w:r w:rsidRPr="00834589">
        <w:rPr>
          <w:sz w:val="20"/>
          <w:szCs w:val="20"/>
        </w:rPr>
        <w:t>m NGF</w:t>
      </w:r>
    </w:p>
    <w:p w14:paraId="6E2C0846" w14:textId="441B3535" w:rsidR="00FD51D3" w:rsidRPr="00834589" w:rsidRDefault="00FD51D3" w:rsidP="00FD51D3">
      <w:pPr>
        <w:framePr w:w="4919" w:h="3646" w:hRule="exact" w:wrap="around" w:vAnchor="page" w:hAnchor="page" w:x="631" w:y="7006"/>
        <w:shd w:val="clear" w:color="auto" w:fill="FFFFFF"/>
        <w:spacing w:after="0" w:line="240" w:lineRule="auto"/>
        <w:rPr>
          <w:sz w:val="20"/>
          <w:szCs w:val="20"/>
        </w:rPr>
      </w:pPr>
      <w:r w:rsidRPr="002A0051">
        <w:rPr>
          <w:b/>
        </w:rPr>
        <w:t>Côte du repère de mesure :</w:t>
      </w:r>
      <w:r>
        <w:t xml:space="preserve"> </w:t>
      </w:r>
      <w:r w:rsidR="007361CF">
        <w:rPr>
          <w:snapToGrid w:val="0"/>
          <w:sz w:val="20"/>
          <w:szCs w:val="20"/>
        </w:rPr>
        <w:fldChar w:fldCharType="begin">
          <w:ffData>
            <w:name w:val="COORDONNEE_REPERE"/>
            <w:enabled/>
            <w:calcOnExit w:val="0"/>
            <w:textInput/>
          </w:ffData>
        </w:fldChar>
      </w:r>
      <w:bookmarkStart w:id="51" w:name="COORDONNEE_REPERE"/>
      <w:r w:rsidR="007361CF">
        <w:rPr>
          <w:snapToGrid w:val="0"/>
          <w:sz w:val="20"/>
          <w:szCs w:val="20"/>
        </w:rPr>
        <w:instrText xml:space="preserve"> FORMTEXT </w:instrText>
      </w:r>
      <w:r w:rsidR="007361CF">
        <w:rPr>
          <w:snapToGrid w:val="0"/>
          <w:sz w:val="20"/>
          <w:szCs w:val="20"/>
        </w:rPr>
      </w:r>
      <w:r w:rsidR="007361CF">
        <w:rPr>
          <w:snapToGrid w:val="0"/>
          <w:sz w:val="20"/>
          <w:szCs w:val="20"/>
        </w:rPr>
        <w:fldChar w:fldCharType="separate"/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snapToGrid w:val="0"/>
          <w:sz w:val="20"/>
          <w:szCs w:val="20"/>
        </w:rPr>
        <w:fldChar w:fldCharType="end"/>
      </w:r>
      <w:bookmarkEnd w:id="51"/>
      <w:r w:rsidRPr="00834589">
        <w:rPr>
          <w:snapToGrid w:val="0"/>
          <w:color w:val="0000FF"/>
          <w:sz w:val="20"/>
          <w:szCs w:val="20"/>
        </w:rPr>
        <w:t xml:space="preserve"> </w:t>
      </w:r>
      <w:r w:rsidRPr="00834589">
        <w:rPr>
          <w:sz w:val="20"/>
          <w:szCs w:val="20"/>
        </w:rPr>
        <w:t>m NGF</w:t>
      </w:r>
    </w:p>
    <w:p w14:paraId="2A465CF1" w14:textId="06D6E711" w:rsidR="00FD51D3" w:rsidRPr="00834589" w:rsidRDefault="00FD51D3" w:rsidP="00FD51D3">
      <w:pPr>
        <w:framePr w:w="4919" w:h="3646" w:hRule="exact" w:wrap="around" w:vAnchor="page" w:hAnchor="page" w:x="631" w:y="7006"/>
        <w:shd w:val="clear" w:color="auto" w:fill="FFFFFF"/>
        <w:spacing w:after="0" w:line="240" w:lineRule="auto"/>
        <w:rPr>
          <w:sz w:val="20"/>
          <w:szCs w:val="20"/>
        </w:rPr>
      </w:pPr>
      <w:r w:rsidRPr="002A0051">
        <w:rPr>
          <w:b/>
        </w:rPr>
        <w:t>Côte repère de nivellement :</w:t>
      </w:r>
      <w:r>
        <w:t xml:space="preserve"> </w:t>
      </w:r>
      <w:r w:rsidR="007361CF">
        <w:rPr>
          <w:snapToGrid w:val="0"/>
          <w:sz w:val="20"/>
          <w:szCs w:val="20"/>
        </w:rPr>
        <w:fldChar w:fldCharType="begin">
          <w:ffData>
            <w:name w:val="NIVELLEMENT"/>
            <w:enabled/>
            <w:calcOnExit w:val="0"/>
            <w:textInput/>
          </w:ffData>
        </w:fldChar>
      </w:r>
      <w:bookmarkStart w:id="52" w:name="NIVELLEMENT"/>
      <w:r w:rsidR="007361CF">
        <w:rPr>
          <w:snapToGrid w:val="0"/>
          <w:sz w:val="20"/>
          <w:szCs w:val="20"/>
        </w:rPr>
        <w:instrText xml:space="preserve"> FORMTEXT </w:instrText>
      </w:r>
      <w:r w:rsidR="007361CF">
        <w:rPr>
          <w:snapToGrid w:val="0"/>
          <w:sz w:val="20"/>
          <w:szCs w:val="20"/>
        </w:rPr>
      </w:r>
      <w:r w:rsidR="007361CF">
        <w:rPr>
          <w:snapToGrid w:val="0"/>
          <w:sz w:val="20"/>
          <w:szCs w:val="20"/>
        </w:rPr>
        <w:fldChar w:fldCharType="separate"/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snapToGrid w:val="0"/>
          <w:sz w:val="20"/>
          <w:szCs w:val="20"/>
        </w:rPr>
        <w:fldChar w:fldCharType="end"/>
      </w:r>
      <w:bookmarkEnd w:id="52"/>
      <w:r w:rsidRPr="00834589">
        <w:rPr>
          <w:snapToGrid w:val="0"/>
          <w:color w:val="0000FF"/>
          <w:sz w:val="20"/>
          <w:szCs w:val="20"/>
        </w:rPr>
        <w:t xml:space="preserve"> </w:t>
      </w:r>
      <w:r w:rsidRPr="00834589">
        <w:rPr>
          <w:sz w:val="20"/>
          <w:szCs w:val="20"/>
        </w:rPr>
        <w:t>m NGF</w:t>
      </w:r>
    </w:p>
    <w:p w14:paraId="68685899" w14:textId="77777777" w:rsidR="00FD51D3" w:rsidRDefault="00FD51D3" w:rsidP="00FD51D3">
      <w:pPr>
        <w:framePr w:w="4919" w:h="3646" w:hRule="exact" w:wrap="around" w:vAnchor="page" w:hAnchor="page" w:x="631" w:y="7006"/>
        <w:shd w:val="clear" w:color="auto" w:fill="FFFFFF"/>
        <w:spacing w:after="0" w:line="240" w:lineRule="auto"/>
      </w:pPr>
    </w:p>
    <w:p w14:paraId="061BD7A0" w14:textId="6C212839" w:rsidR="00FD51D3" w:rsidRPr="00834589" w:rsidRDefault="00FD51D3" w:rsidP="00FD51D3">
      <w:pPr>
        <w:framePr w:w="4919" w:h="3646" w:hRule="exact" w:wrap="around" w:vAnchor="page" w:hAnchor="page" w:x="631" w:y="7006"/>
        <w:shd w:val="clear" w:color="auto" w:fill="FFFFFF"/>
        <w:spacing w:after="0" w:line="240" w:lineRule="auto"/>
        <w:rPr>
          <w:sz w:val="20"/>
          <w:szCs w:val="20"/>
        </w:rPr>
      </w:pPr>
      <w:r w:rsidRPr="002A0051">
        <w:rPr>
          <w:b/>
        </w:rPr>
        <w:t>Origine du nivellement :</w:t>
      </w:r>
      <w:r>
        <w:t xml:space="preserve"> </w:t>
      </w:r>
      <w:r w:rsidR="007361CF">
        <w:rPr>
          <w:snapToGrid w:val="0"/>
          <w:sz w:val="20"/>
          <w:szCs w:val="20"/>
        </w:rPr>
        <w:fldChar w:fldCharType="begin">
          <w:ffData>
            <w:name w:val="COMMENT_NIVEL"/>
            <w:enabled/>
            <w:calcOnExit w:val="0"/>
            <w:textInput/>
          </w:ffData>
        </w:fldChar>
      </w:r>
      <w:bookmarkStart w:id="53" w:name="COMMENT_NIVEL"/>
      <w:r w:rsidR="007361CF">
        <w:rPr>
          <w:snapToGrid w:val="0"/>
          <w:sz w:val="20"/>
          <w:szCs w:val="20"/>
        </w:rPr>
        <w:instrText xml:space="preserve"> FORMTEXT </w:instrText>
      </w:r>
      <w:r w:rsidR="007361CF">
        <w:rPr>
          <w:snapToGrid w:val="0"/>
          <w:sz w:val="20"/>
          <w:szCs w:val="20"/>
        </w:rPr>
      </w:r>
      <w:r w:rsidR="007361CF">
        <w:rPr>
          <w:snapToGrid w:val="0"/>
          <w:sz w:val="20"/>
          <w:szCs w:val="20"/>
        </w:rPr>
        <w:fldChar w:fldCharType="separate"/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snapToGrid w:val="0"/>
          <w:sz w:val="20"/>
          <w:szCs w:val="20"/>
        </w:rPr>
        <w:fldChar w:fldCharType="end"/>
      </w:r>
      <w:bookmarkEnd w:id="53"/>
    </w:p>
    <w:p w14:paraId="752BDA22" w14:textId="77777777" w:rsidR="00FD51D3" w:rsidRPr="002A0051" w:rsidRDefault="00FD51D3" w:rsidP="00FD51D3">
      <w:pPr>
        <w:framePr w:w="4919" w:h="3646" w:hRule="exact" w:wrap="around" w:vAnchor="page" w:hAnchor="page" w:x="631" w:y="7006"/>
        <w:shd w:val="clear" w:color="auto" w:fill="FFFFFF"/>
        <w:spacing w:after="0" w:line="240" w:lineRule="auto"/>
        <w:rPr>
          <w:b/>
        </w:rPr>
      </w:pPr>
      <w:r w:rsidRPr="002A0051">
        <w:rPr>
          <w:b/>
        </w:rPr>
        <w:t>Repère du nivellement :</w:t>
      </w:r>
    </w:p>
    <w:p w14:paraId="4599AA18" w14:textId="5B379E23" w:rsidR="007361CF" w:rsidRDefault="007361CF" w:rsidP="00FD51D3">
      <w:pPr>
        <w:framePr w:w="4919" w:h="3646" w:hRule="exact" w:wrap="around" w:vAnchor="page" w:hAnchor="page" w:x="631" w:y="7006"/>
        <w:shd w:val="clear" w:color="auto" w:fill="FFFFFF"/>
        <w:spacing w:after="0" w:line="240" w:lineRule="auto"/>
        <w:rPr>
          <w:sz w:val="18"/>
        </w:rPr>
      </w:pPr>
      <w:r>
        <w:rPr>
          <w:snapToGrid w:val="0"/>
          <w:sz w:val="20"/>
          <w:szCs w:val="24"/>
        </w:rPr>
        <w:fldChar w:fldCharType="begin">
          <w:ffData>
            <w:name w:val="ORIGINE_NIVEL"/>
            <w:enabled/>
            <w:calcOnExit w:val="0"/>
            <w:textInput/>
          </w:ffData>
        </w:fldChar>
      </w:r>
      <w:bookmarkStart w:id="54" w:name="ORIGINE_NIVEL"/>
      <w:r>
        <w:rPr>
          <w:snapToGrid w:val="0"/>
          <w:sz w:val="20"/>
          <w:szCs w:val="24"/>
        </w:rPr>
        <w:instrText xml:space="preserve"> FORMTEXT </w:instrText>
      </w:r>
      <w:r>
        <w:rPr>
          <w:snapToGrid w:val="0"/>
          <w:sz w:val="20"/>
          <w:szCs w:val="24"/>
        </w:rPr>
      </w:r>
      <w:r>
        <w:rPr>
          <w:snapToGrid w:val="0"/>
          <w:sz w:val="20"/>
          <w:szCs w:val="24"/>
        </w:rPr>
        <w:fldChar w:fldCharType="separate"/>
      </w:r>
      <w:r>
        <w:rPr>
          <w:noProof/>
          <w:snapToGrid w:val="0"/>
          <w:sz w:val="20"/>
          <w:szCs w:val="24"/>
        </w:rPr>
        <w:t> </w:t>
      </w:r>
      <w:r>
        <w:rPr>
          <w:noProof/>
          <w:snapToGrid w:val="0"/>
          <w:sz w:val="20"/>
          <w:szCs w:val="24"/>
        </w:rPr>
        <w:t> </w:t>
      </w:r>
      <w:r>
        <w:rPr>
          <w:noProof/>
          <w:snapToGrid w:val="0"/>
          <w:sz w:val="20"/>
          <w:szCs w:val="24"/>
        </w:rPr>
        <w:t> </w:t>
      </w:r>
      <w:r>
        <w:rPr>
          <w:noProof/>
          <w:snapToGrid w:val="0"/>
          <w:sz w:val="20"/>
          <w:szCs w:val="24"/>
        </w:rPr>
        <w:t> </w:t>
      </w:r>
      <w:r>
        <w:rPr>
          <w:noProof/>
          <w:snapToGrid w:val="0"/>
          <w:sz w:val="20"/>
          <w:szCs w:val="24"/>
        </w:rPr>
        <w:t> </w:t>
      </w:r>
      <w:r>
        <w:rPr>
          <w:snapToGrid w:val="0"/>
          <w:sz w:val="20"/>
          <w:szCs w:val="24"/>
        </w:rPr>
        <w:fldChar w:fldCharType="end"/>
      </w:r>
      <w:bookmarkEnd w:id="54"/>
    </w:p>
    <w:p w14:paraId="21918A35" w14:textId="5D8800F5" w:rsidR="00FD51D3" w:rsidRPr="0085216D" w:rsidRDefault="00FD51D3" w:rsidP="00FD51D3">
      <w:pPr>
        <w:framePr w:w="4919" w:h="3646" w:hRule="exact" w:wrap="around" w:vAnchor="page" w:hAnchor="page" w:x="631" w:y="7006"/>
        <w:shd w:val="clear" w:color="auto" w:fill="FFFFFF"/>
        <w:spacing w:after="0" w:line="240" w:lineRule="auto"/>
        <w:rPr>
          <w:b/>
          <w:sz w:val="21"/>
          <w:szCs w:val="21"/>
        </w:rPr>
      </w:pPr>
      <w:r w:rsidRPr="0085216D">
        <w:rPr>
          <w:b/>
          <w:sz w:val="21"/>
          <w:szCs w:val="21"/>
        </w:rPr>
        <w:t>Historique des modifications du repère de mesure :</w:t>
      </w:r>
    </w:p>
    <w:p w14:paraId="676FC60E" w14:textId="0BA9132D" w:rsidR="00FD51D3" w:rsidRPr="00834589" w:rsidRDefault="007361CF" w:rsidP="00FD51D3">
      <w:pPr>
        <w:framePr w:w="4919" w:h="3646" w:hRule="exact" w:wrap="around" w:vAnchor="page" w:hAnchor="page" w:x="631" w:y="7006"/>
        <w:shd w:val="clear" w:color="auto" w:fill="FFFFFF"/>
        <w:spacing w:after="0" w:line="240" w:lineRule="auto"/>
        <w:rPr>
          <w:snapToGrid w:val="0"/>
          <w:sz w:val="20"/>
          <w:szCs w:val="24"/>
        </w:rPr>
      </w:pPr>
      <w:r>
        <w:rPr>
          <w:snapToGrid w:val="0"/>
          <w:sz w:val="20"/>
          <w:szCs w:val="24"/>
        </w:rPr>
        <w:fldChar w:fldCharType="begin">
          <w:ffData>
            <w:name w:val="HISTO_REPERES"/>
            <w:enabled/>
            <w:calcOnExit w:val="0"/>
            <w:textInput/>
          </w:ffData>
        </w:fldChar>
      </w:r>
      <w:bookmarkStart w:id="55" w:name="HISTO_REPERES"/>
      <w:r>
        <w:rPr>
          <w:snapToGrid w:val="0"/>
          <w:sz w:val="20"/>
          <w:szCs w:val="24"/>
        </w:rPr>
        <w:instrText xml:space="preserve"> FORMTEXT </w:instrText>
      </w:r>
      <w:r>
        <w:rPr>
          <w:snapToGrid w:val="0"/>
          <w:sz w:val="20"/>
          <w:szCs w:val="24"/>
        </w:rPr>
      </w:r>
      <w:r>
        <w:rPr>
          <w:snapToGrid w:val="0"/>
          <w:sz w:val="20"/>
          <w:szCs w:val="24"/>
        </w:rPr>
        <w:fldChar w:fldCharType="separate"/>
      </w:r>
      <w:r>
        <w:rPr>
          <w:noProof/>
          <w:snapToGrid w:val="0"/>
          <w:sz w:val="20"/>
          <w:szCs w:val="24"/>
        </w:rPr>
        <w:t> </w:t>
      </w:r>
      <w:r>
        <w:rPr>
          <w:noProof/>
          <w:snapToGrid w:val="0"/>
          <w:sz w:val="20"/>
          <w:szCs w:val="24"/>
        </w:rPr>
        <w:t> </w:t>
      </w:r>
      <w:r>
        <w:rPr>
          <w:noProof/>
          <w:snapToGrid w:val="0"/>
          <w:sz w:val="20"/>
          <w:szCs w:val="24"/>
        </w:rPr>
        <w:t> </w:t>
      </w:r>
      <w:r>
        <w:rPr>
          <w:noProof/>
          <w:snapToGrid w:val="0"/>
          <w:sz w:val="20"/>
          <w:szCs w:val="24"/>
        </w:rPr>
        <w:t> </w:t>
      </w:r>
      <w:r>
        <w:rPr>
          <w:noProof/>
          <w:snapToGrid w:val="0"/>
          <w:sz w:val="20"/>
          <w:szCs w:val="24"/>
        </w:rPr>
        <w:t> </w:t>
      </w:r>
      <w:r>
        <w:rPr>
          <w:snapToGrid w:val="0"/>
          <w:sz w:val="20"/>
          <w:szCs w:val="24"/>
        </w:rPr>
        <w:fldChar w:fldCharType="end"/>
      </w:r>
      <w:bookmarkEnd w:id="55"/>
    </w:p>
    <w:p w14:paraId="460DE6C5" w14:textId="77777777" w:rsidR="00FD51D3" w:rsidRPr="005A6FF3" w:rsidRDefault="00FD51D3" w:rsidP="00FD51D3">
      <w:pPr>
        <w:framePr w:w="4919" w:h="3646" w:hRule="exact" w:wrap="around" w:vAnchor="page" w:hAnchor="page" w:x="631" w:y="7006"/>
        <w:shd w:val="clear" w:color="auto" w:fill="FFFFFF"/>
        <w:spacing w:after="0" w:line="240" w:lineRule="auto"/>
        <w:rPr>
          <w:snapToGrid w:val="0"/>
          <w:sz w:val="24"/>
          <w:szCs w:val="24"/>
        </w:rPr>
      </w:pPr>
    </w:p>
    <w:p w14:paraId="1E5AEBAF" w14:textId="1FC389A0" w:rsidR="00FD51D3" w:rsidRPr="00834589" w:rsidRDefault="00FD51D3" w:rsidP="00FD51D3">
      <w:pPr>
        <w:framePr w:w="4919" w:h="3646" w:hRule="exact" w:wrap="around" w:vAnchor="page" w:hAnchor="page" w:x="631" w:y="7006"/>
        <w:shd w:val="clear" w:color="auto" w:fill="FFFFFF"/>
        <w:tabs>
          <w:tab w:val="left" w:pos="2552"/>
        </w:tabs>
        <w:spacing w:after="0" w:line="240" w:lineRule="auto"/>
        <w:rPr>
          <w:b/>
          <w:sz w:val="20"/>
          <w:szCs w:val="20"/>
        </w:rPr>
      </w:pPr>
      <w:r w:rsidRPr="0085216D">
        <w:rPr>
          <w:b/>
        </w:rPr>
        <w:t>Niveau d’eau mesuré (m) </w:t>
      </w:r>
      <w:r w:rsidRPr="00834589">
        <w:rPr>
          <w:b/>
          <w:sz w:val="20"/>
          <w:szCs w:val="20"/>
        </w:rPr>
        <w:t xml:space="preserve">: </w:t>
      </w:r>
      <w:r w:rsidR="007361CF">
        <w:rPr>
          <w:snapToGrid w:val="0"/>
          <w:sz w:val="20"/>
          <w:szCs w:val="20"/>
        </w:rPr>
        <w:fldChar w:fldCharType="begin">
          <w:ffData>
            <w:name w:val="MESURE"/>
            <w:enabled/>
            <w:calcOnExit w:val="0"/>
            <w:textInput/>
          </w:ffData>
        </w:fldChar>
      </w:r>
      <w:bookmarkStart w:id="56" w:name="MESURE"/>
      <w:r w:rsidR="007361CF">
        <w:rPr>
          <w:snapToGrid w:val="0"/>
          <w:sz w:val="20"/>
          <w:szCs w:val="20"/>
        </w:rPr>
        <w:instrText xml:space="preserve"> FORMTEXT </w:instrText>
      </w:r>
      <w:r w:rsidR="007361CF">
        <w:rPr>
          <w:snapToGrid w:val="0"/>
          <w:sz w:val="20"/>
          <w:szCs w:val="20"/>
        </w:rPr>
      </w:r>
      <w:r w:rsidR="007361CF">
        <w:rPr>
          <w:snapToGrid w:val="0"/>
          <w:sz w:val="20"/>
          <w:szCs w:val="20"/>
        </w:rPr>
        <w:fldChar w:fldCharType="separate"/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snapToGrid w:val="0"/>
          <w:sz w:val="20"/>
          <w:szCs w:val="20"/>
        </w:rPr>
        <w:fldChar w:fldCharType="end"/>
      </w:r>
      <w:bookmarkEnd w:id="56"/>
    </w:p>
    <w:p w14:paraId="2110636E" w14:textId="093DE717" w:rsidR="00FD51D3" w:rsidRPr="00834589" w:rsidRDefault="00FD51D3" w:rsidP="00FD51D3">
      <w:pPr>
        <w:framePr w:w="4919" w:h="3646" w:hRule="exact" w:wrap="around" w:vAnchor="page" w:hAnchor="page" w:x="631" w:y="7006"/>
        <w:shd w:val="clear" w:color="auto" w:fill="FFFFFF"/>
        <w:tabs>
          <w:tab w:val="left" w:pos="2552"/>
        </w:tabs>
        <w:spacing w:after="0" w:line="240" w:lineRule="auto"/>
        <w:rPr>
          <w:b/>
          <w:sz w:val="20"/>
          <w:szCs w:val="20"/>
        </w:rPr>
      </w:pPr>
      <w:r w:rsidRPr="0085216D">
        <w:rPr>
          <w:b/>
        </w:rPr>
        <w:t xml:space="preserve">Date de la mesure : </w:t>
      </w:r>
      <w:r w:rsidR="007361CF">
        <w:rPr>
          <w:snapToGrid w:val="0"/>
          <w:sz w:val="20"/>
          <w:szCs w:val="20"/>
        </w:rPr>
        <w:fldChar w:fldCharType="begin">
          <w:ffData>
            <w:name w:val="DATE_MESURE"/>
            <w:enabled/>
            <w:calcOnExit w:val="0"/>
            <w:textInput/>
          </w:ffData>
        </w:fldChar>
      </w:r>
      <w:bookmarkStart w:id="57" w:name="DATE_MESURE"/>
      <w:r w:rsidR="007361CF">
        <w:rPr>
          <w:snapToGrid w:val="0"/>
          <w:sz w:val="20"/>
          <w:szCs w:val="20"/>
        </w:rPr>
        <w:instrText xml:space="preserve"> FORMTEXT </w:instrText>
      </w:r>
      <w:r w:rsidR="007361CF">
        <w:rPr>
          <w:snapToGrid w:val="0"/>
          <w:sz w:val="20"/>
          <w:szCs w:val="20"/>
        </w:rPr>
      </w:r>
      <w:r w:rsidR="007361CF">
        <w:rPr>
          <w:snapToGrid w:val="0"/>
          <w:sz w:val="20"/>
          <w:szCs w:val="20"/>
        </w:rPr>
        <w:fldChar w:fldCharType="separate"/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noProof/>
          <w:snapToGrid w:val="0"/>
          <w:sz w:val="20"/>
          <w:szCs w:val="20"/>
        </w:rPr>
        <w:t> </w:t>
      </w:r>
      <w:r w:rsidR="007361CF">
        <w:rPr>
          <w:snapToGrid w:val="0"/>
          <w:sz w:val="20"/>
          <w:szCs w:val="20"/>
        </w:rPr>
        <w:fldChar w:fldCharType="end"/>
      </w:r>
      <w:bookmarkEnd w:id="57"/>
    </w:p>
    <w:p w14:paraId="0CC3380C" w14:textId="72AA327E" w:rsidR="00FD51D3" w:rsidRPr="005A6FF3" w:rsidRDefault="007361CF" w:rsidP="00FD51D3">
      <w:pPr>
        <w:framePr w:w="5041" w:h="4201" w:hRule="exact" w:wrap="notBeside" w:vAnchor="page" w:hAnchor="page" w:x="6151" w:y="6916"/>
        <w:shd w:val="clear" w:color="auto" w:fill="FFFFFF"/>
        <w:tabs>
          <w:tab w:val="left" w:pos="2410"/>
        </w:tabs>
        <w:spacing w:after="0" w:line="240" w:lineRule="auto"/>
        <w:jc w:val="center"/>
      </w:pPr>
      <w:r>
        <w:rPr>
          <w:snapToGrid w:val="0"/>
          <w:sz w:val="24"/>
          <w:szCs w:val="24"/>
        </w:rPr>
        <w:fldChar w:fldCharType="begin">
          <w:ffData>
            <w:name w:val="PHOTO_STATION"/>
            <w:enabled/>
            <w:calcOnExit w:val="0"/>
            <w:textInput/>
          </w:ffData>
        </w:fldChar>
      </w:r>
      <w:bookmarkStart w:id="58" w:name="PHOTO_STATION"/>
      <w:r>
        <w:rPr>
          <w:snapToGrid w:val="0"/>
          <w:sz w:val="24"/>
          <w:szCs w:val="24"/>
        </w:rPr>
        <w:instrText xml:space="preserve"> FORMTEXT </w:instrText>
      </w:r>
      <w:r>
        <w:rPr>
          <w:snapToGrid w:val="0"/>
          <w:sz w:val="24"/>
          <w:szCs w:val="24"/>
        </w:rPr>
      </w:r>
      <w:r>
        <w:rPr>
          <w:snapToGrid w:val="0"/>
          <w:sz w:val="24"/>
          <w:szCs w:val="24"/>
        </w:rPr>
        <w:fldChar w:fldCharType="separate"/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snapToGrid w:val="0"/>
          <w:sz w:val="24"/>
          <w:szCs w:val="24"/>
        </w:rPr>
        <w:fldChar w:fldCharType="end"/>
      </w:r>
      <w:bookmarkEnd w:id="58"/>
    </w:p>
    <w:p w14:paraId="3849E9F8" w14:textId="77777777" w:rsidR="00AF203E" w:rsidRDefault="00AF203E" w:rsidP="006176BD">
      <w:pPr>
        <w:sectPr w:rsidR="00AF203E" w:rsidSect="0027146D">
          <w:pgSz w:w="11906" w:h="16838"/>
          <w:pgMar w:top="1417" w:right="1417" w:bottom="993" w:left="1417" w:header="708" w:footer="202" w:gutter="0"/>
          <w:cols w:space="708"/>
          <w:docGrid w:linePitch="360"/>
        </w:sectPr>
      </w:pPr>
    </w:p>
    <w:p w14:paraId="06A19F1F" w14:textId="1B9AD958" w:rsidR="006D0B51" w:rsidRPr="005516A1" w:rsidRDefault="00AB4630" w:rsidP="00AE0816">
      <w:pPr>
        <w:framePr w:w="2670" w:wrap="auto" w:vAnchor="page" w:hAnchor="page" w:x="651" w:y="16171"/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cs="Calibri"/>
          <w:sz w:val="13"/>
          <w:szCs w:val="13"/>
        </w:rPr>
      </w:pPr>
      <w:r w:rsidRPr="005516A1">
        <w:rPr>
          <w:rFonts w:cs="Calibri"/>
          <w:color w:val="000000"/>
          <w:sz w:val="13"/>
          <w:szCs w:val="13"/>
        </w:rPr>
        <w:lastRenderedPageBreak/>
        <w:t>Dernière mise-à-jour :</w:t>
      </w:r>
      <w:r w:rsidR="006D0B51" w:rsidRPr="005516A1">
        <w:rPr>
          <w:rFonts w:cs="Calibri"/>
          <w:color w:val="000000"/>
          <w:sz w:val="13"/>
          <w:szCs w:val="13"/>
        </w:rPr>
        <w:t xml:space="preserve"> </w:t>
      </w:r>
      <w:r w:rsidR="007361CF">
        <w:rPr>
          <w:rFonts w:cs="Calibri"/>
          <w:snapToGrid w:val="0"/>
          <w:sz w:val="13"/>
          <w:szCs w:val="13"/>
        </w:rPr>
        <w:fldChar w:fldCharType="begin">
          <w:ffData>
            <w:name w:val="DATE_EDITION_3"/>
            <w:enabled/>
            <w:calcOnExit w:val="0"/>
            <w:textInput/>
          </w:ffData>
        </w:fldChar>
      </w:r>
      <w:bookmarkStart w:id="59" w:name="DATE_EDITION_3"/>
      <w:r w:rsidR="007361CF">
        <w:rPr>
          <w:rFonts w:cs="Calibri"/>
          <w:snapToGrid w:val="0"/>
          <w:sz w:val="13"/>
          <w:szCs w:val="13"/>
        </w:rPr>
        <w:instrText xml:space="preserve"> FORMTEXT </w:instrText>
      </w:r>
      <w:r w:rsidR="007361CF">
        <w:rPr>
          <w:rFonts w:cs="Calibri"/>
          <w:snapToGrid w:val="0"/>
          <w:sz w:val="13"/>
          <w:szCs w:val="13"/>
        </w:rPr>
      </w:r>
      <w:r w:rsidR="007361CF">
        <w:rPr>
          <w:rFonts w:cs="Calibri"/>
          <w:snapToGrid w:val="0"/>
          <w:sz w:val="13"/>
          <w:szCs w:val="13"/>
        </w:rPr>
        <w:fldChar w:fldCharType="separate"/>
      </w:r>
      <w:r w:rsidR="007361CF">
        <w:rPr>
          <w:rFonts w:cs="Calibri"/>
          <w:noProof/>
          <w:snapToGrid w:val="0"/>
          <w:sz w:val="13"/>
          <w:szCs w:val="13"/>
        </w:rPr>
        <w:t> </w:t>
      </w:r>
      <w:r w:rsidR="007361CF">
        <w:rPr>
          <w:rFonts w:cs="Calibri"/>
          <w:noProof/>
          <w:snapToGrid w:val="0"/>
          <w:sz w:val="13"/>
          <w:szCs w:val="13"/>
        </w:rPr>
        <w:t> </w:t>
      </w:r>
      <w:r w:rsidR="007361CF">
        <w:rPr>
          <w:rFonts w:cs="Calibri"/>
          <w:noProof/>
          <w:snapToGrid w:val="0"/>
          <w:sz w:val="13"/>
          <w:szCs w:val="13"/>
        </w:rPr>
        <w:t> </w:t>
      </w:r>
      <w:r w:rsidR="007361CF">
        <w:rPr>
          <w:rFonts w:cs="Calibri"/>
          <w:noProof/>
          <w:snapToGrid w:val="0"/>
          <w:sz w:val="13"/>
          <w:szCs w:val="13"/>
        </w:rPr>
        <w:t> </w:t>
      </w:r>
      <w:r w:rsidR="007361CF">
        <w:rPr>
          <w:rFonts w:cs="Calibri"/>
          <w:noProof/>
          <w:snapToGrid w:val="0"/>
          <w:sz w:val="13"/>
          <w:szCs w:val="13"/>
        </w:rPr>
        <w:t> </w:t>
      </w:r>
      <w:r w:rsidR="007361CF">
        <w:rPr>
          <w:rFonts w:cs="Calibri"/>
          <w:snapToGrid w:val="0"/>
          <w:sz w:val="13"/>
          <w:szCs w:val="13"/>
        </w:rPr>
        <w:fldChar w:fldCharType="end"/>
      </w:r>
      <w:bookmarkEnd w:id="59"/>
    </w:p>
    <w:p w14:paraId="01621B71" w14:textId="60C49B5A" w:rsidR="005F5891" w:rsidRDefault="005F5891" w:rsidP="00AB4630">
      <w:pPr>
        <w:framePr w:w="4681" w:h="436" w:hRule="exact" w:wrap="notBeside" w:vAnchor="page" w:hAnchor="page" w:x="7247" w:y="864"/>
        <w:spacing w:after="120" w:line="240" w:lineRule="auto"/>
        <w:ind w:left="709"/>
      </w:pPr>
      <w:r w:rsidRPr="005F5891">
        <w:rPr>
          <w:b/>
        </w:rPr>
        <w:t>N° National :</w:t>
      </w:r>
      <w:r>
        <w:t> </w:t>
      </w:r>
      <w:r w:rsidR="007361CF">
        <w:rPr>
          <w:snapToGrid w:val="0"/>
          <w:sz w:val="24"/>
          <w:szCs w:val="24"/>
        </w:rPr>
        <w:fldChar w:fldCharType="begin">
          <w:ffData>
            <w:name w:val="CODE_BSS3"/>
            <w:enabled/>
            <w:calcOnExit w:val="0"/>
            <w:textInput/>
          </w:ffData>
        </w:fldChar>
      </w:r>
      <w:bookmarkStart w:id="60" w:name="CODE_BSS3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60"/>
      <w:r>
        <w:t>/</w:t>
      </w:r>
      <w:r w:rsidRPr="005F5891">
        <w:rPr>
          <w:snapToGrid w:val="0"/>
          <w:color w:val="0000FF"/>
          <w:sz w:val="24"/>
          <w:szCs w:val="24"/>
        </w:rPr>
        <w:t xml:space="preserve"> </w:t>
      </w:r>
      <w:r w:rsidR="007361CF">
        <w:rPr>
          <w:snapToGrid w:val="0"/>
          <w:sz w:val="24"/>
          <w:szCs w:val="24"/>
        </w:rPr>
        <w:fldChar w:fldCharType="begin">
          <w:ffData>
            <w:name w:val="DESIGNATION3"/>
            <w:enabled/>
            <w:calcOnExit w:val="0"/>
            <w:textInput/>
          </w:ffData>
        </w:fldChar>
      </w:r>
      <w:bookmarkStart w:id="61" w:name="DESIGNATION3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61"/>
    </w:p>
    <w:p w14:paraId="2BC373DA" w14:textId="77777777" w:rsidR="005F5891" w:rsidRDefault="005F5891" w:rsidP="00AB4630">
      <w:pPr>
        <w:framePr w:w="4681" w:h="436" w:hRule="exact" w:wrap="notBeside" w:vAnchor="page" w:hAnchor="page" w:x="7247" w:y="864"/>
        <w:spacing w:after="0" w:line="240" w:lineRule="auto"/>
      </w:pPr>
    </w:p>
    <w:p w14:paraId="044035B6" w14:textId="46921645" w:rsidR="001C3463" w:rsidRPr="005A6FF3" w:rsidRDefault="007361CF" w:rsidP="00DB4EF1">
      <w:pPr>
        <w:framePr w:w="9401" w:h="12846" w:hRule="exact" w:wrap="notBeside" w:vAnchor="page" w:hAnchor="page" w:x="1071" w:y="2281"/>
        <w:shd w:val="clear" w:color="auto" w:fill="FFFFFF"/>
        <w:tabs>
          <w:tab w:val="left" w:pos="2410"/>
        </w:tabs>
        <w:spacing w:after="0" w:line="240" w:lineRule="auto"/>
        <w:jc w:val="center"/>
      </w:pPr>
      <w:r>
        <w:rPr>
          <w:snapToGrid w:val="0"/>
          <w:sz w:val="24"/>
          <w:szCs w:val="24"/>
        </w:rPr>
        <w:fldChar w:fldCharType="begin">
          <w:ffData>
            <w:name w:val="PHOTO_COUPE"/>
            <w:enabled/>
            <w:calcOnExit w:val="0"/>
            <w:textInput/>
          </w:ffData>
        </w:fldChar>
      </w:r>
      <w:bookmarkStart w:id="62" w:name="PHOTO_COUPE"/>
      <w:r>
        <w:rPr>
          <w:snapToGrid w:val="0"/>
          <w:sz w:val="24"/>
          <w:szCs w:val="24"/>
        </w:rPr>
        <w:instrText xml:space="preserve"> FORMTEXT </w:instrText>
      </w:r>
      <w:r>
        <w:rPr>
          <w:snapToGrid w:val="0"/>
          <w:sz w:val="24"/>
          <w:szCs w:val="24"/>
        </w:rPr>
      </w:r>
      <w:r>
        <w:rPr>
          <w:snapToGrid w:val="0"/>
          <w:sz w:val="24"/>
          <w:szCs w:val="24"/>
        </w:rPr>
        <w:fldChar w:fldCharType="separate"/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snapToGrid w:val="0"/>
          <w:sz w:val="24"/>
          <w:szCs w:val="24"/>
        </w:rPr>
        <w:fldChar w:fldCharType="end"/>
      </w:r>
      <w:bookmarkEnd w:id="62"/>
    </w:p>
    <w:p w14:paraId="2E5938FC" w14:textId="77777777" w:rsidR="006176BD" w:rsidRDefault="00BD56AB">
      <w:r>
        <w:rPr>
          <w:noProof/>
          <w:lang w:eastAsia="fr-FR"/>
        </w:rPr>
        <w:drawing>
          <wp:anchor distT="0" distB="0" distL="114300" distR="114300" simplePos="0" relativeHeight="251675136" behindDoc="1" locked="0" layoutInCell="1" allowOverlap="1" wp14:anchorId="566C65A5" wp14:editId="178453D8">
            <wp:simplePos x="0" y="0"/>
            <wp:positionH relativeFrom="page">
              <wp:posOffset>-19050</wp:posOffset>
            </wp:positionH>
            <wp:positionV relativeFrom="paragraph">
              <wp:posOffset>-9525</wp:posOffset>
            </wp:positionV>
            <wp:extent cx="7778750" cy="285750"/>
            <wp:effectExtent l="0" t="0" r="0" b="0"/>
            <wp:wrapNone/>
            <wp:docPr id="98" name="Image 98" descr="Aprona bandea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Aprona bandeau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8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 wp14:anchorId="4A914455" wp14:editId="41F759EE">
                <wp:simplePos x="0" y="0"/>
                <wp:positionH relativeFrom="column">
                  <wp:posOffset>-253365</wp:posOffset>
                </wp:positionH>
                <wp:positionV relativeFrom="page">
                  <wp:posOffset>1140460</wp:posOffset>
                </wp:positionV>
                <wp:extent cx="6022975" cy="273050"/>
                <wp:effectExtent l="8255" t="6985" r="7620" b="5715"/>
                <wp:wrapNone/>
                <wp:docPr id="11" name="Organigramme : Alternativ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22975" cy="273050"/>
                        </a:xfrm>
                        <a:prstGeom prst="flowChartAlternateProcess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968D09" w14:textId="77777777" w:rsidR="00AB4630" w:rsidRPr="00170148" w:rsidRDefault="00006F2D" w:rsidP="00AB4630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COUPE HYDROGEOLOGIQUE DE L’OUVRAGE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914455" id="_x0000_s1047" type="#_x0000_t176" style="position:absolute;margin-left:-19.95pt;margin-top:89.8pt;width:474.25pt;height:21.5pt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" o:allowincell="f" fillcolor="#d9d9d9" stroked="f" strokeweight="2pt">
                <v:textbox inset="0,0,0,0">
                  <w:txbxContent>
                    <w:p w14:paraId="76968D09" w14:textId="77777777" w:rsidR="00AB4630" w:rsidRPr="00170148" w:rsidRDefault="00006F2D" w:rsidP="00AB4630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COUPE HYDROGEOLOGIQUE DE L’OUVRAGE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 wp14:anchorId="4941CC43" wp14:editId="7C460725">
                <wp:simplePos x="0" y="0"/>
                <wp:positionH relativeFrom="column">
                  <wp:posOffset>-287020</wp:posOffset>
                </wp:positionH>
                <wp:positionV relativeFrom="page">
                  <wp:posOffset>1104900</wp:posOffset>
                </wp:positionV>
                <wp:extent cx="6085205" cy="8526145"/>
                <wp:effectExtent l="12700" t="19050" r="17145" b="17780"/>
                <wp:wrapNone/>
                <wp:docPr id="10" name="Rectangle à coins arrondi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5205" cy="8526145"/>
                        </a:xfrm>
                        <a:prstGeom prst="roundRect">
                          <a:avLst>
                            <a:gd name="adj" fmla="val 806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385D8A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59CA080" w14:textId="77777777" w:rsidR="00AB4630" w:rsidRDefault="00AB4630" w:rsidP="00AB463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64C5F2EA" w14:textId="77777777" w:rsidR="00AB4630" w:rsidRDefault="00AB4630" w:rsidP="00AB463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1904DF7D" w14:textId="77777777" w:rsidR="00AB4630" w:rsidRDefault="00AB4630" w:rsidP="00AB463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6AFE8823" w14:textId="77777777" w:rsidR="00AB4630" w:rsidRDefault="00AB4630" w:rsidP="00AB463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41B99CBA" w14:textId="77777777" w:rsidR="00AB4630" w:rsidRDefault="00AB4630" w:rsidP="00AB463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8BE68B6" w14:textId="77777777" w:rsidR="00AB4630" w:rsidRDefault="00AB4630" w:rsidP="00AB463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BC3B921" w14:textId="77777777" w:rsidR="00AB4630" w:rsidRDefault="00AB4630" w:rsidP="00AB463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6EA1E480" w14:textId="77777777" w:rsidR="00AB4630" w:rsidRDefault="00AB4630" w:rsidP="00AB463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53C80792" w14:textId="77777777" w:rsidR="00AB4630" w:rsidRDefault="00AB4630" w:rsidP="00AB463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3BD75CA8" w14:textId="77777777" w:rsidR="00AB4630" w:rsidRDefault="00AB4630" w:rsidP="00AB463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500A7318" w14:textId="77777777" w:rsidR="00AB4630" w:rsidRDefault="00AB4630" w:rsidP="00AB463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3BEE464C" w14:textId="77777777" w:rsidR="00AB4630" w:rsidRDefault="00AB4630" w:rsidP="00AB463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3F0B9EA3" w14:textId="77777777" w:rsidR="00AB4630" w:rsidRDefault="00AB4630" w:rsidP="00AB463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3BD1A291" w14:textId="77777777" w:rsidR="00AB4630" w:rsidRDefault="00AB4630" w:rsidP="00AB463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745655DC" w14:textId="77777777" w:rsidR="00AB4630" w:rsidRDefault="00AB4630" w:rsidP="00AB463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2F28DA2D" w14:textId="77777777" w:rsidR="00AB4630" w:rsidRDefault="00AB4630" w:rsidP="00AB463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4D46B090" w14:textId="77777777" w:rsidR="00AB4630" w:rsidRDefault="00AB4630" w:rsidP="00AB463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2BF05157" w14:textId="77777777" w:rsidR="00AB4630" w:rsidRDefault="00AB4630" w:rsidP="00AB463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3D6D45F4" w14:textId="77777777" w:rsidR="00AB4630" w:rsidRDefault="00AB4630" w:rsidP="00AB463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24218932" w14:textId="77777777" w:rsidR="00AB4630" w:rsidRDefault="00AB4630" w:rsidP="00AB463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3598F7B1" w14:textId="77777777" w:rsidR="00AB4630" w:rsidRDefault="00AB4630" w:rsidP="00AB46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941CC43" id="_x0000_s1048" style="position:absolute;margin-left:-22.6pt;margin-top:87pt;width:479.15pt;height:671.35pt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arcsize="5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" o:allowincell="f" strokecolor="#385d8a" strokeweight="2pt">
                <v:textbox inset="0,0,0,0">
                  <w:txbxContent>
                    <w:p w14:paraId="059CA080" w14:textId="77777777" w:rsidR="00AB4630" w:rsidRDefault="00AB4630" w:rsidP="00AB4630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64C5F2EA" w14:textId="77777777" w:rsidR="00AB4630" w:rsidRDefault="00AB4630" w:rsidP="00AB4630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1904DF7D" w14:textId="77777777" w:rsidR="00AB4630" w:rsidRDefault="00AB4630" w:rsidP="00AB4630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6AFE8823" w14:textId="77777777" w:rsidR="00AB4630" w:rsidRDefault="00AB4630" w:rsidP="00AB4630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41B99CBA" w14:textId="77777777" w:rsidR="00AB4630" w:rsidRDefault="00AB4630" w:rsidP="00AB4630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8BE68B6" w14:textId="77777777" w:rsidR="00AB4630" w:rsidRDefault="00AB4630" w:rsidP="00AB4630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BC3B921" w14:textId="77777777" w:rsidR="00AB4630" w:rsidRDefault="00AB4630" w:rsidP="00AB4630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6EA1E480" w14:textId="77777777" w:rsidR="00AB4630" w:rsidRDefault="00AB4630" w:rsidP="00AB4630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53C80792" w14:textId="77777777" w:rsidR="00AB4630" w:rsidRDefault="00AB4630" w:rsidP="00AB4630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3BD75CA8" w14:textId="77777777" w:rsidR="00AB4630" w:rsidRDefault="00AB4630" w:rsidP="00AB4630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500A7318" w14:textId="77777777" w:rsidR="00AB4630" w:rsidRDefault="00AB4630" w:rsidP="00AB4630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3BEE464C" w14:textId="77777777" w:rsidR="00AB4630" w:rsidRDefault="00AB4630" w:rsidP="00AB4630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3F0B9EA3" w14:textId="77777777" w:rsidR="00AB4630" w:rsidRDefault="00AB4630" w:rsidP="00AB4630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3BD1A291" w14:textId="77777777" w:rsidR="00AB4630" w:rsidRDefault="00AB4630" w:rsidP="00AB4630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745655DC" w14:textId="77777777" w:rsidR="00AB4630" w:rsidRDefault="00AB4630" w:rsidP="00AB4630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2F28DA2D" w14:textId="77777777" w:rsidR="00AB4630" w:rsidRDefault="00AB4630" w:rsidP="00AB4630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4D46B090" w14:textId="77777777" w:rsidR="00AB4630" w:rsidRDefault="00AB4630" w:rsidP="00AB4630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2BF05157" w14:textId="77777777" w:rsidR="00AB4630" w:rsidRDefault="00AB4630" w:rsidP="00AB4630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3D6D45F4" w14:textId="77777777" w:rsidR="00AB4630" w:rsidRDefault="00AB4630" w:rsidP="00AB4630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24218932" w14:textId="77777777" w:rsidR="00AB4630" w:rsidRDefault="00AB4630" w:rsidP="00AB4630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3598F7B1" w14:textId="77777777" w:rsidR="00AB4630" w:rsidRDefault="00AB4630" w:rsidP="00AB4630">
                      <w:pPr>
                        <w:jc w:val="center"/>
                      </w:pPr>
                    </w:p>
                  </w:txbxContent>
                </v:textbox>
                <w10:wrap anchory="page"/>
              </v:roundrect>
            </w:pict>
          </mc:Fallback>
        </mc:AlternateContent>
      </w:r>
      <w:r w:rsidR="006176BD">
        <w:br w:type="page"/>
      </w:r>
      <w:r>
        <w:rPr>
          <w:noProof/>
          <w:lang w:eastAsia="fr-FR"/>
        </w:rPr>
        <w:drawing>
          <wp:anchor distT="0" distB="0" distL="114300" distR="114300" simplePos="0" relativeHeight="251676160" behindDoc="1" locked="0" layoutInCell="1" allowOverlap="1" wp14:anchorId="258D0A5B" wp14:editId="2ED31EE6">
            <wp:simplePos x="0" y="0"/>
            <wp:positionH relativeFrom="page">
              <wp:posOffset>-19050</wp:posOffset>
            </wp:positionH>
            <wp:positionV relativeFrom="paragraph">
              <wp:posOffset>-9525</wp:posOffset>
            </wp:positionV>
            <wp:extent cx="7778750" cy="285750"/>
            <wp:effectExtent l="0" t="0" r="0" b="0"/>
            <wp:wrapNone/>
            <wp:docPr id="99" name="Image 99" descr="Aprona bandea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Aprona bandeau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8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EBDDAC" w14:textId="02BC0C54" w:rsidR="005F5891" w:rsidRDefault="005F5891" w:rsidP="00AB4630">
      <w:pPr>
        <w:framePr w:w="4681" w:h="436" w:hRule="exact" w:wrap="notBeside" w:vAnchor="page" w:hAnchor="page" w:x="7231" w:y="805"/>
        <w:spacing w:after="120" w:line="240" w:lineRule="auto"/>
        <w:ind w:left="709"/>
      </w:pPr>
      <w:r w:rsidRPr="005F5891">
        <w:rPr>
          <w:b/>
        </w:rPr>
        <w:lastRenderedPageBreak/>
        <w:t>N° National :</w:t>
      </w:r>
      <w:r>
        <w:t> </w:t>
      </w:r>
      <w:r w:rsidR="007361CF">
        <w:rPr>
          <w:snapToGrid w:val="0"/>
          <w:sz w:val="24"/>
          <w:szCs w:val="24"/>
        </w:rPr>
        <w:fldChar w:fldCharType="begin">
          <w:ffData>
            <w:name w:val="CODE_BSS4"/>
            <w:enabled/>
            <w:calcOnExit w:val="0"/>
            <w:textInput/>
          </w:ffData>
        </w:fldChar>
      </w:r>
      <w:bookmarkStart w:id="63" w:name="CODE_BSS4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63"/>
      <w:r>
        <w:t>/</w:t>
      </w:r>
      <w:r w:rsidRPr="005F5891">
        <w:rPr>
          <w:snapToGrid w:val="0"/>
          <w:color w:val="0000FF"/>
          <w:sz w:val="24"/>
          <w:szCs w:val="24"/>
        </w:rPr>
        <w:t xml:space="preserve"> </w:t>
      </w:r>
      <w:r w:rsidR="007361CF">
        <w:rPr>
          <w:snapToGrid w:val="0"/>
          <w:sz w:val="24"/>
          <w:szCs w:val="24"/>
        </w:rPr>
        <w:fldChar w:fldCharType="begin">
          <w:ffData>
            <w:name w:val="DESIGNATION4"/>
            <w:enabled/>
            <w:calcOnExit w:val="0"/>
            <w:textInput/>
          </w:ffData>
        </w:fldChar>
      </w:r>
      <w:bookmarkStart w:id="64" w:name="DESIGNATION4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64"/>
    </w:p>
    <w:p w14:paraId="06A3E192" w14:textId="77777777" w:rsidR="005F5891" w:rsidRDefault="005F5891" w:rsidP="00AB4630">
      <w:pPr>
        <w:framePr w:w="4681" w:h="436" w:hRule="exact" w:wrap="notBeside" w:vAnchor="page" w:hAnchor="page" w:x="7231" w:y="805"/>
        <w:spacing w:after="0" w:line="240" w:lineRule="auto"/>
      </w:pPr>
    </w:p>
    <w:p w14:paraId="58116435" w14:textId="300A50AD" w:rsidR="00DF4DDB" w:rsidRPr="005A6FF3" w:rsidRDefault="007361CF" w:rsidP="00DF4DDB">
      <w:pPr>
        <w:framePr w:w="4911" w:h="4381" w:hRule="exact" w:wrap="notBeside" w:vAnchor="page" w:hAnchor="page" w:x="6261" w:y="2191"/>
        <w:shd w:val="clear" w:color="auto" w:fill="FFFFFF"/>
        <w:spacing w:after="0" w:line="240" w:lineRule="auto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fldChar w:fldCharType="begin">
          <w:ffData>
            <w:name w:val="INTER_CT_NOM_6"/>
            <w:enabled/>
            <w:calcOnExit w:val="0"/>
            <w:textInput/>
          </w:ffData>
        </w:fldChar>
      </w:r>
      <w:bookmarkStart w:id="65" w:name="INTER_CT_NOM_6"/>
      <w:r>
        <w:rPr>
          <w:snapToGrid w:val="0"/>
          <w:sz w:val="24"/>
          <w:szCs w:val="24"/>
        </w:rPr>
        <w:instrText xml:space="preserve"> FORMTEXT </w:instrText>
      </w:r>
      <w:r>
        <w:rPr>
          <w:snapToGrid w:val="0"/>
          <w:sz w:val="24"/>
          <w:szCs w:val="24"/>
        </w:rPr>
      </w:r>
      <w:r>
        <w:rPr>
          <w:snapToGrid w:val="0"/>
          <w:sz w:val="24"/>
          <w:szCs w:val="24"/>
        </w:rPr>
        <w:fldChar w:fldCharType="separate"/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snapToGrid w:val="0"/>
          <w:sz w:val="24"/>
          <w:szCs w:val="24"/>
        </w:rPr>
        <w:fldChar w:fldCharType="end"/>
      </w:r>
      <w:bookmarkEnd w:id="65"/>
      <w:r w:rsidR="003007FD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fldChar w:fldCharType="begin">
          <w:ffData>
            <w:name w:val="INTER_NOM_6"/>
            <w:enabled/>
            <w:calcOnExit w:val="0"/>
            <w:textInput/>
          </w:ffData>
        </w:fldChar>
      </w:r>
      <w:bookmarkStart w:id="66" w:name="INTER_NOM_6"/>
      <w:r>
        <w:rPr>
          <w:snapToGrid w:val="0"/>
          <w:sz w:val="24"/>
          <w:szCs w:val="24"/>
        </w:rPr>
        <w:instrText xml:space="preserve"> FORMTEXT </w:instrText>
      </w:r>
      <w:r>
        <w:rPr>
          <w:snapToGrid w:val="0"/>
          <w:sz w:val="24"/>
          <w:szCs w:val="24"/>
        </w:rPr>
      </w:r>
      <w:r>
        <w:rPr>
          <w:snapToGrid w:val="0"/>
          <w:sz w:val="24"/>
          <w:szCs w:val="24"/>
        </w:rPr>
        <w:fldChar w:fldCharType="separate"/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snapToGrid w:val="0"/>
          <w:sz w:val="24"/>
          <w:szCs w:val="24"/>
        </w:rPr>
        <w:fldChar w:fldCharType="end"/>
      </w:r>
      <w:bookmarkEnd w:id="66"/>
    </w:p>
    <w:p w14:paraId="2E3E365C" w14:textId="77777777" w:rsidR="00DF4DDB" w:rsidRDefault="00DF4DDB" w:rsidP="00DF4DDB">
      <w:pPr>
        <w:framePr w:w="4911" w:h="4381" w:hRule="exact" w:wrap="notBeside" w:vAnchor="page" w:hAnchor="page" w:x="6261" w:y="2191"/>
        <w:shd w:val="clear" w:color="auto" w:fill="FFFFFF"/>
        <w:spacing w:after="0" w:line="240" w:lineRule="auto"/>
        <w:rPr>
          <w:b/>
        </w:rPr>
      </w:pPr>
    </w:p>
    <w:p w14:paraId="23B83533" w14:textId="6EF12EBE" w:rsidR="00DF4DDB" w:rsidRPr="00100F5B" w:rsidRDefault="00DF4DDB" w:rsidP="00DF4DDB">
      <w:pPr>
        <w:framePr w:w="4911" w:h="4381" w:hRule="exact" w:wrap="notBeside" w:vAnchor="page" w:hAnchor="page" w:x="6261" w:y="2191"/>
        <w:shd w:val="clear" w:color="auto" w:fill="FFFFFF"/>
        <w:spacing w:after="0" w:line="240" w:lineRule="auto"/>
        <w:rPr>
          <w:b/>
        </w:rPr>
      </w:pPr>
      <w:r w:rsidRPr="00100F5B">
        <w:rPr>
          <w:b/>
        </w:rPr>
        <w:t>Adresse :</w:t>
      </w:r>
      <w:r>
        <w:rPr>
          <w:b/>
        </w:rPr>
        <w:t xml:space="preserve"> </w:t>
      </w:r>
      <w:r w:rsidR="007361CF">
        <w:rPr>
          <w:snapToGrid w:val="0"/>
          <w:sz w:val="24"/>
          <w:szCs w:val="24"/>
        </w:rPr>
        <w:fldChar w:fldCharType="begin">
          <w:ffData>
            <w:name w:val="INTER_CT_ADD_6"/>
            <w:enabled/>
            <w:calcOnExit w:val="0"/>
            <w:textInput/>
          </w:ffData>
        </w:fldChar>
      </w:r>
      <w:bookmarkStart w:id="67" w:name="INTER_CT_ADD_6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67"/>
      <w:r>
        <w:rPr>
          <w:snapToGrid w:val="0"/>
          <w:color w:val="0000FF"/>
          <w:sz w:val="24"/>
          <w:szCs w:val="24"/>
        </w:rPr>
        <w:t xml:space="preserve"> </w:t>
      </w:r>
      <w:r w:rsidR="007361CF">
        <w:rPr>
          <w:snapToGrid w:val="0"/>
          <w:sz w:val="24"/>
          <w:szCs w:val="24"/>
        </w:rPr>
        <w:fldChar w:fldCharType="begin">
          <w:ffData>
            <w:name w:val="INTER_ADD_6"/>
            <w:enabled/>
            <w:calcOnExit w:val="0"/>
            <w:textInput/>
          </w:ffData>
        </w:fldChar>
      </w:r>
      <w:bookmarkStart w:id="68" w:name="INTER_ADD_6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68"/>
    </w:p>
    <w:p w14:paraId="6CDDADD5" w14:textId="15AA7E6E" w:rsidR="00DF4DDB" w:rsidRPr="00100F5B" w:rsidRDefault="00DF4DDB" w:rsidP="00DF4DDB">
      <w:pPr>
        <w:framePr w:w="4911" w:h="4381" w:hRule="exact" w:wrap="notBeside" w:vAnchor="page" w:hAnchor="page" w:x="6261" w:y="2191"/>
        <w:shd w:val="clear" w:color="auto" w:fill="FFFFFF"/>
        <w:spacing w:after="0" w:line="240" w:lineRule="auto"/>
        <w:rPr>
          <w:b/>
        </w:rPr>
      </w:pPr>
      <w:r w:rsidRPr="00100F5B">
        <w:rPr>
          <w:b/>
        </w:rPr>
        <w:t>Localité :</w:t>
      </w:r>
      <w:r>
        <w:rPr>
          <w:b/>
        </w:rPr>
        <w:t xml:space="preserve"> </w:t>
      </w:r>
      <w:r w:rsidR="007361CF">
        <w:rPr>
          <w:snapToGrid w:val="0"/>
          <w:sz w:val="24"/>
          <w:szCs w:val="24"/>
        </w:rPr>
        <w:fldChar w:fldCharType="begin">
          <w:ffData>
            <w:name w:val="INTER_CT_COMMUNE_6"/>
            <w:enabled/>
            <w:calcOnExit w:val="0"/>
            <w:textInput/>
          </w:ffData>
        </w:fldChar>
      </w:r>
      <w:bookmarkStart w:id="69" w:name="INTER_CT_COMMUNE_6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69"/>
      <w:r w:rsidR="0016667E">
        <w:rPr>
          <w:snapToGrid w:val="0"/>
          <w:sz w:val="24"/>
          <w:szCs w:val="24"/>
        </w:rPr>
        <w:t xml:space="preserve"> </w:t>
      </w:r>
      <w:r w:rsidR="007361CF">
        <w:rPr>
          <w:snapToGrid w:val="0"/>
          <w:sz w:val="24"/>
          <w:szCs w:val="24"/>
        </w:rPr>
        <w:fldChar w:fldCharType="begin">
          <w:ffData>
            <w:name w:val="INTER_COMMUNE_6"/>
            <w:enabled/>
            <w:calcOnExit w:val="0"/>
            <w:textInput/>
          </w:ffData>
        </w:fldChar>
      </w:r>
      <w:bookmarkStart w:id="70" w:name="INTER_COMMUNE_6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70"/>
    </w:p>
    <w:p w14:paraId="0F62A916" w14:textId="77777777" w:rsidR="00DF4DDB" w:rsidRPr="00100F5B" w:rsidRDefault="00DF4DDB" w:rsidP="00DF4DDB">
      <w:pPr>
        <w:framePr w:w="4911" w:h="4381" w:hRule="exact" w:wrap="notBeside" w:vAnchor="page" w:hAnchor="page" w:x="6261" w:y="2191"/>
        <w:shd w:val="clear" w:color="auto" w:fill="FFFFFF"/>
        <w:spacing w:after="0" w:line="240" w:lineRule="auto"/>
        <w:rPr>
          <w:b/>
        </w:rPr>
      </w:pPr>
      <w:r w:rsidRPr="00100F5B">
        <w:rPr>
          <w:b/>
        </w:rPr>
        <w:t>Téléphone(s) :</w:t>
      </w:r>
      <w:r>
        <w:rPr>
          <w:b/>
        </w:rPr>
        <w:t xml:space="preserve"> </w:t>
      </w:r>
    </w:p>
    <w:p w14:paraId="56FD6943" w14:textId="648CDCB4" w:rsidR="00D9006F" w:rsidRDefault="00D9006F" w:rsidP="00DF4DDB">
      <w:pPr>
        <w:framePr w:w="4911" w:h="4381" w:hRule="exact" w:wrap="notBeside" w:vAnchor="page" w:hAnchor="page" w:x="6261" w:y="2191"/>
        <w:shd w:val="clear" w:color="auto" w:fill="FFFFFF"/>
        <w:spacing w:after="0" w:line="240" w:lineRule="auto"/>
      </w:pPr>
      <w:r>
        <w:t>Domicile :</w:t>
      </w:r>
      <w:r w:rsidR="00812F43">
        <w:t xml:space="preserve"> </w:t>
      </w:r>
      <w:r w:rsidR="007361CF">
        <w:rPr>
          <w:snapToGrid w:val="0"/>
          <w:sz w:val="24"/>
          <w:szCs w:val="24"/>
        </w:rPr>
        <w:fldChar w:fldCharType="begin">
          <w:ffData>
            <w:name w:val="INTER_CT_TEL_6"/>
            <w:enabled/>
            <w:calcOnExit w:val="0"/>
            <w:textInput/>
          </w:ffData>
        </w:fldChar>
      </w:r>
      <w:bookmarkStart w:id="71" w:name="INTER_CT_TEL_6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71"/>
      <w:r w:rsidR="00CA1477">
        <w:rPr>
          <w:snapToGrid w:val="0"/>
          <w:sz w:val="24"/>
          <w:szCs w:val="24"/>
        </w:rPr>
        <w:t xml:space="preserve"> </w:t>
      </w:r>
      <w:r w:rsidR="007361CF">
        <w:rPr>
          <w:snapToGrid w:val="0"/>
          <w:sz w:val="24"/>
          <w:szCs w:val="24"/>
        </w:rPr>
        <w:fldChar w:fldCharType="begin">
          <w:ffData>
            <w:name w:val="INTER_CT_TEL2_6"/>
            <w:enabled/>
            <w:calcOnExit w:val="0"/>
            <w:textInput/>
          </w:ffData>
        </w:fldChar>
      </w:r>
      <w:bookmarkStart w:id="72" w:name="INTER_CT_TEL2_6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72"/>
    </w:p>
    <w:p w14:paraId="52BC18FD" w14:textId="4E2B32B6" w:rsidR="00DF4DDB" w:rsidRDefault="00DF4DDB" w:rsidP="00DF4DDB">
      <w:pPr>
        <w:framePr w:w="4911" w:h="4381" w:hRule="exact" w:wrap="notBeside" w:vAnchor="page" w:hAnchor="page" w:x="6261" w:y="2191"/>
        <w:shd w:val="clear" w:color="auto" w:fill="FFFFFF"/>
        <w:spacing w:after="0" w:line="240" w:lineRule="auto"/>
      </w:pPr>
      <w:r>
        <w:t xml:space="preserve">Travail : </w:t>
      </w:r>
      <w:r w:rsidR="007361CF">
        <w:rPr>
          <w:snapToGrid w:val="0"/>
          <w:sz w:val="24"/>
          <w:szCs w:val="24"/>
        </w:rPr>
        <w:fldChar w:fldCharType="begin">
          <w:ffData>
            <w:name w:val="INTER_BUR_6"/>
            <w:enabled/>
            <w:calcOnExit w:val="0"/>
            <w:textInput/>
          </w:ffData>
        </w:fldChar>
      </w:r>
      <w:bookmarkStart w:id="73" w:name="INTER_BUR_6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73"/>
    </w:p>
    <w:p w14:paraId="15178019" w14:textId="13884E6A" w:rsidR="00DF4DDB" w:rsidRDefault="00DF4DDB" w:rsidP="00DF4DDB">
      <w:pPr>
        <w:framePr w:w="4911" w:h="4381" w:hRule="exact" w:wrap="notBeside" w:vAnchor="page" w:hAnchor="page" w:x="6261" w:y="2191"/>
        <w:shd w:val="clear" w:color="auto" w:fill="FFFFFF"/>
        <w:spacing w:after="0" w:line="240" w:lineRule="auto"/>
      </w:pPr>
      <w:r>
        <w:t xml:space="preserve">Fax : </w:t>
      </w:r>
      <w:r w:rsidR="007361CF">
        <w:rPr>
          <w:snapToGrid w:val="0"/>
          <w:sz w:val="24"/>
          <w:szCs w:val="24"/>
        </w:rPr>
        <w:fldChar w:fldCharType="begin">
          <w:ffData>
            <w:name w:val="INTER_CT_FAX_6"/>
            <w:enabled/>
            <w:calcOnExit w:val="0"/>
            <w:textInput/>
          </w:ffData>
        </w:fldChar>
      </w:r>
      <w:bookmarkStart w:id="74" w:name="INTER_CT_FAX_6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74"/>
    </w:p>
    <w:p w14:paraId="4199FEEC" w14:textId="158C828B" w:rsidR="00DF4DDB" w:rsidRDefault="00DF4DDB" w:rsidP="00DF4DDB">
      <w:pPr>
        <w:framePr w:w="4911" w:h="4381" w:hRule="exact" w:wrap="notBeside" w:vAnchor="page" w:hAnchor="page" w:x="6261" w:y="2191"/>
        <w:shd w:val="clear" w:color="auto" w:fill="FFFFFF"/>
        <w:spacing w:after="0" w:line="240" w:lineRule="auto"/>
      </w:pPr>
      <w:r>
        <w:t xml:space="preserve">Portable : </w:t>
      </w:r>
      <w:r w:rsidR="007361CF">
        <w:rPr>
          <w:snapToGrid w:val="0"/>
          <w:sz w:val="24"/>
          <w:szCs w:val="24"/>
        </w:rPr>
        <w:fldChar w:fldCharType="begin">
          <w:ffData>
            <w:name w:val="INTER_CT_MOB_6"/>
            <w:enabled/>
            <w:calcOnExit w:val="0"/>
            <w:textInput/>
          </w:ffData>
        </w:fldChar>
      </w:r>
      <w:bookmarkStart w:id="75" w:name="INTER_CT_MOB_6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75"/>
      <w:r w:rsidR="00EB01DF">
        <w:rPr>
          <w:snapToGrid w:val="0"/>
          <w:sz w:val="24"/>
          <w:szCs w:val="24"/>
        </w:rPr>
        <w:t xml:space="preserve"> </w:t>
      </w:r>
      <w:r w:rsidR="007361CF">
        <w:rPr>
          <w:snapToGrid w:val="0"/>
          <w:sz w:val="24"/>
          <w:szCs w:val="24"/>
        </w:rPr>
        <w:fldChar w:fldCharType="begin">
          <w:ffData>
            <w:name w:val="INTER_MOB_6"/>
            <w:enabled/>
            <w:calcOnExit w:val="0"/>
            <w:textInput/>
          </w:ffData>
        </w:fldChar>
      </w:r>
      <w:bookmarkStart w:id="76" w:name="INTER_MOB_6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76"/>
    </w:p>
    <w:p w14:paraId="4BD57448" w14:textId="77777777" w:rsidR="00DF4DDB" w:rsidRDefault="00DF4DDB" w:rsidP="00DF4DDB">
      <w:pPr>
        <w:framePr w:w="4911" w:h="4381" w:hRule="exact" w:wrap="notBeside" w:vAnchor="page" w:hAnchor="page" w:x="6261" w:y="2191"/>
        <w:shd w:val="clear" w:color="auto" w:fill="FFFFFF"/>
        <w:spacing w:after="0" w:line="240" w:lineRule="auto"/>
      </w:pPr>
    </w:p>
    <w:p w14:paraId="56DAD21C" w14:textId="77777777" w:rsidR="008F340F" w:rsidRPr="00100F5B" w:rsidRDefault="008F340F" w:rsidP="008F340F">
      <w:pPr>
        <w:framePr w:w="4911" w:h="4381" w:hRule="exact" w:wrap="notBeside" w:vAnchor="page" w:hAnchor="page" w:x="6261" w:y="2191"/>
        <w:shd w:val="clear" w:color="auto" w:fill="FFFFFF"/>
        <w:spacing w:after="0" w:line="240" w:lineRule="auto"/>
        <w:rPr>
          <w:b/>
        </w:rPr>
      </w:pPr>
      <w:r w:rsidRPr="006010A3">
        <w:rPr>
          <w:b/>
        </w:rPr>
        <w:t>Courriel</w:t>
      </w:r>
      <w:r w:rsidRPr="00100F5B">
        <w:rPr>
          <w:b/>
        </w:rPr>
        <w:t> :</w:t>
      </w:r>
      <w:r>
        <w:rPr>
          <w:b/>
        </w:rPr>
        <w:t xml:space="preserve">  </w:t>
      </w:r>
    </w:p>
    <w:p w14:paraId="23BB61DA" w14:textId="166194E4" w:rsidR="008F340F" w:rsidRDefault="007361CF" w:rsidP="008F340F">
      <w:pPr>
        <w:framePr w:w="4911" w:h="4381" w:hRule="exact" w:wrap="notBeside" w:vAnchor="page" w:hAnchor="page" w:x="6261" w:y="2191"/>
        <w:shd w:val="clear" w:color="auto" w:fill="FFFFFF"/>
        <w:spacing w:after="0" w:line="240" w:lineRule="auto"/>
      </w:pPr>
      <w:r>
        <w:rPr>
          <w:snapToGrid w:val="0"/>
          <w:sz w:val="24"/>
          <w:szCs w:val="24"/>
        </w:rPr>
        <w:fldChar w:fldCharType="begin">
          <w:ffData>
            <w:name w:val="INTER_CT_EMAIL_6"/>
            <w:enabled/>
            <w:calcOnExit w:val="0"/>
            <w:textInput/>
          </w:ffData>
        </w:fldChar>
      </w:r>
      <w:bookmarkStart w:id="77" w:name="INTER_CT_EMAIL_6"/>
      <w:r>
        <w:rPr>
          <w:snapToGrid w:val="0"/>
          <w:sz w:val="24"/>
          <w:szCs w:val="24"/>
        </w:rPr>
        <w:instrText xml:space="preserve"> FORMTEXT </w:instrText>
      </w:r>
      <w:r>
        <w:rPr>
          <w:snapToGrid w:val="0"/>
          <w:sz w:val="24"/>
          <w:szCs w:val="24"/>
        </w:rPr>
      </w:r>
      <w:r>
        <w:rPr>
          <w:snapToGrid w:val="0"/>
          <w:sz w:val="24"/>
          <w:szCs w:val="24"/>
        </w:rPr>
        <w:fldChar w:fldCharType="separate"/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snapToGrid w:val="0"/>
          <w:sz w:val="24"/>
          <w:szCs w:val="24"/>
        </w:rPr>
        <w:fldChar w:fldCharType="end"/>
      </w:r>
      <w:bookmarkEnd w:id="77"/>
    </w:p>
    <w:p w14:paraId="66A5AE53" w14:textId="77777777" w:rsidR="008F340F" w:rsidRDefault="008F340F" w:rsidP="00DF4DDB">
      <w:pPr>
        <w:framePr w:w="4911" w:h="4381" w:hRule="exact" w:wrap="notBeside" w:vAnchor="page" w:hAnchor="page" w:x="6261" w:y="2191"/>
        <w:shd w:val="clear" w:color="auto" w:fill="FFFFFF"/>
        <w:spacing w:after="0" w:line="240" w:lineRule="auto"/>
      </w:pPr>
    </w:p>
    <w:p w14:paraId="7D1DA6F3" w14:textId="77777777" w:rsidR="00DF4DDB" w:rsidRDefault="00DF4DDB" w:rsidP="00DF4DDB">
      <w:pPr>
        <w:framePr w:w="4911" w:h="4381" w:hRule="exact" w:wrap="notBeside" w:vAnchor="page" w:hAnchor="page" w:x="6261" w:y="2191"/>
        <w:shd w:val="clear" w:color="auto" w:fill="FFFFFF"/>
        <w:spacing w:after="0" w:line="240" w:lineRule="auto"/>
        <w:rPr>
          <w:b/>
        </w:rPr>
      </w:pPr>
      <w:r w:rsidRPr="00100F5B">
        <w:rPr>
          <w:b/>
        </w:rPr>
        <w:t>Autres :</w:t>
      </w:r>
      <w:r>
        <w:rPr>
          <w:b/>
        </w:rPr>
        <w:t xml:space="preserve"> </w:t>
      </w:r>
    </w:p>
    <w:p w14:paraId="759AC1B1" w14:textId="6C2DD693" w:rsidR="00DF4DDB" w:rsidRPr="005A6FF3" w:rsidRDefault="007361CF" w:rsidP="00DF4DDB">
      <w:pPr>
        <w:framePr w:w="4911" w:h="4381" w:hRule="exact" w:wrap="notBeside" w:vAnchor="page" w:hAnchor="page" w:x="6261" w:y="2191"/>
        <w:shd w:val="clear" w:color="auto" w:fill="FFFFFF"/>
        <w:spacing w:after="0" w:line="240" w:lineRule="auto"/>
        <w:rPr>
          <w:b/>
        </w:rPr>
      </w:pPr>
      <w:r>
        <w:rPr>
          <w:snapToGrid w:val="0"/>
          <w:sz w:val="24"/>
          <w:szCs w:val="24"/>
        </w:rPr>
        <w:fldChar w:fldCharType="begin">
          <w:ffData>
            <w:name w:val="INTER_CT_COMMENT_6"/>
            <w:enabled/>
            <w:calcOnExit w:val="0"/>
            <w:textInput/>
          </w:ffData>
        </w:fldChar>
      </w:r>
      <w:bookmarkStart w:id="78" w:name="INTER_CT_COMMENT_6"/>
      <w:r>
        <w:rPr>
          <w:snapToGrid w:val="0"/>
          <w:sz w:val="24"/>
          <w:szCs w:val="24"/>
        </w:rPr>
        <w:instrText xml:space="preserve"> FORMTEXT </w:instrText>
      </w:r>
      <w:r>
        <w:rPr>
          <w:snapToGrid w:val="0"/>
          <w:sz w:val="24"/>
          <w:szCs w:val="24"/>
        </w:rPr>
      </w:r>
      <w:r>
        <w:rPr>
          <w:snapToGrid w:val="0"/>
          <w:sz w:val="24"/>
          <w:szCs w:val="24"/>
        </w:rPr>
        <w:fldChar w:fldCharType="separate"/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snapToGrid w:val="0"/>
          <w:sz w:val="24"/>
          <w:szCs w:val="24"/>
        </w:rPr>
        <w:fldChar w:fldCharType="end"/>
      </w:r>
      <w:bookmarkEnd w:id="78"/>
    </w:p>
    <w:p w14:paraId="4D05A899" w14:textId="77777777" w:rsidR="006176BD" w:rsidRDefault="00BD56AB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944" behindDoc="1" locked="0" layoutInCell="0" allowOverlap="1" wp14:anchorId="74552F39" wp14:editId="03019D77">
                <wp:simplePos x="0" y="0"/>
                <wp:positionH relativeFrom="column">
                  <wp:posOffset>2999740</wp:posOffset>
                </wp:positionH>
                <wp:positionV relativeFrom="page">
                  <wp:posOffset>1096010</wp:posOffset>
                </wp:positionV>
                <wp:extent cx="3274695" cy="248285"/>
                <wp:effectExtent l="3810" t="635" r="7620" b="8255"/>
                <wp:wrapNone/>
                <wp:docPr id="9" name="Organigramme : Alternativ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4695" cy="248285"/>
                        </a:xfrm>
                        <a:prstGeom prst="flowChartAlternateProcess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3B121D" w14:textId="77777777" w:rsidR="00DB4EF1" w:rsidRPr="00170148" w:rsidRDefault="00006F2D" w:rsidP="00DB4EF1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EXPLOITANT</w:t>
                            </w:r>
                          </w:p>
                          <w:p w14:paraId="0A328FA5" w14:textId="77777777" w:rsidR="00DB4EF1" w:rsidRPr="00170148" w:rsidRDefault="00DB4EF1" w:rsidP="00DB4EF1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552F39" id="_x0000_s1049" type="#_x0000_t176" style="position:absolute;margin-left:236.2pt;margin-top:86.3pt;width:257.85pt;height:19.55pt;z-index:-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" o:allowincell="f" fillcolor="#d9d9d9" stroked="f" strokeweight="2pt">
                <v:textbox inset="0,0,0,0">
                  <w:txbxContent>
                    <w:p w14:paraId="193B121D" w14:textId="77777777" w:rsidR="00DB4EF1" w:rsidRPr="00170148" w:rsidRDefault="00006F2D" w:rsidP="00DB4EF1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EXPLOITANT</w:t>
                      </w:r>
                    </w:p>
                    <w:p w14:paraId="0A328FA5" w14:textId="77777777" w:rsidR="00DB4EF1" w:rsidRPr="00170148" w:rsidRDefault="00DB4EF1" w:rsidP="00DB4EF1">
                      <w:pPr>
                        <w:spacing w:after="0"/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920" behindDoc="0" locked="0" layoutInCell="0" allowOverlap="1" wp14:anchorId="7002862A" wp14:editId="2BE1F259">
                <wp:simplePos x="0" y="0"/>
                <wp:positionH relativeFrom="column">
                  <wp:posOffset>-538480</wp:posOffset>
                </wp:positionH>
                <wp:positionV relativeFrom="page">
                  <wp:posOffset>1102360</wp:posOffset>
                </wp:positionV>
                <wp:extent cx="3277235" cy="248285"/>
                <wp:effectExtent l="8890" t="6985" r="0" b="1905"/>
                <wp:wrapNone/>
                <wp:docPr id="8" name="Organigramme : Alternativ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7235" cy="248285"/>
                        </a:xfrm>
                        <a:prstGeom prst="flowChartAlternateProcess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286387" w14:textId="77777777" w:rsidR="00DB4EF1" w:rsidRPr="00170148" w:rsidRDefault="00DB4EF1" w:rsidP="00DB4EF1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170148">
                              <w:rPr>
                                <w:b/>
                              </w:rPr>
                              <w:t>P</w:t>
                            </w:r>
                            <w:r w:rsidR="00006F2D">
                              <w:rPr>
                                <w:b/>
                              </w:rPr>
                              <w:t>ROPRIETAIRE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02862A" id="_x0000_s1050" type="#_x0000_t176" style="position:absolute;margin-left:-42.4pt;margin-top:86.8pt;width:258.05pt;height:19.5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" o:allowincell="f" fillcolor="#d9d9d9" stroked="f" strokeweight="2pt">
                <v:textbox inset="0,0,0,0">
                  <w:txbxContent>
                    <w:p w14:paraId="0E286387" w14:textId="77777777" w:rsidR="00DB4EF1" w:rsidRPr="00170148" w:rsidRDefault="00DB4EF1" w:rsidP="00DB4EF1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170148">
                        <w:rPr>
                          <w:b/>
                        </w:rPr>
                        <w:t>P</w:t>
                      </w:r>
                      <w:r w:rsidR="00006F2D">
                        <w:rPr>
                          <w:b/>
                        </w:rPr>
                        <w:t>ROPRIETAIRE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896" behindDoc="1" locked="0" layoutInCell="0" allowOverlap="1" wp14:anchorId="161AF8E8" wp14:editId="23CB9514">
                <wp:simplePos x="0" y="0"/>
                <wp:positionH relativeFrom="column">
                  <wp:posOffset>-564515</wp:posOffset>
                </wp:positionH>
                <wp:positionV relativeFrom="page">
                  <wp:posOffset>1073150</wp:posOffset>
                </wp:positionV>
                <wp:extent cx="3329940" cy="3153410"/>
                <wp:effectExtent l="20955" t="15875" r="20955" b="21590"/>
                <wp:wrapNone/>
                <wp:docPr id="7" name="Rectangle à coins arrondi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9940" cy="3153410"/>
                        </a:xfrm>
                        <a:prstGeom prst="roundRect">
                          <a:avLst>
                            <a:gd name="adj" fmla="val 1431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385D8A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47479C9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2370D2BD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3A515169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5CACFE30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73A0577E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694977BB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42831D9F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3B142AB0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FB6782F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662D592C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74C2CC5D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702714C0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26540B74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14824CE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47B8A723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11F0BB51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5B4EC9F2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78A6399A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1BFCD058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4CD17C23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1B941F16" w14:textId="77777777" w:rsidR="00DB4EF1" w:rsidRDefault="00DB4EF1" w:rsidP="00DB4EF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61AF8E8" id="_x0000_s1051" style="position:absolute;margin-left:-44.45pt;margin-top:84.5pt;width:262.2pt;height:248.3pt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arcsize="93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" o:allowincell="f" strokecolor="#385d8a" strokeweight="2pt">
                <v:textbox inset="0,0,0,0">
                  <w:txbxContent>
                    <w:p w14:paraId="247479C9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2370D2BD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3A515169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5CACFE30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73A0577E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694977BB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42831D9F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3B142AB0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FB6782F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662D592C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74C2CC5D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702714C0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26540B74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14824CE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47B8A723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11F0BB51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5B4EC9F2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78A6399A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1BFCD058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4CD17C23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1B941F16" w14:textId="77777777" w:rsidR="00DB4EF1" w:rsidRDefault="00DB4EF1" w:rsidP="00DB4EF1">
                      <w:pPr>
                        <w:jc w:val="center"/>
                      </w:pPr>
                    </w:p>
                  </w:txbxContent>
                </v:textbox>
                <w10:wrap anchory="page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 wp14:anchorId="5422EDF7" wp14:editId="5B10046E">
                <wp:simplePos x="0" y="0"/>
                <wp:positionH relativeFrom="column">
                  <wp:posOffset>2969895</wp:posOffset>
                </wp:positionH>
                <wp:positionV relativeFrom="page">
                  <wp:posOffset>1066800</wp:posOffset>
                </wp:positionV>
                <wp:extent cx="3329940" cy="3153410"/>
                <wp:effectExtent l="21590" t="19050" r="20320" b="18415"/>
                <wp:wrapNone/>
                <wp:docPr id="6" name="Rectangle à coins arrondi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9940" cy="3153410"/>
                        </a:xfrm>
                        <a:prstGeom prst="roundRect">
                          <a:avLst>
                            <a:gd name="adj" fmla="val 1431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385D8A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5FFE458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74E80392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3DDDEC5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71B7E03D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3622789A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637969E9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43E0F1CD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27A91D5E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1DD85519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F457188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762132E3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72AA2F6A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5E9E694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793F72FC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122B28BB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1CC65917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05481F4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450A22C4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30E48ABA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4AAADB69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17B01CD2" w14:textId="77777777" w:rsidR="00DB4EF1" w:rsidRDefault="00DB4EF1" w:rsidP="00DB4EF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422EDF7" id="_x0000_s1052" style="position:absolute;margin-left:233.85pt;margin-top:84pt;width:262.2pt;height:248.3pt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arcsize="93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" o:allowincell="f" strokecolor="#385d8a" strokeweight="2pt">
                <v:textbox inset="0,0,0,0">
                  <w:txbxContent>
                    <w:p w14:paraId="75FFE458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74E80392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3DDDEC5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71B7E03D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3622789A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637969E9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43E0F1CD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27A91D5E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1DD85519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F457188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762132E3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72AA2F6A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5E9E694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793F72FC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122B28BB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1CC65917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05481F4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450A22C4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30E48ABA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4AAADB69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17B01CD2" w14:textId="77777777" w:rsidR="00DB4EF1" w:rsidRDefault="00DB4EF1" w:rsidP="00DB4EF1">
                      <w:pPr>
                        <w:jc w:val="center"/>
                      </w:pPr>
                    </w:p>
                  </w:txbxContent>
                </v:textbox>
                <w10:wrap anchory="page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040" behindDoc="1" locked="0" layoutInCell="0" allowOverlap="1" wp14:anchorId="1086D8CA" wp14:editId="20377548">
                <wp:simplePos x="0" y="0"/>
                <wp:positionH relativeFrom="column">
                  <wp:posOffset>2963545</wp:posOffset>
                </wp:positionH>
                <wp:positionV relativeFrom="page">
                  <wp:posOffset>4474845</wp:posOffset>
                </wp:positionV>
                <wp:extent cx="3329940" cy="3153410"/>
                <wp:effectExtent l="15240" t="17145" r="17145" b="20320"/>
                <wp:wrapNone/>
                <wp:docPr id="5" name="Rectangle à coins arrondi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9940" cy="3153410"/>
                        </a:xfrm>
                        <a:prstGeom prst="roundRect">
                          <a:avLst>
                            <a:gd name="adj" fmla="val 1431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385D8A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A788CA8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4DB8AE6C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41083136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7254C57F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39299405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B205977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7314CEF1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053F3E8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2FC0C49A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11432011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5731DF0D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2F46DC60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4C8122DF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1123903E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1C615C17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5E168F5B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22868E52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1F0EA7B9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10452612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47D24D6A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69F0C348" w14:textId="77777777" w:rsidR="00DB4EF1" w:rsidRDefault="00DB4EF1" w:rsidP="00DB4EF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86D8CA" id="_x0000_s1053" style="position:absolute;margin-left:233.35pt;margin-top:352.35pt;width:262.2pt;height:248.3pt;z-index:-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arcsize="93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" o:allowincell="f" strokecolor="#385d8a" strokeweight="2pt">
                <v:textbox inset="0,0,0,0">
                  <w:txbxContent>
                    <w:p w14:paraId="0A788CA8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4DB8AE6C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41083136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7254C57F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39299405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B205977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7314CEF1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053F3E8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2FC0C49A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11432011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5731DF0D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2F46DC60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4C8122DF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1123903E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1C615C17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5E168F5B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22868E52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1F0EA7B9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10452612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47D24D6A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69F0C348" w14:textId="77777777" w:rsidR="00DB4EF1" w:rsidRDefault="00DB4EF1" w:rsidP="00DB4EF1">
                      <w:pPr>
                        <w:jc w:val="center"/>
                      </w:pPr>
                    </w:p>
                  </w:txbxContent>
                </v:textbox>
                <w10:wrap anchory="page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016" behindDoc="1" locked="0" layoutInCell="0" allowOverlap="1" wp14:anchorId="0A9B11F8" wp14:editId="7A0CFD27">
                <wp:simplePos x="0" y="0"/>
                <wp:positionH relativeFrom="column">
                  <wp:posOffset>-564515</wp:posOffset>
                </wp:positionH>
                <wp:positionV relativeFrom="page">
                  <wp:posOffset>4474845</wp:posOffset>
                </wp:positionV>
                <wp:extent cx="3329940" cy="3153410"/>
                <wp:effectExtent l="20955" t="17145" r="20955" b="20320"/>
                <wp:wrapNone/>
                <wp:docPr id="4" name="Rectangle à coins arrondi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9940" cy="3153410"/>
                        </a:xfrm>
                        <a:prstGeom prst="roundRect">
                          <a:avLst>
                            <a:gd name="adj" fmla="val 1431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385D8A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345946A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7F5B940D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774BA5FD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2C2BD113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28008A9D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37D2722A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1F7299E4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A867122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62AEECC2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6BBDAC49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6687563E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71046DC0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51F347CC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7D16506C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5C182DFA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26A8BBA5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32336B08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799DCD52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35DAC491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24B3B93B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1DD5DC03" w14:textId="77777777" w:rsidR="00DB4EF1" w:rsidRDefault="00DB4EF1" w:rsidP="00DB4EF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9B11F8" id="_x0000_s1054" style="position:absolute;margin-left:-44.45pt;margin-top:352.35pt;width:262.2pt;height:248.3pt;z-index:-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arcsize="93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" o:allowincell="f" strokecolor="#385d8a" strokeweight="2pt">
                <v:textbox inset="0,0,0,0">
                  <w:txbxContent>
                    <w:p w14:paraId="6345946A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7F5B940D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774BA5FD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2C2BD113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28008A9D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37D2722A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1F7299E4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A867122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62AEECC2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6BBDAC49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6687563E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71046DC0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51F347CC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7D16506C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5C182DFA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26A8BBA5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32336B08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799DCD52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35DAC491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24B3B93B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1DD5DC03" w14:textId="77777777" w:rsidR="00DB4EF1" w:rsidRDefault="00DB4EF1" w:rsidP="00DB4EF1">
                      <w:pPr>
                        <w:jc w:val="center"/>
                      </w:pPr>
                    </w:p>
                  </w:txbxContent>
                </v:textbox>
                <w10:wrap anchory="page"/>
              </v:roundrect>
            </w:pict>
          </mc:Fallback>
        </mc:AlternateContent>
      </w:r>
    </w:p>
    <w:p w14:paraId="6D21D4D0" w14:textId="45E1FAA3" w:rsidR="00DB4EF1" w:rsidRPr="005A6FF3" w:rsidRDefault="007361CF" w:rsidP="00DF4DDB">
      <w:pPr>
        <w:framePr w:w="5001" w:h="4411" w:hRule="exact" w:wrap="notBeside" w:vAnchor="page" w:hAnchor="page" w:x="711" w:y="2201"/>
        <w:shd w:val="clear" w:color="auto" w:fill="FFFFFF"/>
        <w:spacing w:after="0" w:line="240" w:lineRule="auto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fldChar w:fldCharType="begin">
          <w:ffData>
            <w:name w:val="INTER_CT_NOM_5"/>
            <w:enabled/>
            <w:calcOnExit w:val="0"/>
            <w:textInput/>
          </w:ffData>
        </w:fldChar>
      </w:r>
      <w:bookmarkStart w:id="79" w:name="INTER_CT_NOM_5"/>
      <w:r>
        <w:rPr>
          <w:snapToGrid w:val="0"/>
          <w:sz w:val="24"/>
          <w:szCs w:val="24"/>
        </w:rPr>
        <w:instrText xml:space="preserve"> FORMTEXT </w:instrText>
      </w:r>
      <w:r>
        <w:rPr>
          <w:snapToGrid w:val="0"/>
          <w:sz w:val="24"/>
          <w:szCs w:val="24"/>
        </w:rPr>
      </w:r>
      <w:r>
        <w:rPr>
          <w:snapToGrid w:val="0"/>
          <w:sz w:val="24"/>
          <w:szCs w:val="24"/>
        </w:rPr>
        <w:fldChar w:fldCharType="separate"/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snapToGrid w:val="0"/>
          <w:sz w:val="24"/>
          <w:szCs w:val="24"/>
        </w:rPr>
        <w:fldChar w:fldCharType="end"/>
      </w:r>
      <w:bookmarkEnd w:id="79"/>
      <w:r w:rsidR="00DB4EF1" w:rsidRPr="008937BB">
        <w:rPr>
          <w:snapToGrid w:val="0"/>
          <w:color w:val="0000FF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fldChar w:fldCharType="begin">
          <w:ffData>
            <w:name w:val="INTER_NOM_5"/>
            <w:enabled/>
            <w:calcOnExit w:val="0"/>
            <w:textInput/>
          </w:ffData>
        </w:fldChar>
      </w:r>
      <w:bookmarkStart w:id="80" w:name="INTER_NOM_5"/>
      <w:r>
        <w:rPr>
          <w:snapToGrid w:val="0"/>
          <w:sz w:val="24"/>
          <w:szCs w:val="24"/>
        </w:rPr>
        <w:instrText xml:space="preserve"> FORMTEXT </w:instrText>
      </w:r>
      <w:r>
        <w:rPr>
          <w:snapToGrid w:val="0"/>
          <w:sz w:val="24"/>
          <w:szCs w:val="24"/>
        </w:rPr>
      </w:r>
      <w:r>
        <w:rPr>
          <w:snapToGrid w:val="0"/>
          <w:sz w:val="24"/>
          <w:szCs w:val="24"/>
        </w:rPr>
        <w:fldChar w:fldCharType="separate"/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snapToGrid w:val="0"/>
          <w:sz w:val="24"/>
          <w:szCs w:val="24"/>
        </w:rPr>
        <w:fldChar w:fldCharType="end"/>
      </w:r>
      <w:bookmarkEnd w:id="80"/>
    </w:p>
    <w:p w14:paraId="45EE2A98" w14:textId="77777777" w:rsidR="00DB4EF1" w:rsidRPr="005A6FF3" w:rsidRDefault="00DB4EF1" w:rsidP="00DF4DDB">
      <w:pPr>
        <w:framePr w:w="5001" w:h="4411" w:hRule="exact" w:wrap="notBeside" w:vAnchor="page" w:hAnchor="page" w:x="711" w:y="2201"/>
        <w:shd w:val="clear" w:color="auto" w:fill="FFFFFF"/>
        <w:spacing w:after="0" w:line="240" w:lineRule="auto"/>
        <w:rPr>
          <w:b/>
        </w:rPr>
      </w:pPr>
    </w:p>
    <w:p w14:paraId="5CE4ECF2" w14:textId="198966B5" w:rsidR="00DB4EF1" w:rsidRPr="00100F5B" w:rsidRDefault="00DB4EF1" w:rsidP="00DF4DDB">
      <w:pPr>
        <w:framePr w:w="5001" w:h="4411" w:hRule="exact" w:wrap="notBeside" w:vAnchor="page" w:hAnchor="page" w:x="711" w:y="2201"/>
        <w:shd w:val="clear" w:color="auto" w:fill="FFFFFF"/>
        <w:spacing w:after="0" w:line="240" w:lineRule="auto"/>
        <w:rPr>
          <w:b/>
        </w:rPr>
      </w:pPr>
      <w:r w:rsidRPr="00100F5B">
        <w:rPr>
          <w:b/>
        </w:rPr>
        <w:t>Adresse :</w:t>
      </w:r>
      <w:r>
        <w:rPr>
          <w:b/>
        </w:rPr>
        <w:t xml:space="preserve"> </w:t>
      </w:r>
      <w:r w:rsidR="007361CF">
        <w:rPr>
          <w:snapToGrid w:val="0"/>
          <w:sz w:val="24"/>
          <w:szCs w:val="24"/>
        </w:rPr>
        <w:fldChar w:fldCharType="begin">
          <w:ffData>
            <w:name w:val="INTER_CT_ADD_5"/>
            <w:enabled/>
            <w:calcOnExit w:val="0"/>
            <w:textInput/>
          </w:ffData>
        </w:fldChar>
      </w:r>
      <w:bookmarkStart w:id="81" w:name="INTER_CT_ADD_5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81"/>
      <w:r>
        <w:rPr>
          <w:snapToGrid w:val="0"/>
          <w:color w:val="0000FF"/>
          <w:sz w:val="24"/>
          <w:szCs w:val="24"/>
        </w:rPr>
        <w:t xml:space="preserve"> </w:t>
      </w:r>
      <w:r w:rsidR="007361CF">
        <w:rPr>
          <w:snapToGrid w:val="0"/>
          <w:sz w:val="24"/>
          <w:szCs w:val="24"/>
        </w:rPr>
        <w:fldChar w:fldCharType="begin">
          <w:ffData>
            <w:name w:val="INTER_ADD_5"/>
            <w:enabled/>
            <w:calcOnExit w:val="0"/>
            <w:textInput/>
          </w:ffData>
        </w:fldChar>
      </w:r>
      <w:bookmarkStart w:id="82" w:name="INTER_ADD_5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82"/>
    </w:p>
    <w:p w14:paraId="5562F70D" w14:textId="7D45ED62" w:rsidR="00DB4EF1" w:rsidRPr="00100F5B" w:rsidRDefault="00DB4EF1" w:rsidP="00DF4DDB">
      <w:pPr>
        <w:framePr w:w="5001" w:h="4411" w:hRule="exact" w:wrap="notBeside" w:vAnchor="page" w:hAnchor="page" w:x="711" w:y="2201"/>
        <w:shd w:val="clear" w:color="auto" w:fill="FFFFFF"/>
        <w:spacing w:after="0" w:line="240" w:lineRule="auto"/>
        <w:rPr>
          <w:b/>
        </w:rPr>
      </w:pPr>
      <w:r w:rsidRPr="00100F5B">
        <w:rPr>
          <w:b/>
        </w:rPr>
        <w:t>Localité :</w:t>
      </w:r>
      <w:r>
        <w:rPr>
          <w:b/>
        </w:rPr>
        <w:t xml:space="preserve"> </w:t>
      </w:r>
      <w:r w:rsidR="007361CF">
        <w:rPr>
          <w:snapToGrid w:val="0"/>
          <w:sz w:val="24"/>
          <w:szCs w:val="24"/>
        </w:rPr>
        <w:fldChar w:fldCharType="begin">
          <w:ffData>
            <w:name w:val="INTER_CT_COMMUNE_5"/>
            <w:enabled/>
            <w:calcOnExit w:val="0"/>
            <w:textInput/>
          </w:ffData>
        </w:fldChar>
      </w:r>
      <w:bookmarkStart w:id="83" w:name="INTER_CT_COMMUNE_5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83"/>
      <w:r w:rsidRPr="008937BB">
        <w:rPr>
          <w:snapToGrid w:val="0"/>
          <w:color w:val="0000FF"/>
          <w:sz w:val="24"/>
          <w:szCs w:val="24"/>
        </w:rPr>
        <w:t xml:space="preserve"> </w:t>
      </w:r>
      <w:r w:rsidR="007361CF">
        <w:rPr>
          <w:snapToGrid w:val="0"/>
          <w:sz w:val="24"/>
          <w:szCs w:val="24"/>
        </w:rPr>
        <w:fldChar w:fldCharType="begin">
          <w:ffData>
            <w:name w:val="INTER_COMMUNE_5"/>
            <w:enabled/>
            <w:calcOnExit w:val="0"/>
            <w:textInput/>
          </w:ffData>
        </w:fldChar>
      </w:r>
      <w:bookmarkStart w:id="84" w:name="INTER_COMMUNE_5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84"/>
    </w:p>
    <w:p w14:paraId="50AC8038" w14:textId="77777777" w:rsidR="00DB4EF1" w:rsidRPr="00100F5B" w:rsidRDefault="00DB4EF1" w:rsidP="00DF4DDB">
      <w:pPr>
        <w:framePr w:w="5001" w:h="4411" w:hRule="exact" w:wrap="notBeside" w:vAnchor="page" w:hAnchor="page" w:x="711" w:y="2201"/>
        <w:shd w:val="clear" w:color="auto" w:fill="FFFFFF"/>
        <w:spacing w:after="0" w:line="240" w:lineRule="auto"/>
        <w:rPr>
          <w:b/>
        </w:rPr>
      </w:pPr>
      <w:r w:rsidRPr="00100F5B">
        <w:rPr>
          <w:b/>
        </w:rPr>
        <w:t>Téléphone(s) :</w:t>
      </w:r>
    </w:p>
    <w:p w14:paraId="04BFBDAA" w14:textId="61935517" w:rsidR="00D9006F" w:rsidRDefault="00D9006F" w:rsidP="00DF4DDB">
      <w:pPr>
        <w:framePr w:w="5001" w:h="4411" w:hRule="exact" w:wrap="notBeside" w:vAnchor="page" w:hAnchor="page" w:x="711" w:y="2201"/>
        <w:shd w:val="clear" w:color="auto" w:fill="FFFFFF"/>
        <w:spacing w:after="0" w:line="240" w:lineRule="auto"/>
      </w:pPr>
      <w:r>
        <w:t>Domicile :</w:t>
      </w:r>
      <w:r w:rsidR="00812F43">
        <w:t xml:space="preserve"> </w:t>
      </w:r>
      <w:r w:rsidR="007361CF">
        <w:rPr>
          <w:snapToGrid w:val="0"/>
          <w:sz w:val="24"/>
          <w:szCs w:val="24"/>
        </w:rPr>
        <w:fldChar w:fldCharType="begin">
          <w:ffData>
            <w:name w:val="INTER_CT_TEL_5"/>
            <w:enabled/>
            <w:calcOnExit w:val="0"/>
            <w:textInput/>
          </w:ffData>
        </w:fldChar>
      </w:r>
      <w:bookmarkStart w:id="85" w:name="INTER_CT_TEL_5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85"/>
      <w:r w:rsidR="00CA1477">
        <w:rPr>
          <w:snapToGrid w:val="0"/>
          <w:sz w:val="24"/>
          <w:szCs w:val="24"/>
        </w:rPr>
        <w:t xml:space="preserve"> </w:t>
      </w:r>
      <w:r w:rsidR="007361CF">
        <w:rPr>
          <w:snapToGrid w:val="0"/>
          <w:sz w:val="24"/>
          <w:szCs w:val="24"/>
        </w:rPr>
        <w:fldChar w:fldCharType="begin">
          <w:ffData>
            <w:name w:val="INTER_CT_TEL2_5"/>
            <w:enabled/>
            <w:calcOnExit w:val="0"/>
            <w:textInput/>
          </w:ffData>
        </w:fldChar>
      </w:r>
      <w:bookmarkStart w:id="86" w:name="INTER_CT_TEL2_5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86"/>
    </w:p>
    <w:p w14:paraId="4ADBC3A7" w14:textId="18BF9A30" w:rsidR="00DB4EF1" w:rsidRDefault="00DB4EF1" w:rsidP="00DF4DDB">
      <w:pPr>
        <w:framePr w:w="5001" w:h="4411" w:hRule="exact" w:wrap="notBeside" w:vAnchor="page" w:hAnchor="page" w:x="711" w:y="2201"/>
        <w:shd w:val="clear" w:color="auto" w:fill="FFFFFF"/>
        <w:spacing w:after="0" w:line="240" w:lineRule="auto"/>
      </w:pPr>
      <w:r>
        <w:t xml:space="preserve">Travail : </w:t>
      </w:r>
      <w:r w:rsidR="007361CF">
        <w:rPr>
          <w:snapToGrid w:val="0"/>
          <w:sz w:val="24"/>
          <w:szCs w:val="24"/>
        </w:rPr>
        <w:fldChar w:fldCharType="begin">
          <w:ffData>
            <w:name w:val="INTER_BUR_5"/>
            <w:enabled/>
            <w:calcOnExit w:val="0"/>
            <w:textInput/>
          </w:ffData>
        </w:fldChar>
      </w:r>
      <w:bookmarkStart w:id="87" w:name="INTER_BUR_5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87"/>
    </w:p>
    <w:p w14:paraId="6BEDAD8A" w14:textId="5405EBD0" w:rsidR="00DB4EF1" w:rsidRDefault="00DB4EF1" w:rsidP="00DF4DDB">
      <w:pPr>
        <w:framePr w:w="5001" w:h="4411" w:hRule="exact" w:wrap="notBeside" w:vAnchor="page" w:hAnchor="page" w:x="711" w:y="2201"/>
        <w:shd w:val="clear" w:color="auto" w:fill="FFFFFF"/>
        <w:spacing w:after="0" w:line="240" w:lineRule="auto"/>
      </w:pPr>
      <w:r>
        <w:t>Fax :</w:t>
      </w:r>
      <w:r w:rsidRPr="008937BB">
        <w:rPr>
          <w:snapToGrid w:val="0"/>
          <w:color w:val="0000FF"/>
          <w:sz w:val="24"/>
          <w:szCs w:val="24"/>
        </w:rPr>
        <w:t xml:space="preserve"> </w:t>
      </w:r>
      <w:r w:rsidR="007361CF">
        <w:rPr>
          <w:snapToGrid w:val="0"/>
          <w:sz w:val="24"/>
          <w:szCs w:val="24"/>
        </w:rPr>
        <w:fldChar w:fldCharType="begin">
          <w:ffData>
            <w:name w:val="INTER_CT_FAX_5"/>
            <w:enabled/>
            <w:calcOnExit w:val="0"/>
            <w:textInput/>
          </w:ffData>
        </w:fldChar>
      </w:r>
      <w:bookmarkStart w:id="88" w:name="INTER_CT_FAX_5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88"/>
      <w:r w:rsidRPr="003E2FF5">
        <w:rPr>
          <w:snapToGrid w:val="0"/>
          <w:color w:val="0000FF"/>
          <w:sz w:val="24"/>
          <w:szCs w:val="24"/>
        </w:rPr>
        <w:t xml:space="preserve"> </w:t>
      </w:r>
      <w:r w:rsidR="007361CF">
        <w:rPr>
          <w:snapToGrid w:val="0"/>
          <w:sz w:val="24"/>
          <w:szCs w:val="24"/>
        </w:rPr>
        <w:fldChar w:fldCharType="begin">
          <w:ffData>
            <w:name w:val="INTER_FAX_5"/>
            <w:enabled/>
            <w:calcOnExit w:val="0"/>
            <w:textInput/>
          </w:ffData>
        </w:fldChar>
      </w:r>
      <w:bookmarkStart w:id="89" w:name="INTER_FAX_5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89"/>
    </w:p>
    <w:p w14:paraId="1827791A" w14:textId="764375FD" w:rsidR="00DB4EF1" w:rsidRDefault="00DB4EF1" w:rsidP="00DF4DDB">
      <w:pPr>
        <w:framePr w:w="5001" w:h="4411" w:hRule="exact" w:wrap="notBeside" w:vAnchor="page" w:hAnchor="page" w:x="711" w:y="2201"/>
        <w:shd w:val="clear" w:color="auto" w:fill="FFFFFF"/>
        <w:spacing w:after="0" w:line="240" w:lineRule="auto"/>
      </w:pPr>
      <w:r>
        <w:t xml:space="preserve">Portable : </w:t>
      </w:r>
      <w:r w:rsidR="007361CF">
        <w:rPr>
          <w:snapToGrid w:val="0"/>
          <w:sz w:val="24"/>
          <w:szCs w:val="24"/>
        </w:rPr>
        <w:fldChar w:fldCharType="begin">
          <w:ffData>
            <w:name w:val="INTER_CT_MOB_5"/>
            <w:enabled/>
            <w:calcOnExit w:val="0"/>
            <w:textInput/>
          </w:ffData>
        </w:fldChar>
      </w:r>
      <w:bookmarkStart w:id="90" w:name="INTER_CT_MOB_5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90"/>
      <w:r w:rsidRPr="003E2FF5">
        <w:rPr>
          <w:snapToGrid w:val="0"/>
          <w:color w:val="0000FF"/>
          <w:sz w:val="24"/>
          <w:szCs w:val="24"/>
        </w:rPr>
        <w:t xml:space="preserve"> </w:t>
      </w:r>
      <w:r w:rsidR="007361CF">
        <w:rPr>
          <w:snapToGrid w:val="0"/>
          <w:sz w:val="24"/>
          <w:szCs w:val="24"/>
        </w:rPr>
        <w:fldChar w:fldCharType="begin">
          <w:ffData>
            <w:name w:val="INTER_MOB_5"/>
            <w:enabled/>
            <w:calcOnExit w:val="0"/>
            <w:textInput/>
          </w:ffData>
        </w:fldChar>
      </w:r>
      <w:bookmarkStart w:id="91" w:name="INTER_MOB_5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91"/>
    </w:p>
    <w:p w14:paraId="3D5D9890" w14:textId="77777777" w:rsidR="00DB4EF1" w:rsidRDefault="00DB4EF1" w:rsidP="00DF4DDB">
      <w:pPr>
        <w:framePr w:w="5001" w:h="4411" w:hRule="exact" w:wrap="notBeside" w:vAnchor="page" w:hAnchor="page" w:x="711" w:y="2201"/>
        <w:shd w:val="clear" w:color="auto" w:fill="FFFFFF"/>
        <w:spacing w:after="0" w:line="240" w:lineRule="auto"/>
      </w:pPr>
    </w:p>
    <w:p w14:paraId="4AB2960B" w14:textId="77777777" w:rsidR="008F340F" w:rsidRPr="00100F5B" w:rsidRDefault="008F340F" w:rsidP="008F340F">
      <w:pPr>
        <w:framePr w:w="5001" w:h="4411" w:hRule="exact" w:wrap="notBeside" w:vAnchor="page" w:hAnchor="page" w:x="711" w:y="2201"/>
        <w:shd w:val="clear" w:color="auto" w:fill="FFFFFF"/>
        <w:spacing w:after="0" w:line="240" w:lineRule="auto"/>
        <w:rPr>
          <w:b/>
        </w:rPr>
      </w:pPr>
      <w:r w:rsidRPr="006010A3">
        <w:rPr>
          <w:b/>
        </w:rPr>
        <w:t>Courriel</w:t>
      </w:r>
      <w:r w:rsidRPr="00100F5B">
        <w:rPr>
          <w:b/>
        </w:rPr>
        <w:t> :</w:t>
      </w:r>
      <w:r>
        <w:rPr>
          <w:b/>
        </w:rPr>
        <w:t xml:space="preserve">  </w:t>
      </w:r>
    </w:p>
    <w:p w14:paraId="4032F3A5" w14:textId="6F814772" w:rsidR="008F340F" w:rsidRDefault="007361CF" w:rsidP="008F340F">
      <w:pPr>
        <w:framePr w:w="5001" w:h="4411" w:hRule="exact" w:wrap="notBeside" w:vAnchor="page" w:hAnchor="page" w:x="711" w:y="2201"/>
        <w:shd w:val="clear" w:color="auto" w:fill="FFFFFF"/>
        <w:spacing w:after="0" w:line="240" w:lineRule="auto"/>
      </w:pPr>
      <w:r>
        <w:rPr>
          <w:snapToGrid w:val="0"/>
          <w:sz w:val="24"/>
          <w:szCs w:val="24"/>
        </w:rPr>
        <w:fldChar w:fldCharType="begin">
          <w:ffData>
            <w:name w:val="INTER_CT_EMAIL_5"/>
            <w:enabled/>
            <w:calcOnExit w:val="0"/>
            <w:textInput/>
          </w:ffData>
        </w:fldChar>
      </w:r>
      <w:bookmarkStart w:id="92" w:name="INTER_CT_EMAIL_5"/>
      <w:r>
        <w:rPr>
          <w:snapToGrid w:val="0"/>
          <w:sz w:val="24"/>
          <w:szCs w:val="24"/>
        </w:rPr>
        <w:instrText xml:space="preserve"> FORMTEXT </w:instrText>
      </w:r>
      <w:r>
        <w:rPr>
          <w:snapToGrid w:val="0"/>
          <w:sz w:val="24"/>
          <w:szCs w:val="24"/>
        </w:rPr>
      </w:r>
      <w:r>
        <w:rPr>
          <w:snapToGrid w:val="0"/>
          <w:sz w:val="24"/>
          <w:szCs w:val="24"/>
        </w:rPr>
        <w:fldChar w:fldCharType="separate"/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snapToGrid w:val="0"/>
          <w:sz w:val="24"/>
          <w:szCs w:val="24"/>
        </w:rPr>
        <w:fldChar w:fldCharType="end"/>
      </w:r>
      <w:bookmarkEnd w:id="92"/>
    </w:p>
    <w:p w14:paraId="7DB9DE00" w14:textId="77777777" w:rsidR="008F340F" w:rsidRDefault="008F340F" w:rsidP="00DF4DDB">
      <w:pPr>
        <w:framePr w:w="5001" w:h="4411" w:hRule="exact" w:wrap="notBeside" w:vAnchor="page" w:hAnchor="page" w:x="711" w:y="2201"/>
        <w:shd w:val="clear" w:color="auto" w:fill="FFFFFF"/>
        <w:spacing w:after="0" w:line="240" w:lineRule="auto"/>
      </w:pPr>
    </w:p>
    <w:p w14:paraId="5E8696C4" w14:textId="77777777" w:rsidR="00DB4EF1" w:rsidRDefault="00DB4EF1" w:rsidP="00DF4DDB">
      <w:pPr>
        <w:framePr w:w="5001" w:h="4411" w:hRule="exact" w:wrap="notBeside" w:vAnchor="page" w:hAnchor="page" w:x="711" w:y="2201"/>
        <w:shd w:val="clear" w:color="auto" w:fill="FFFFFF"/>
        <w:spacing w:after="0" w:line="240" w:lineRule="auto"/>
        <w:rPr>
          <w:b/>
        </w:rPr>
      </w:pPr>
      <w:r w:rsidRPr="00100F5B">
        <w:rPr>
          <w:b/>
        </w:rPr>
        <w:t>Autres :</w:t>
      </w:r>
    </w:p>
    <w:p w14:paraId="6C52C547" w14:textId="2348F2AC" w:rsidR="00DB4EF1" w:rsidRPr="00100F5B" w:rsidRDefault="007361CF" w:rsidP="00DF4DDB">
      <w:pPr>
        <w:framePr w:w="5001" w:h="4411" w:hRule="exact" w:wrap="notBeside" w:vAnchor="page" w:hAnchor="page" w:x="711" w:y="2201"/>
        <w:shd w:val="clear" w:color="auto" w:fill="FFFFFF"/>
        <w:spacing w:after="0" w:line="240" w:lineRule="auto"/>
        <w:rPr>
          <w:b/>
        </w:rPr>
      </w:pPr>
      <w:r>
        <w:rPr>
          <w:snapToGrid w:val="0"/>
          <w:sz w:val="24"/>
          <w:szCs w:val="24"/>
        </w:rPr>
        <w:fldChar w:fldCharType="begin">
          <w:ffData>
            <w:name w:val="INTER_CT_COMMENT_5"/>
            <w:enabled/>
            <w:calcOnExit w:val="0"/>
            <w:textInput/>
          </w:ffData>
        </w:fldChar>
      </w:r>
      <w:bookmarkStart w:id="93" w:name="INTER_CT_COMMENT_5"/>
      <w:r>
        <w:rPr>
          <w:snapToGrid w:val="0"/>
          <w:sz w:val="24"/>
          <w:szCs w:val="24"/>
        </w:rPr>
        <w:instrText xml:space="preserve"> FORMTEXT </w:instrText>
      </w:r>
      <w:r>
        <w:rPr>
          <w:snapToGrid w:val="0"/>
          <w:sz w:val="24"/>
          <w:szCs w:val="24"/>
        </w:rPr>
      </w:r>
      <w:r>
        <w:rPr>
          <w:snapToGrid w:val="0"/>
          <w:sz w:val="24"/>
          <w:szCs w:val="24"/>
        </w:rPr>
        <w:fldChar w:fldCharType="separate"/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snapToGrid w:val="0"/>
          <w:sz w:val="24"/>
          <w:szCs w:val="24"/>
        </w:rPr>
        <w:fldChar w:fldCharType="end"/>
      </w:r>
      <w:bookmarkEnd w:id="93"/>
      <w:r w:rsidR="00DB4EF1" w:rsidRPr="003E2FF5">
        <w:rPr>
          <w:snapToGrid w:val="0"/>
          <w:color w:val="0000FF"/>
          <w:sz w:val="24"/>
          <w:szCs w:val="24"/>
        </w:rPr>
        <w:t xml:space="preserve"> </w:t>
      </w:r>
    </w:p>
    <w:p w14:paraId="3E671A19" w14:textId="32158001" w:rsidR="00DF4DDB" w:rsidRPr="005A6FF3" w:rsidRDefault="007361CF" w:rsidP="00DF4DDB">
      <w:pPr>
        <w:framePr w:w="4891" w:h="4411" w:hRule="exact" w:wrap="notBeside" w:vAnchor="page" w:hAnchor="page" w:x="6251" w:y="7531"/>
        <w:shd w:val="clear" w:color="auto" w:fill="FFFFFF"/>
        <w:spacing w:after="0" w:line="240" w:lineRule="auto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fldChar w:fldCharType="begin">
          <w:ffData>
            <w:name w:val="NOM_CONTACT"/>
            <w:enabled/>
            <w:calcOnExit w:val="0"/>
            <w:textInput/>
          </w:ffData>
        </w:fldChar>
      </w:r>
      <w:bookmarkStart w:id="94" w:name="NOM_CONTACT"/>
      <w:r>
        <w:rPr>
          <w:snapToGrid w:val="0"/>
          <w:sz w:val="24"/>
          <w:szCs w:val="24"/>
        </w:rPr>
        <w:instrText xml:space="preserve"> FORMTEXT </w:instrText>
      </w:r>
      <w:r>
        <w:rPr>
          <w:snapToGrid w:val="0"/>
          <w:sz w:val="24"/>
          <w:szCs w:val="24"/>
        </w:rPr>
      </w:r>
      <w:r>
        <w:rPr>
          <w:snapToGrid w:val="0"/>
          <w:sz w:val="24"/>
          <w:szCs w:val="24"/>
        </w:rPr>
        <w:fldChar w:fldCharType="separate"/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snapToGrid w:val="0"/>
          <w:sz w:val="24"/>
          <w:szCs w:val="24"/>
        </w:rPr>
        <w:fldChar w:fldCharType="end"/>
      </w:r>
      <w:bookmarkEnd w:id="94"/>
    </w:p>
    <w:p w14:paraId="1460FABD" w14:textId="77777777" w:rsidR="00DF4DDB" w:rsidRDefault="00DF4DDB" w:rsidP="00DF4DDB">
      <w:pPr>
        <w:framePr w:w="4891" w:h="4411" w:hRule="exact" w:wrap="notBeside" w:vAnchor="page" w:hAnchor="page" w:x="6251" w:y="7531"/>
        <w:shd w:val="clear" w:color="auto" w:fill="FFFFFF"/>
        <w:spacing w:after="0" w:line="240" w:lineRule="auto"/>
        <w:rPr>
          <w:b/>
        </w:rPr>
      </w:pPr>
    </w:p>
    <w:p w14:paraId="677FED57" w14:textId="1E18F1E9" w:rsidR="00DF4DDB" w:rsidRPr="00100F5B" w:rsidRDefault="00DF4DDB" w:rsidP="00DF4DDB">
      <w:pPr>
        <w:framePr w:w="4891" w:h="4411" w:hRule="exact" w:wrap="notBeside" w:vAnchor="page" w:hAnchor="page" w:x="6251" w:y="7531"/>
        <w:shd w:val="clear" w:color="auto" w:fill="FFFFFF"/>
        <w:spacing w:after="0" w:line="240" w:lineRule="auto"/>
        <w:rPr>
          <w:b/>
        </w:rPr>
      </w:pPr>
      <w:r w:rsidRPr="00100F5B">
        <w:rPr>
          <w:b/>
        </w:rPr>
        <w:t>Adresse :</w:t>
      </w:r>
      <w:r>
        <w:rPr>
          <w:b/>
        </w:rPr>
        <w:t xml:space="preserve"> </w:t>
      </w:r>
      <w:r w:rsidRPr="003E2FF5">
        <w:rPr>
          <w:snapToGrid w:val="0"/>
          <w:color w:val="0000FF"/>
          <w:sz w:val="24"/>
          <w:szCs w:val="24"/>
        </w:rPr>
        <w:t xml:space="preserve"> </w:t>
      </w:r>
      <w:r w:rsidR="007361CF">
        <w:rPr>
          <w:snapToGrid w:val="0"/>
          <w:sz w:val="24"/>
          <w:szCs w:val="24"/>
        </w:rPr>
        <w:fldChar w:fldCharType="begin">
          <w:ffData>
            <w:name w:val="ADRESSE_CONTACT"/>
            <w:enabled/>
            <w:calcOnExit w:val="0"/>
            <w:textInput/>
          </w:ffData>
        </w:fldChar>
      </w:r>
      <w:bookmarkStart w:id="95" w:name="ADRESSE_CONTACT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95"/>
    </w:p>
    <w:p w14:paraId="31C103CA" w14:textId="4FD30308" w:rsidR="00DF4DDB" w:rsidRPr="00100F5B" w:rsidRDefault="00DF4DDB" w:rsidP="00DF4DDB">
      <w:pPr>
        <w:framePr w:w="4891" w:h="4411" w:hRule="exact" w:wrap="notBeside" w:vAnchor="page" w:hAnchor="page" w:x="6251" w:y="7531"/>
        <w:shd w:val="clear" w:color="auto" w:fill="FFFFFF"/>
        <w:spacing w:after="0" w:line="240" w:lineRule="auto"/>
        <w:rPr>
          <w:b/>
        </w:rPr>
      </w:pPr>
      <w:r w:rsidRPr="00100F5B">
        <w:rPr>
          <w:b/>
        </w:rPr>
        <w:t>Localité :</w:t>
      </w:r>
      <w:r>
        <w:rPr>
          <w:b/>
        </w:rPr>
        <w:t xml:space="preserve"> </w:t>
      </w:r>
      <w:r w:rsidR="007361CF">
        <w:rPr>
          <w:snapToGrid w:val="0"/>
          <w:sz w:val="24"/>
          <w:szCs w:val="24"/>
        </w:rPr>
        <w:fldChar w:fldCharType="begin">
          <w:ffData>
            <w:name w:val="VILLE_CONTACT"/>
            <w:enabled/>
            <w:calcOnExit w:val="0"/>
            <w:textInput/>
          </w:ffData>
        </w:fldChar>
      </w:r>
      <w:bookmarkStart w:id="96" w:name="VILLE_CONTACT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96"/>
    </w:p>
    <w:p w14:paraId="54BB2669" w14:textId="77777777" w:rsidR="00DF4DDB" w:rsidRDefault="00DF4DDB" w:rsidP="00DF4DDB">
      <w:pPr>
        <w:framePr w:w="4891" w:h="4411" w:hRule="exact" w:wrap="notBeside" w:vAnchor="page" w:hAnchor="page" w:x="6251" w:y="7531"/>
        <w:shd w:val="clear" w:color="auto" w:fill="FFFFFF"/>
        <w:spacing w:after="0" w:line="240" w:lineRule="auto"/>
        <w:rPr>
          <w:b/>
        </w:rPr>
      </w:pPr>
      <w:r w:rsidRPr="00100F5B">
        <w:rPr>
          <w:b/>
        </w:rPr>
        <w:t>Téléphone(s) :</w:t>
      </w:r>
      <w:r>
        <w:rPr>
          <w:b/>
        </w:rPr>
        <w:t xml:space="preserve"> </w:t>
      </w:r>
    </w:p>
    <w:p w14:paraId="2ABD75AB" w14:textId="2D77213C" w:rsidR="0035140E" w:rsidRDefault="0035140E" w:rsidP="0035140E">
      <w:pPr>
        <w:framePr w:w="4891" w:h="4411" w:hRule="exact" w:wrap="notBeside" w:vAnchor="page" w:hAnchor="page" w:x="6251" w:y="7531"/>
        <w:shd w:val="clear" w:color="auto" w:fill="FFFFFF"/>
        <w:spacing w:after="0" w:line="240" w:lineRule="auto"/>
      </w:pPr>
      <w:r>
        <w:t xml:space="preserve">Domicile : </w:t>
      </w:r>
      <w:r w:rsidR="007361CF">
        <w:rPr>
          <w:snapToGrid w:val="0"/>
          <w:sz w:val="24"/>
          <w:szCs w:val="24"/>
        </w:rPr>
        <w:fldChar w:fldCharType="begin">
          <w:ffData>
            <w:name w:val="TEL_CONTACT"/>
            <w:enabled/>
            <w:calcOnExit w:val="0"/>
            <w:textInput/>
          </w:ffData>
        </w:fldChar>
      </w:r>
      <w:bookmarkStart w:id="97" w:name="TEL_CONTACT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97"/>
      <w:r w:rsidR="008B6249">
        <w:rPr>
          <w:snapToGrid w:val="0"/>
          <w:sz w:val="24"/>
          <w:szCs w:val="24"/>
        </w:rPr>
        <w:t xml:space="preserve"> </w:t>
      </w:r>
      <w:r w:rsidR="007361CF">
        <w:rPr>
          <w:snapToGrid w:val="0"/>
          <w:sz w:val="24"/>
          <w:szCs w:val="24"/>
        </w:rPr>
        <w:fldChar w:fldCharType="begin">
          <w:ffData>
            <w:name w:val="TEL2_CONTACT"/>
            <w:enabled/>
            <w:calcOnExit w:val="0"/>
            <w:textInput/>
          </w:ffData>
        </w:fldChar>
      </w:r>
      <w:bookmarkStart w:id="98" w:name="TEL2_CONTACT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98"/>
    </w:p>
    <w:p w14:paraId="4157EDB3" w14:textId="3A49859A" w:rsidR="00DF4DDB" w:rsidRDefault="00DF4DDB" w:rsidP="00DF4DDB">
      <w:pPr>
        <w:framePr w:w="4891" w:h="4411" w:hRule="exact" w:wrap="notBeside" w:vAnchor="page" w:hAnchor="page" w:x="6251" w:y="7531"/>
        <w:shd w:val="clear" w:color="auto" w:fill="FFFFFF"/>
        <w:spacing w:after="0" w:line="240" w:lineRule="auto"/>
      </w:pPr>
      <w:r>
        <w:t xml:space="preserve">Travail : </w:t>
      </w:r>
      <w:r w:rsidR="007361CF">
        <w:rPr>
          <w:snapToGrid w:val="0"/>
          <w:sz w:val="24"/>
          <w:szCs w:val="24"/>
        </w:rPr>
        <w:fldChar w:fldCharType="begin">
          <w:ffData>
            <w:name w:val="BUREAU_CONTACT"/>
            <w:enabled/>
            <w:calcOnExit w:val="0"/>
            <w:textInput/>
          </w:ffData>
        </w:fldChar>
      </w:r>
      <w:bookmarkStart w:id="99" w:name="BUREAU_CONTACT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99"/>
    </w:p>
    <w:p w14:paraId="6546B7EE" w14:textId="1995EA6D" w:rsidR="00DF4DDB" w:rsidRDefault="00DF4DDB" w:rsidP="00DF4DDB">
      <w:pPr>
        <w:framePr w:w="4891" w:h="4411" w:hRule="exact" w:wrap="notBeside" w:vAnchor="page" w:hAnchor="page" w:x="6251" w:y="7531"/>
        <w:shd w:val="clear" w:color="auto" w:fill="FFFFFF"/>
        <w:spacing w:after="0" w:line="240" w:lineRule="auto"/>
      </w:pPr>
      <w:r>
        <w:t xml:space="preserve">Fax : </w:t>
      </w:r>
      <w:r w:rsidR="007361CF">
        <w:rPr>
          <w:snapToGrid w:val="0"/>
          <w:sz w:val="24"/>
          <w:szCs w:val="24"/>
        </w:rPr>
        <w:fldChar w:fldCharType="begin">
          <w:ffData>
            <w:name w:val="FAX_CONTACT"/>
            <w:enabled/>
            <w:calcOnExit w:val="0"/>
            <w:textInput/>
          </w:ffData>
        </w:fldChar>
      </w:r>
      <w:bookmarkStart w:id="100" w:name="FAX_CONTACT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100"/>
    </w:p>
    <w:p w14:paraId="650AFF5F" w14:textId="0076660C" w:rsidR="00DF4DDB" w:rsidRDefault="00DF4DDB" w:rsidP="00DF4DDB">
      <w:pPr>
        <w:framePr w:w="4891" w:h="4411" w:hRule="exact" w:wrap="notBeside" w:vAnchor="page" w:hAnchor="page" w:x="6251" w:y="7531"/>
        <w:shd w:val="clear" w:color="auto" w:fill="FFFFFF"/>
        <w:spacing w:after="0" w:line="240" w:lineRule="auto"/>
      </w:pPr>
      <w:r>
        <w:t xml:space="preserve">Portable : </w:t>
      </w:r>
      <w:r w:rsidR="007361CF">
        <w:rPr>
          <w:snapToGrid w:val="0"/>
          <w:sz w:val="24"/>
          <w:szCs w:val="24"/>
        </w:rPr>
        <w:fldChar w:fldCharType="begin">
          <w:ffData>
            <w:name w:val="PORTABLE_CONTACT"/>
            <w:enabled/>
            <w:calcOnExit w:val="0"/>
            <w:textInput/>
          </w:ffData>
        </w:fldChar>
      </w:r>
      <w:bookmarkStart w:id="101" w:name="PORTABLE_CONTACT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101"/>
    </w:p>
    <w:p w14:paraId="71F3DE83" w14:textId="77777777" w:rsidR="006010A3" w:rsidRDefault="006010A3" w:rsidP="006010A3">
      <w:pPr>
        <w:framePr w:w="4891" w:h="4411" w:hRule="exact" w:wrap="notBeside" w:vAnchor="page" w:hAnchor="page" w:x="6251" w:y="7531"/>
        <w:shd w:val="clear" w:color="auto" w:fill="FFFFFF"/>
        <w:spacing w:after="0" w:line="240" w:lineRule="auto"/>
      </w:pPr>
    </w:p>
    <w:p w14:paraId="33AC4339" w14:textId="77777777" w:rsidR="006010A3" w:rsidRPr="00100F5B" w:rsidRDefault="006010A3" w:rsidP="006010A3">
      <w:pPr>
        <w:framePr w:w="4891" w:h="4411" w:hRule="exact" w:wrap="notBeside" w:vAnchor="page" w:hAnchor="page" w:x="6251" w:y="7531"/>
        <w:shd w:val="clear" w:color="auto" w:fill="FFFFFF"/>
        <w:spacing w:after="0" w:line="240" w:lineRule="auto"/>
        <w:rPr>
          <w:b/>
        </w:rPr>
      </w:pPr>
      <w:r w:rsidRPr="006010A3">
        <w:rPr>
          <w:b/>
        </w:rPr>
        <w:t>Courriel</w:t>
      </w:r>
      <w:r w:rsidRPr="00100F5B">
        <w:rPr>
          <w:b/>
        </w:rPr>
        <w:t> :</w:t>
      </w:r>
      <w:r>
        <w:rPr>
          <w:b/>
        </w:rPr>
        <w:t xml:space="preserve">  </w:t>
      </w:r>
    </w:p>
    <w:p w14:paraId="729BB074" w14:textId="58E10023" w:rsidR="006010A3" w:rsidRDefault="007361CF" w:rsidP="00DF4DDB">
      <w:pPr>
        <w:framePr w:w="4891" w:h="4411" w:hRule="exact" w:wrap="notBeside" w:vAnchor="page" w:hAnchor="page" w:x="6251" w:y="7531"/>
        <w:shd w:val="clear" w:color="auto" w:fill="FFFFFF"/>
        <w:spacing w:after="0" w:line="240" w:lineRule="auto"/>
      </w:pPr>
      <w:r>
        <w:rPr>
          <w:snapToGrid w:val="0"/>
          <w:sz w:val="24"/>
          <w:szCs w:val="24"/>
        </w:rPr>
        <w:fldChar w:fldCharType="begin">
          <w:ffData>
            <w:name w:val="EMAIL_CONTACT"/>
            <w:enabled/>
            <w:calcOnExit w:val="0"/>
            <w:textInput/>
          </w:ffData>
        </w:fldChar>
      </w:r>
      <w:bookmarkStart w:id="102" w:name="EMAIL_CONTACT"/>
      <w:r>
        <w:rPr>
          <w:snapToGrid w:val="0"/>
          <w:sz w:val="24"/>
          <w:szCs w:val="24"/>
        </w:rPr>
        <w:instrText xml:space="preserve"> FORMTEXT </w:instrText>
      </w:r>
      <w:r>
        <w:rPr>
          <w:snapToGrid w:val="0"/>
          <w:sz w:val="24"/>
          <w:szCs w:val="24"/>
        </w:rPr>
      </w:r>
      <w:r>
        <w:rPr>
          <w:snapToGrid w:val="0"/>
          <w:sz w:val="24"/>
          <w:szCs w:val="24"/>
        </w:rPr>
        <w:fldChar w:fldCharType="separate"/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snapToGrid w:val="0"/>
          <w:sz w:val="24"/>
          <w:szCs w:val="24"/>
        </w:rPr>
        <w:fldChar w:fldCharType="end"/>
      </w:r>
      <w:bookmarkEnd w:id="102"/>
    </w:p>
    <w:p w14:paraId="59CD4EAC" w14:textId="77777777" w:rsidR="006010A3" w:rsidRDefault="006010A3" w:rsidP="00DF4DDB">
      <w:pPr>
        <w:framePr w:w="4891" w:h="4411" w:hRule="exact" w:wrap="notBeside" w:vAnchor="page" w:hAnchor="page" w:x="6251" w:y="7531"/>
        <w:shd w:val="clear" w:color="auto" w:fill="FFFFFF"/>
        <w:spacing w:after="0" w:line="240" w:lineRule="auto"/>
        <w:rPr>
          <w:b/>
        </w:rPr>
      </w:pPr>
    </w:p>
    <w:p w14:paraId="344FF221" w14:textId="77777777" w:rsidR="00DF4DDB" w:rsidRDefault="00DF4DDB" w:rsidP="00DF4DDB">
      <w:pPr>
        <w:framePr w:w="4891" w:h="4411" w:hRule="exact" w:wrap="notBeside" w:vAnchor="page" w:hAnchor="page" w:x="6251" w:y="7531"/>
        <w:shd w:val="clear" w:color="auto" w:fill="FFFFFF"/>
        <w:spacing w:after="0" w:line="240" w:lineRule="auto"/>
        <w:rPr>
          <w:b/>
        </w:rPr>
      </w:pPr>
      <w:r w:rsidRPr="00100F5B">
        <w:rPr>
          <w:b/>
        </w:rPr>
        <w:t>Autres :</w:t>
      </w:r>
    </w:p>
    <w:p w14:paraId="7A08A710" w14:textId="77777777" w:rsidR="00DF4DDB" w:rsidRPr="006010A3" w:rsidRDefault="00DF4DDB" w:rsidP="00DF4DDB">
      <w:pPr>
        <w:framePr w:w="4891" w:h="4411" w:hRule="exact" w:wrap="notBeside" w:vAnchor="page" w:hAnchor="page" w:x="6251" w:y="7531"/>
        <w:shd w:val="clear" w:color="auto" w:fill="FFFFFF"/>
        <w:spacing w:after="0" w:line="240" w:lineRule="auto"/>
      </w:pPr>
    </w:p>
    <w:p w14:paraId="38FE112A" w14:textId="6A2E4216" w:rsidR="00DF4DDB" w:rsidRPr="005A6FF3" w:rsidRDefault="007361CF" w:rsidP="00DF4DDB">
      <w:pPr>
        <w:framePr w:w="4881" w:h="4411" w:hRule="exact" w:wrap="notBeside" w:vAnchor="page" w:hAnchor="page" w:x="701" w:y="7531"/>
        <w:shd w:val="clear" w:color="auto" w:fill="FFFFFF"/>
        <w:spacing w:after="0" w:line="240" w:lineRule="auto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fldChar w:fldCharType="begin">
          <w:ffData>
            <w:name w:val="INTER_CT_NOM_4"/>
            <w:enabled/>
            <w:calcOnExit w:val="0"/>
            <w:textInput/>
          </w:ffData>
        </w:fldChar>
      </w:r>
      <w:bookmarkStart w:id="103" w:name="INTER_CT_NOM_4"/>
      <w:r>
        <w:rPr>
          <w:snapToGrid w:val="0"/>
          <w:sz w:val="24"/>
          <w:szCs w:val="24"/>
        </w:rPr>
        <w:instrText xml:space="preserve"> FORMTEXT </w:instrText>
      </w:r>
      <w:r>
        <w:rPr>
          <w:snapToGrid w:val="0"/>
          <w:sz w:val="24"/>
          <w:szCs w:val="24"/>
        </w:rPr>
      </w:r>
      <w:r>
        <w:rPr>
          <w:snapToGrid w:val="0"/>
          <w:sz w:val="24"/>
          <w:szCs w:val="24"/>
        </w:rPr>
        <w:fldChar w:fldCharType="separate"/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snapToGrid w:val="0"/>
          <w:sz w:val="24"/>
          <w:szCs w:val="24"/>
        </w:rPr>
        <w:fldChar w:fldCharType="end"/>
      </w:r>
      <w:bookmarkEnd w:id="103"/>
      <w:r w:rsidR="0016667E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fldChar w:fldCharType="begin">
          <w:ffData>
            <w:name w:val="INTER_NOM_4"/>
            <w:enabled/>
            <w:calcOnExit w:val="0"/>
            <w:textInput/>
          </w:ffData>
        </w:fldChar>
      </w:r>
      <w:bookmarkStart w:id="104" w:name="INTER_NOM_4"/>
      <w:r>
        <w:rPr>
          <w:snapToGrid w:val="0"/>
          <w:sz w:val="24"/>
          <w:szCs w:val="24"/>
        </w:rPr>
        <w:instrText xml:space="preserve"> FORMTEXT </w:instrText>
      </w:r>
      <w:r>
        <w:rPr>
          <w:snapToGrid w:val="0"/>
          <w:sz w:val="24"/>
          <w:szCs w:val="24"/>
        </w:rPr>
      </w:r>
      <w:r>
        <w:rPr>
          <w:snapToGrid w:val="0"/>
          <w:sz w:val="24"/>
          <w:szCs w:val="24"/>
        </w:rPr>
        <w:fldChar w:fldCharType="separate"/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snapToGrid w:val="0"/>
          <w:sz w:val="24"/>
          <w:szCs w:val="24"/>
        </w:rPr>
        <w:fldChar w:fldCharType="end"/>
      </w:r>
      <w:bookmarkEnd w:id="104"/>
    </w:p>
    <w:p w14:paraId="05E557F2" w14:textId="77777777" w:rsidR="00DF4DDB" w:rsidRDefault="00DF4DDB" w:rsidP="00DF4DDB">
      <w:pPr>
        <w:framePr w:w="4881" w:h="4411" w:hRule="exact" w:wrap="notBeside" w:vAnchor="page" w:hAnchor="page" w:x="701" w:y="7531"/>
        <w:shd w:val="clear" w:color="auto" w:fill="FFFFFF"/>
        <w:spacing w:after="0" w:line="240" w:lineRule="auto"/>
        <w:rPr>
          <w:b/>
        </w:rPr>
      </w:pPr>
    </w:p>
    <w:p w14:paraId="4A6B90AB" w14:textId="215B21AC" w:rsidR="00DF4DDB" w:rsidRPr="00100F5B" w:rsidRDefault="00DF4DDB" w:rsidP="00DF4DDB">
      <w:pPr>
        <w:framePr w:w="4881" w:h="4411" w:hRule="exact" w:wrap="notBeside" w:vAnchor="page" w:hAnchor="page" w:x="701" w:y="7531"/>
        <w:shd w:val="clear" w:color="auto" w:fill="FFFFFF"/>
        <w:spacing w:after="0" w:line="240" w:lineRule="auto"/>
        <w:rPr>
          <w:b/>
        </w:rPr>
      </w:pPr>
      <w:r w:rsidRPr="00100F5B">
        <w:rPr>
          <w:b/>
        </w:rPr>
        <w:t>Adresse :</w:t>
      </w:r>
      <w:r>
        <w:rPr>
          <w:b/>
        </w:rPr>
        <w:t xml:space="preserve"> </w:t>
      </w:r>
      <w:r w:rsidR="007361CF">
        <w:rPr>
          <w:snapToGrid w:val="0"/>
          <w:sz w:val="24"/>
          <w:szCs w:val="24"/>
        </w:rPr>
        <w:fldChar w:fldCharType="begin">
          <w:ffData>
            <w:name w:val="INTER_CT_ADD_4"/>
            <w:enabled/>
            <w:calcOnExit w:val="0"/>
            <w:textInput/>
          </w:ffData>
        </w:fldChar>
      </w:r>
      <w:bookmarkStart w:id="105" w:name="INTER_CT_ADD_4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105"/>
      <w:r>
        <w:rPr>
          <w:snapToGrid w:val="0"/>
          <w:color w:val="0000FF"/>
          <w:sz w:val="24"/>
          <w:szCs w:val="24"/>
        </w:rPr>
        <w:t xml:space="preserve"> </w:t>
      </w:r>
      <w:r w:rsidR="007361CF">
        <w:rPr>
          <w:snapToGrid w:val="0"/>
          <w:sz w:val="24"/>
          <w:szCs w:val="24"/>
        </w:rPr>
        <w:fldChar w:fldCharType="begin">
          <w:ffData>
            <w:name w:val="INTER_ADD_4"/>
            <w:enabled/>
            <w:calcOnExit w:val="0"/>
            <w:textInput/>
          </w:ffData>
        </w:fldChar>
      </w:r>
      <w:bookmarkStart w:id="106" w:name="INTER_ADD_4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106"/>
    </w:p>
    <w:p w14:paraId="1B99BAFA" w14:textId="4A492A7F" w:rsidR="00DF4DDB" w:rsidRPr="00100F5B" w:rsidRDefault="00DF4DDB" w:rsidP="00DF4DDB">
      <w:pPr>
        <w:framePr w:w="4881" w:h="4411" w:hRule="exact" w:wrap="notBeside" w:vAnchor="page" w:hAnchor="page" w:x="701" w:y="7531"/>
        <w:shd w:val="clear" w:color="auto" w:fill="FFFFFF"/>
        <w:spacing w:after="0" w:line="240" w:lineRule="auto"/>
        <w:rPr>
          <w:b/>
        </w:rPr>
      </w:pPr>
      <w:r w:rsidRPr="00100F5B">
        <w:rPr>
          <w:b/>
        </w:rPr>
        <w:t>Localité :</w:t>
      </w:r>
      <w:r>
        <w:rPr>
          <w:b/>
        </w:rPr>
        <w:t xml:space="preserve"> </w:t>
      </w:r>
      <w:r w:rsidR="007361CF">
        <w:rPr>
          <w:snapToGrid w:val="0"/>
          <w:sz w:val="24"/>
          <w:szCs w:val="24"/>
        </w:rPr>
        <w:fldChar w:fldCharType="begin">
          <w:ffData>
            <w:name w:val="INTER_CT_COMMUNE_4"/>
            <w:enabled/>
            <w:calcOnExit w:val="0"/>
            <w:textInput/>
          </w:ffData>
        </w:fldChar>
      </w:r>
      <w:bookmarkStart w:id="107" w:name="INTER_CT_COMMUNE_4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107"/>
      <w:r w:rsidR="007361CF">
        <w:rPr>
          <w:snapToGrid w:val="0"/>
          <w:sz w:val="24"/>
          <w:szCs w:val="24"/>
        </w:rPr>
        <w:fldChar w:fldCharType="begin">
          <w:ffData>
            <w:name w:val="INTER_COMMUNE_4"/>
            <w:enabled/>
            <w:calcOnExit w:val="0"/>
            <w:textInput/>
          </w:ffData>
        </w:fldChar>
      </w:r>
      <w:bookmarkStart w:id="108" w:name="INTER_COMMUNE_4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108"/>
    </w:p>
    <w:p w14:paraId="73A6CDE7" w14:textId="77777777" w:rsidR="00DF4DDB" w:rsidRPr="00100F5B" w:rsidRDefault="00DF4DDB" w:rsidP="00DF4DDB">
      <w:pPr>
        <w:framePr w:w="4881" w:h="4411" w:hRule="exact" w:wrap="notBeside" w:vAnchor="page" w:hAnchor="page" w:x="701" w:y="7531"/>
        <w:shd w:val="clear" w:color="auto" w:fill="FFFFFF"/>
        <w:spacing w:after="0" w:line="240" w:lineRule="auto"/>
        <w:rPr>
          <w:b/>
        </w:rPr>
      </w:pPr>
      <w:r w:rsidRPr="00100F5B">
        <w:rPr>
          <w:b/>
        </w:rPr>
        <w:t>Téléphone(s) :</w:t>
      </w:r>
      <w:r>
        <w:rPr>
          <w:b/>
        </w:rPr>
        <w:t xml:space="preserve"> </w:t>
      </w:r>
    </w:p>
    <w:p w14:paraId="613602E3" w14:textId="178C5054" w:rsidR="00D9006F" w:rsidRDefault="00D9006F" w:rsidP="00DF4DDB">
      <w:pPr>
        <w:framePr w:w="4881" w:h="4411" w:hRule="exact" w:wrap="notBeside" w:vAnchor="page" w:hAnchor="page" w:x="701" w:y="7531"/>
        <w:shd w:val="clear" w:color="auto" w:fill="FFFFFF"/>
        <w:spacing w:after="0" w:line="240" w:lineRule="auto"/>
      </w:pPr>
      <w:r>
        <w:t>Domicile :</w:t>
      </w:r>
      <w:r w:rsidR="00812F43">
        <w:t xml:space="preserve"> </w:t>
      </w:r>
      <w:r w:rsidR="007361CF">
        <w:rPr>
          <w:snapToGrid w:val="0"/>
          <w:sz w:val="24"/>
          <w:szCs w:val="24"/>
        </w:rPr>
        <w:fldChar w:fldCharType="begin">
          <w:ffData>
            <w:name w:val="INTER_CT_TEL_4"/>
            <w:enabled/>
            <w:calcOnExit w:val="0"/>
            <w:textInput/>
          </w:ffData>
        </w:fldChar>
      </w:r>
      <w:bookmarkStart w:id="109" w:name="INTER_CT_TEL_4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109"/>
      <w:r w:rsidR="00A368F5">
        <w:rPr>
          <w:snapToGrid w:val="0"/>
          <w:sz w:val="24"/>
          <w:szCs w:val="24"/>
        </w:rPr>
        <w:t xml:space="preserve"> </w:t>
      </w:r>
      <w:r w:rsidR="007361CF">
        <w:rPr>
          <w:snapToGrid w:val="0"/>
          <w:sz w:val="24"/>
          <w:szCs w:val="24"/>
        </w:rPr>
        <w:fldChar w:fldCharType="begin">
          <w:ffData>
            <w:name w:val="INTER_CT_TEL2_4"/>
            <w:enabled/>
            <w:calcOnExit w:val="0"/>
            <w:textInput/>
          </w:ffData>
        </w:fldChar>
      </w:r>
      <w:bookmarkStart w:id="110" w:name="INTER_CT_TEL2_4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110"/>
    </w:p>
    <w:p w14:paraId="7019B4ED" w14:textId="644E0756" w:rsidR="00DF4DDB" w:rsidRDefault="00DF4DDB" w:rsidP="00DF4DDB">
      <w:pPr>
        <w:framePr w:w="4881" w:h="4411" w:hRule="exact" w:wrap="notBeside" w:vAnchor="page" w:hAnchor="page" w:x="701" w:y="7531"/>
        <w:shd w:val="clear" w:color="auto" w:fill="FFFFFF"/>
        <w:spacing w:after="0" w:line="240" w:lineRule="auto"/>
      </w:pPr>
      <w:r>
        <w:t xml:space="preserve">Travail : </w:t>
      </w:r>
      <w:r w:rsidR="007361CF">
        <w:rPr>
          <w:snapToGrid w:val="0"/>
          <w:sz w:val="24"/>
          <w:szCs w:val="24"/>
        </w:rPr>
        <w:fldChar w:fldCharType="begin">
          <w:ffData>
            <w:name w:val="INTER_BUR_4"/>
            <w:enabled/>
            <w:calcOnExit w:val="0"/>
            <w:textInput/>
          </w:ffData>
        </w:fldChar>
      </w:r>
      <w:bookmarkStart w:id="111" w:name="INTER_BUR_4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111"/>
    </w:p>
    <w:p w14:paraId="253EC89B" w14:textId="7A2F7E3C" w:rsidR="00DF4DDB" w:rsidRDefault="00DF4DDB" w:rsidP="00DF4DDB">
      <w:pPr>
        <w:framePr w:w="4881" w:h="4411" w:hRule="exact" w:wrap="notBeside" w:vAnchor="page" w:hAnchor="page" w:x="701" w:y="7531"/>
        <w:shd w:val="clear" w:color="auto" w:fill="FFFFFF"/>
        <w:spacing w:after="0" w:line="240" w:lineRule="auto"/>
      </w:pPr>
      <w:r>
        <w:t xml:space="preserve">Fax : </w:t>
      </w:r>
      <w:r w:rsidR="007361CF">
        <w:rPr>
          <w:snapToGrid w:val="0"/>
          <w:sz w:val="24"/>
          <w:szCs w:val="24"/>
        </w:rPr>
        <w:fldChar w:fldCharType="begin">
          <w:ffData>
            <w:name w:val="INTER_CT_FAX_4"/>
            <w:enabled/>
            <w:calcOnExit w:val="0"/>
            <w:textInput/>
          </w:ffData>
        </w:fldChar>
      </w:r>
      <w:bookmarkStart w:id="112" w:name="INTER_CT_FAX_4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112"/>
      <w:r w:rsidR="007361CF">
        <w:rPr>
          <w:snapToGrid w:val="0"/>
          <w:sz w:val="24"/>
          <w:szCs w:val="24"/>
        </w:rPr>
        <w:fldChar w:fldCharType="begin">
          <w:ffData>
            <w:name w:val="INTER_FAX_4"/>
            <w:enabled/>
            <w:calcOnExit w:val="0"/>
            <w:textInput/>
          </w:ffData>
        </w:fldChar>
      </w:r>
      <w:bookmarkStart w:id="113" w:name="INTER_FAX_4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113"/>
    </w:p>
    <w:p w14:paraId="74A2BA59" w14:textId="3BE33A31" w:rsidR="00DF4DDB" w:rsidRDefault="00DF4DDB" w:rsidP="00DF4DDB">
      <w:pPr>
        <w:framePr w:w="4881" w:h="4411" w:hRule="exact" w:wrap="notBeside" w:vAnchor="page" w:hAnchor="page" w:x="701" w:y="7531"/>
        <w:shd w:val="clear" w:color="auto" w:fill="FFFFFF"/>
        <w:spacing w:after="0" w:line="240" w:lineRule="auto"/>
      </w:pPr>
      <w:r>
        <w:t xml:space="preserve">Portable : </w:t>
      </w:r>
      <w:r w:rsidR="007361CF">
        <w:rPr>
          <w:snapToGrid w:val="0"/>
          <w:sz w:val="24"/>
          <w:szCs w:val="24"/>
        </w:rPr>
        <w:fldChar w:fldCharType="begin">
          <w:ffData>
            <w:name w:val="INTER_CT_MOB_4"/>
            <w:enabled/>
            <w:calcOnExit w:val="0"/>
            <w:textInput/>
          </w:ffData>
        </w:fldChar>
      </w:r>
      <w:bookmarkStart w:id="114" w:name="INTER_CT_MOB_4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114"/>
      <w:r w:rsidR="00984143">
        <w:rPr>
          <w:snapToGrid w:val="0"/>
          <w:sz w:val="24"/>
          <w:szCs w:val="24"/>
        </w:rPr>
        <w:t xml:space="preserve"> </w:t>
      </w:r>
      <w:r w:rsidR="007361CF">
        <w:rPr>
          <w:snapToGrid w:val="0"/>
          <w:sz w:val="24"/>
          <w:szCs w:val="24"/>
        </w:rPr>
        <w:fldChar w:fldCharType="begin">
          <w:ffData>
            <w:name w:val="INTER_MOB_4"/>
            <w:enabled/>
            <w:calcOnExit w:val="0"/>
            <w:textInput/>
          </w:ffData>
        </w:fldChar>
      </w:r>
      <w:bookmarkStart w:id="115" w:name="INTER_MOB_4"/>
      <w:r w:rsidR="007361CF">
        <w:rPr>
          <w:snapToGrid w:val="0"/>
          <w:sz w:val="24"/>
          <w:szCs w:val="24"/>
        </w:rPr>
        <w:instrText xml:space="preserve"> FORMTEXT </w:instrText>
      </w:r>
      <w:r w:rsidR="007361CF">
        <w:rPr>
          <w:snapToGrid w:val="0"/>
          <w:sz w:val="24"/>
          <w:szCs w:val="24"/>
        </w:rPr>
      </w:r>
      <w:r w:rsidR="007361CF">
        <w:rPr>
          <w:snapToGrid w:val="0"/>
          <w:sz w:val="24"/>
          <w:szCs w:val="24"/>
        </w:rPr>
        <w:fldChar w:fldCharType="separate"/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noProof/>
          <w:snapToGrid w:val="0"/>
          <w:sz w:val="24"/>
          <w:szCs w:val="24"/>
        </w:rPr>
        <w:t> </w:t>
      </w:r>
      <w:r w:rsidR="007361CF">
        <w:rPr>
          <w:snapToGrid w:val="0"/>
          <w:sz w:val="24"/>
          <w:szCs w:val="24"/>
        </w:rPr>
        <w:fldChar w:fldCharType="end"/>
      </w:r>
      <w:bookmarkEnd w:id="115"/>
    </w:p>
    <w:p w14:paraId="21D3D295" w14:textId="77777777" w:rsidR="00DF4DDB" w:rsidRDefault="00DF4DDB" w:rsidP="00DF4DDB">
      <w:pPr>
        <w:framePr w:w="4881" w:h="4411" w:hRule="exact" w:wrap="notBeside" w:vAnchor="page" w:hAnchor="page" w:x="701" w:y="7531"/>
        <w:shd w:val="clear" w:color="auto" w:fill="FFFFFF"/>
        <w:spacing w:after="0" w:line="240" w:lineRule="auto"/>
      </w:pPr>
    </w:p>
    <w:p w14:paraId="5642677C" w14:textId="77777777" w:rsidR="00C874B9" w:rsidRPr="00100F5B" w:rsidRDefault="00C874B9" w:rsidP="00C874B9">
      <w:pPr>
        <w:framePr w:w="4881" w:h="4411" w:hRule="exact" w:wrap="notBeside" w:vAnchor="page" w:hAnchor="page" w:x="701" w:y="7531"/>
        <w:shd w:val="clear" w:color="auto" w:fill="FFFFFF"/>
        <w:spacing w:after="0" w:line="240" w:lineRule="auto"/>
        <w:rPr>
          <w:b/>
        </w:rPr>
      </w:pPr>
      <w:r w:rsidRPr="006010A3">
        <w:rPr>
          <w:b/>
        </w:rPr>
        <w:t>Courriel</w:t>
      </w:r>
      <w:r w:rsidRPr="00100F5B">
        <w:rPr>
          <w:b/>
        </w:rPr>
        <w:t> :</w:t>
      </w:r>
      <w:r>
        <w:rPr>
          <w:b/>
        </w:rPr>
        <w:t xml:space="preserve">  </w:t>
      </w:r>
    </w:p>
    <w:p w14:paraId="4C88D338" w14:textId="69746393" w:rsidR="00C874B9" w:rsidRDefault="007361CF" w:rsidP="00C874B9">
      <w:pPr>
        <w:framePr w:w="4881" w:h="4411" w:hRule="exact" w:wrap="notBeside" w:vAnchor="page" w:hAnchor="page" w:x="701" w:y="7531"/>
        <w:shd w:val="clear" w:color="auto" w:fill="FFFFFF"/>
        <w:spacing w:after="0" w:line="240" w:lineRule="auto"/>
      </w:pPr>
      <w:r>
        <w:rPr>
          <w:snapToGrid w:val="0"/>
          <w:sz w:val="24"/>
          <w:szCs w:val="24"/>
        </w:rPr>
        <w:fldChar w:fldCharType="begin">
          <w:ffData>
            <w:name w:val="INTER_CT_EMAIL_4"/>
            <w:enabled/>
            <w:calcOnExit w:val="0"/>
            <w:textInput/>
          </w:ffData>
        </w:fldChar>
      </w:r>
      <w:bookmarkStart w:id="116" w:name="INTER_CT_EMAIL_4"/>
      <w:r>
        <w:rPr>
          <w:snapToGrid w:val="0"/>
          <w:sz w:val="24"/>
          <w:szCs w:val="24"/>
        </w:rPr>
        <w:instrText xml:space="preserve"> FORMTEXT </w:instrText>
      </w:r>
      <w:r>
        <w:rPr>
          <w:snapToGrid w:val="0"/>
          <w:sz w:val="24"/>
          <w:szCs w:val="24"/>
        </w:rPr>
      </w:r>
      <w:r>
        <w:rPr>
          <w:snapToGrid w:val="0"/>
          <w:sz w:val="24"/>
          <w:szCs w:val="24"/>
        </w:rPr>
        <w:fldChar w:fldCharType="separate"/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snapToGrid w:val="0"/>
          <w:sz w:val="24"/>
          <w:szCs w:val="24"/>
        </w:rPr>
        <w:fldChar w:fldCharType="end"/>
      </w:r>
      <w:bookmarkEnd w:id="116"/>
    </w:p>
    <w:p w14:paraId="381BD6A6" w14:textId="77777777" w:rsidR="00C874B9" w:rsidRDefault="00C874B9" w:rsidP="00DF4DDB">
      <w:pPr>
        <w:framePr w:w="4881" w:h="4411" w:hRule="exact" w:wrap="notBeside" w:vAnchor="page" w:hAnchor="page" w:x="701" w:y="7531"/>
        <w:shd w:val="clear" w:color="auto" w:fill="FFFFFF"/>
        <w:spacing w:after="0" w:line="240" w:lineRule="auto"/>
      </w:pPr>
    </w:p>
    <w:p w14:paraId="1F0666D6" w14:textId="77777777" w:rsidR="00DF4DDB" w:rsidRPr="00100F5B" w:rsidRDefault="00DF4DDB" w:rsidP="00DF4DDB">
      <w:pPr>
        <w:framePr w:w="4881" w:h="4411" w:hRule="exact" w:wrap="notBeside" w:vAnchor="page" w:hAnchor="page" w:x="701" w:y="7531"/>
        <w:shd w:val="clear" w:color="auto" w:fill="FFFFFF"/>
        <w:spacing w:after="0" w:line="240" w:lineRule="auto"/>
        <w:rPr>
          <w:b/>
        </w:rPr>
      </w:pPr>
      <w:r w:rsidRPr="00100F5B">
        <w:rPr>
          <w:b/>
        </w:rPr>
        <w:t>Autres :</w:t>
      </w:r>
      <w:r>
        <w:rPr>
          <w:b/>
        </w:rPr>
        <w:t xml:space="preserve"> </w:t>
      </w:r>
    </w:p>
    <w:p w14:paraId="53A3F2FD" w14:textId="57B87DC6" w:rsidR="00DF4DDB" w:rsidRPr="00100F5B" w:rsidRDefault="007361CF" w:rsidP="00DF4DDB">
      <w:pPr>
        <w:framePr w:w="4881" w:h="4411" w:hRule="exact" w:wrap="notBeside" w:vAnchor="page" w:hAnchor="page" w:x="701" w:y="7531"/>
        <w:shd w:val="clear" w:color="auto" w:fill="FFFFFF"/>
        <w:spacing w:after="0" w:line="240" w:lineRule="auto"/>
        <w:rPr>
          <w:b/>
        </w:rPr>
      </w:pPr>
      <w:r>
        <w:rPr>
          <w:snapToGrid w:val="0"/>
          <w:sz w:val="24"/>
          <w:szCs w:val="24"/>
        </w:rPr>
        <w:fldChar w:fldCharType="begin">
          <w:ffData>
            <w:name w:val="INTER_CT_COMMENT_4"/>
            <w:enabled/>
            <w:calcOnExit w:val="0"/>
            <w:textInput/>
          </w:ffData>
        </w:fldChar>
      </w:r>
      <w:bookmarkStart w:id="117" w:name="INTER_CT_COMMENT_4"/>
      <w:r>
        <w:rPr>
          <w:snapToGrid w:val="0"/>
          <w:sz w:val="24"/>
          <w:szCs w:val="24"/>
        </w:rPr>
        <w:instrText xml:space="preserve"> FORMTEXT </w:instrText>
      </w:r>
      <w:r>
        <w:rPr>
          <w:snapToGrid w:val="0"/>
          <w:sz w:val="24"/>
          <w:szCs w:val="24"/>
        </w:rPr>
      </w:r>
      <w:r>
        <w:rPr>
          <w:snapToGrid w:val="0"/>
          <w:sz w:val="24"/>
          <w:szCs w:val="24"/>
        </w:rPr>
        <w:fldChar w:fldCharType="separate"/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noProof/>
          <w:snapToGrid w:val="0"/>
          <w:sz w:val="24"/>
          <w:szCs w:val="24"/>
        </w:rPr>
        <w:t> </w:t>
      </w:r>
      <w:r>
        <w:rPr>
          <w:snapToGrid w:val="0"/>
          <w:sz w:val="24"/>
          <w:szCs w:val="24"/>
        </w:rPr>
        <w:fldChar w:fldCharType="end"/>
      </w:r>
      <w:bookmarkEnd w:id="117"/>
    </w:p>
    <w:p w14:paraId="53ADA62E" w14:textId="77777777" w:rsidR="006176BD" w:rsidRDefault="00BD56AB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968" behindDoc="0" locked="0" layoutInCell="0" allowOverlap="1" wp14:anchorId="5F58CBDC" wp14:editId="6C919927">
                <wp:simplePos x="0" y="0"/>
                <wp:positionH relativeFrom="column">
                  <wp:posOffset>2987040</wp:posOffset>
                </wp:positionH>
                <wp:positionV relativeFrom="page">
                  <wp:posOffset>4500880</wp:posOffset>
                </wp:positionV>
                <wp:extent cx="3274695" cy="248285"/>
                <wp:effectExtent l="635" t="5080" r="1270" b="3810"/>
                <wp:wrapNone/>
                <wp:docPr id="3" name="Organigramme : Alternativ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4695" cy="248285"/>
                        </a:xfrm>
                        <a:prstGeom prst="flowChartAlternateProcess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535CD0" w14:textId="77777777" w:rsidR="00DB4EF1" w:rsidRPr="00170148" w:rsidRDefault="00006F2D" w:rsidP="00DB4EF1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CONTACT SUR PLACE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58CBDC" id="_x0000_s1055" type="#_x0000_t176" style="position:absolute;margin-left:235.2pt;margin-top:354.4pt;width:257.85pt;height:19.5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" o:allowincell="f" fillcolor="#d9d9d9" stroked="f" strokeweight="2pt">
                <v:textbox inset="0,0,0,0">
                  <w:txbxContent>
                    <w:p w14:paraId="56535CD0" w14:textId="77777777" w:rsidR="00DB4EF1" w:rsidRPr="00170148" w:rsidRDefault="00006F2D" w:rsidP="00DB4EF1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CONTACT SUR PLACE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992" behindDoc="0" locked="0" layoutInCell="0" allowOverlap="1" wp14:anchorId="28AD4C07" wp14:editId="1B4A80E3">
                <wp:simplePos x="0" y="0"/>
                <wp:positionH relativeFrom="column">
                  <wp:posOffset>-544830</wp:posOffset>
                </wp:positionH>
                <wp:positionV relativeFrom="page">
                  <wp:posOffset>4501515</wp:posOffset>
                </wp:positionV>
                <wp:extent cx="3282315" cy="248285"/>
                <wp:effectExtent l="2540" t="5715" r="1270" b="3175"/>
                <wp:wrapNone/>
                <wp:docPr id="2" name="Organigramme : Alternativ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82315" cy="248285"/>
                        </a:xfrm>
                        <a:prstGeom prst="flowChartAlternateProcess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48364A" w14:textId="77777777" w:rsidR="00DB4EF1" w:rsidRPr="00170148" w:rsidRDefault="00006F2D" w:rsidP="00DB4EF1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OBSERVATEUR</w:t>
                            </w:r>
                          </w:p>
                          <w:p w14:paraId="1C57BDA1" w14:textId="77777777" w:rsidR="00DB4EF1" w:rsidRPr="00170148" w:rsidRDefault="00DB4EF1" w:rsidP="00DB4EF1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AD4C07" id="_x0000_s1056" type="#_x0000_t176" style="position:absolute;margin-left:-42.9pt;margin-top:354.45pt;width:258.45pt;height:19.5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" o:allowincell="f" fillcolor="#d9d9d9" stroked="f" strokeweight="2pt">
                <v:textbox inset="0,0,0,0">
                  <w:txbxContent>
                    <w:p w14:paraId="7B48364A" w14:textId="77777777" w:rsidR="00DB4EF1" w:rsidRPr="00170148" w:rsidRDefault="00006F2D" w:rsidP="00DB4EF1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OBSERVATEUR</w:t>
                      </w:r>
                    </w:p>
                    <w:p w14:paraId="1C57BDA1" w14:textId="77777777" w:rsidR="00DB4EF1" w:rsidRPr="00170148" w:rsidRDefault="00DB4EF1" w:rsidP="00DB4EF1">
                      <w:pPr>
                        <w:spacing w:after="0"/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064" behindDoc="1" locked="0" layoutInCell="0" allowOverlap="1" wp14:anchorId="143F3DDD" wp14:editId="59350001">
                <wp:simplePos x="0" y="0"/>
                <wp:positionH relativeFrom="column">
                  <wp:posOffset>-564515</wp:posOffset>
                </wp:positionH>
                <wp:positionV relativeFrom="page">
                  <wp:posOffset>7863205</wp:posOffset>
                </wp:positionV>
                <wp:extent cx="6864350" cy="1856740"/>
                <wp:effectExtent l="20955" t="14605" r="20320" b="14605"/>
                <wp:wrapNone/>
                <wp:docPr id="1" name="Rectangle à coins arrondi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64350" cy="1856740"/>
                        </a:xfrm>
                        <a:prstGeom prst="roundRect">
                          <a:avLst>
                            <a:gd name="adj" fmla="val 2120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385D8A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C2B008D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18C1160A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42773801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72AC44F1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55DDD5CC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3A5FE3E1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BB5F061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5DD37135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13AAF265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2021D500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4CF51F57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72C02B3D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5147ACCF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45BD5F89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D06D88C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5AAE3B2A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69209EF6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237F2201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5F4843A6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7258157D" w14:textId="77777777" w:rsidR="00DB4EF1" w:rsidRDefault="00DB4EF1" w:rsidP="00DB4E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after="0" w:line="240" w:lineRule="auto"/>
                              <w:ind w:left="142"/>
                              <w:rPr>
                                <w:rFonts w:ascii="Times Bold" w:hAnsi="Times Bold" w:cs="Times Bold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383D429D" w14:textId="77777777" w:rsidR="00DB4EF1" w:rsidRDefault="00DB4EF1" w:rsidP="00DB4EF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43F3DDD" id="_x0000_s1057" style="position:absolute;margin-left:-44.45pt;margin-top:619.15pt;width:540.5pt;height:146.2pt;z-index:-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arcsize="139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" o:allowincell="f" strokecolor="#385d8a" strokeweight="2pt">
                <v:textbox inset="0,0,0,0">
                  <w:txbxContent>
                    <w:p w14:paraId="7C2B008D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18C1160A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42773801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72AC44F1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55DDD5CC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3A5FE3E1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BB5F061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5DD37135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13AAF265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2021D500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4CF51F57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72C02B3D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5147ACCF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45BD5F89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0D06D88C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5AAE3B2A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69209EF6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237F2201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5F4843A6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7258157D" w14:textId="77777777" w:rsidR="00DB4EF1" w:rsidRDefault="00DB4EF1" w:rsidP="00DB4EF1">
                      <w:pPr>
                        <w:widowControl w:val="0"/>
                        <w:autoSpaceDE w:val="0"/>
                        <w:autoSpaceDN w:val="0"/>
                        <w:adjustRightInd w:val="0"/>
                        <w:snapToGrid w:val="0"/>
                        <w:spacing w:after="0" w:line="240" w:lineRule="auto"/>
                        <w:ind w:left="142"/>
                        <w:rPr>
                          <w:rFonts w:ascii="Times Bold" w:hAnsi="Times Bold" w:cs="Times Bold"/>
                          <w:color w:val="000000"/>
                          <w:sz w:val="21"/>
                          <w:szCs w:val="21"/>
                        </w:rPr>
                      </w:pPr>
                    </w:p>
                    <w:p w14:paraId="383D429D" w14:textId="77777777" w:rsidR="00DB4EF1" w:rsidRDefault="00DB4EF1" w:rsidP="00DB4EF1">
                      <w:pPr>
                        <w:jc w:val="center"/>
                      </w:pPr>
                    </w:p>
                  </w:txbxContent>
                </v:textbox>
                <w10:wrap anchory="page"/>
              </v:roundrect>
            </w:pict>
          </mc:Fallback>
        </mc:AlternateContent>
      </w:r>
    </w:p>
    <w:p w14:paraId="47CD1D7C" w14:textId="77777777" w:rsidR="00DF4DDB" w:rsidRDefault="00DF4DDB" w:rsidP="00DF4DDB">
      <w:pPr>
        <w:framePr w:w="10421" w:h="2761" w:hRule="exact" w:wrap="notBeside" w:vAnchor="page" w:hAnchor="page" w:x="701" w:y="12471"/>
        <w:shd w:val="clear" w:color="auto" w:fill="FFFFFF"/>
        <w:spacing w:after="0" w:line="240" w:lineRule="auto"/>
        <w:rPr>
          <w:b/>
        </w:rPr>
      </w:pPr>
      <w:r>
        <w:rPr>
          <w:b/>
        </w:rPr>
        <w:t xml:space="preserve">Localisation détaillée : </w:t>
      </w:r>
    </w:p>
    <w:p w14:paraId="22F0F1AB" w14:textId="1B2BE481" w:rsidR="00DF4DDB" w:rsidRPr="005A6FF3" w:rsidRDefault="00DF4DDB" w:rsidP="00DF4DDB">
      <w:pPr>
        <w:pStyle w:val="Sansinterligne"/>
        <w:framePr w:w="10421" w:h="2761" w:hRule="exact" w:wrap="notBeside" w:x="701" w:y="1247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>
        <w:rPr>
          <w:b/>
        </w:rPr>
        <w:t xml:space="preserve"> </w:t>
      </w:r>
      <w:bookmarkStart w:id="118" w:name="_GoBack"/>
      <w:r w:rsidR="007361CF">
        <w:fldChar w:fldCharType="begin">
          <w:ffData>
            <w:name w:val="LOCALISATION"/>
            <w:enabled/>
            <w:calcOnExit w:val="0"/>
            <w:textInput/>
          </w:ffData>
        </w:fldChar>
      </w:r>
      <w:bookmarkStart w:id="119" w:name="LOCALISATION"/>
      <w:r w:rsidR="007361CF">
        <w:instrText xml:space="preserve"> FORMTEXT </w:instrText>
      </w:r>
      <w:r w:rsidR="007361CF">
        <w:fldChar w:fldCharType="separate"/>
      </w:r>
      <w:r w:rsidR="007361CF">
        <w:rPr>
          <w:noProof/>
        </w:rPr>
        <w:t> </w:t>
      </w:r>
      <w:r w:rsidR="007361CF">
        <w:rPr>
          <w:noProof/>
        </w:rPr>
        <w:t> </w:t>
      </w:r>
      <w:r w:rsidR="007361CF">
        <w:rPr>
          <w:noProof/>
        </w:rPr>
        <w:t> </w:t>
      </w:r>
      <w:r w:rsidR="007361CF">
        <w:rPr>
          <w:noProof/>
        </w:rPr>
        <w:t> </w:t>
      </w:r>
      <w:r w:rsidR="007361CF">
        <w:rPr>
          <w:noProof/>
        </w:rPr>
        <w:t> </w:t>
      </w:r>
      <w:r w:rsidR="007361CF">
        <w:fldChar w:fldCharType="end"/>
      </w:r>
      <w:bookmarkEnd w:id="119"/>
      <w:bookmarkEnd w:id="118"/>
    </w:p>
    <w:p w14:paraId="1073FBE0" w14:textId="77777777" w:rsidR="00DF4DDB" w:rsidRPr="00100F5B" w:rsidRDefault="00DF4DDB" w:rsidP="00DF4DDB">
      <w:pPr>
        <w:pStyle w:val="Sansinterligne"/>
        <w:framePr w:w="10421" w:h="2761" w:hRule="exact" w:wrap="notBeside" w:x="701" w:y="1247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14:paraId="4C92702E" w14:textId="77777777" w:rsidR="00CB6D41" w:rsidRPr="005516A1" w:rsidRDefault="00CB6D41" w:rsidP="00AE0816">
      <w:pPr>
        <w:framePr w:w="2670" w:wrap="auto" w:vAnchor="page" w:hAnchor="page" w:x="651" w:y="16031"/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cs="Calibri"/>
          <w:sz w:val="13"/>
          <w:szCs w:val="13"/>
        </w:rPr>
      </w:pPr>
      <w:r w:rsidRPr="005516A1">
        <w:rPr>
          <w:rFonts w:cs="Calibri"/>
          <w:color w:val="000000"/>
          <w:sz w:val="13"/>
          <w:szCs w:val="13"/>
        </w:rPr>
        <w:t xml:space="preserve">Dernière mise-à-jour : </w:t>
      </w:r>
      <w:r w:rsidRPr="005516A1">
        <w:rPr>
          <w:rFonts w:cs="Calibri"/>
          <w:snapToGrid w:val="0"/>
          <w:sz w:val="13"/>
          <w:szCs w:val="13"/>
        </w:rPr>
        <w:fldChar w:fldCharType="begin">
          <w:ffData>
            <w:name w:val="DATE_EDITION_4"/>
            <w:enabled/>
            <w:calcOnExit w:val="0"/>
            <w:textInput/>
          </w:ffData>
        </w:fldChar>
      </w:r>
      <w:bookmarkStart w:id="120" w:name="DATE_EDITION_4"/>
      <w:r w:rsidRPr="005516A1">
        <w:rPr>
          <w:rFonts w:cs="Calibri"/>
          <w:snapToGrid w:val="0"/>
          <w:sz w:val="13"/>
          <w:szCs w:val="13"/>
        </w:rPr>
        <w:instrText xml:space="preserve"> FORMTEXT </w:instrText>
      </w:r>
      <w:r w:rsidRPr="005516A1">
        <w:rPr>
          <w:rFonts w:cs="Calibri"/>
          <w:snapToGrid w:val="0"/>
          <w:sz w:val="13"/>
          <w:szCs w:val="13"/>
        </w:rPr>
      </w:r>
      <w:r w:rsidRPr="005516A1">
        <w:rPr>
          <w:rFonts w:cs="Calibri"/>
          <w:snapToGrid w:val="0"/>
          <w:sz w:val="13"/>
          <w:szCs w:val="13"/>
        </w:rPr>
        <w:fldChar w:fldCharType="separate"/>
      </w:r>
      <w:r w:rsidRPr="005516A1">
        <w:rPr>
          <w:rFonts w:cs="Calibri"/>
          <w:noProof/>
          <w:snapToGrid w:val="0"/>
          <w:sz w:val="13"/>
          <w:szCs w:val="13"/>
        </w:rPr>
        <w:t> </w:t>
      </w:r>
      <w:r w:rsidRPr="005516A1">
        <w:rPr>
          <w:rFonts w:cs="Calibri"/>
          <w:noProof/>
          <w:snapToGrid w:val="0"/>
          <w:sz w:val="13"/>
          <w:szCs w:val="13"/>
        </w:rPr>
        <w:t> </w:t>
      </w:r>
      <w:r w:rsidRPr="005516A1">
        <w:rPr>
          <w:rFonts w:cs="Calibri"/>
          <w:noProof/>
          <w:snapToGrid w:val="0"/>
          <w:sz w:val="13"/>
          <w:szCs w:val="13"/>
        </w:rPr>
        <w:t> </w:t>
      </w:r>
      <w:r w:rsidRPr="005516A1">
        <w:rPr>
          <w:rFonts w:cs="Calibri"/>
          <w:noProof/>
          <w:snapToGrid w:val="0"/>
          <w:sz w:val="13"/>
          <w:szCs w:val="13"/>
        </w:rPr>
        <w:t> </w:t>
      </w:r>
      <w:r w:rsidRPr="005516A1">
        <w:rPr>
          <w:rFonts w:cs="Calibri"/>
          <w:noProof/>
          <w:snapToGrid w:val="0"/>
          <w:sz w:val="13"/>
          <w:szCs w:val="13"/>
        </w:rPr>
        <w:t> </w:t>
      </w:r>
      <w:r w:rsidRPr="005516A1">
        <w:rPr>
          <w:rFonts w:cs="Calibri"/>
          <w:snapToGrid w:val="0"/>
          <w:sz w:val="13"/>
          <w:szCs w:val="13"/>
        </w:rPr>
        <w:fldChar w:fldCharType="end"/>
      </w:r>
      <w:bookmarkEnd w:id="120"/>
    </w:p>
    <w:p w14:paraId="28E66A35" w14:textId="77777777" w:rsidR="00E6443C" w:rsidRPr="00D01856" w:rsidRDefault="00E6443C" w:rsidP="00CB6D41"/>
    <w:sectPr w:rsidR="00E6443C" w:rsidRPr="00D01856" w:rsidSect="00AE0816">
      <w:pgSz w:w="11906" w:h="16838"/>
      <w:pgMar w:top="0" w:right="1417" w:bottom="1417" w:left="1417" w:header="708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99F2C7" w14:textId="77777777" w:rsidR="00F54AC1" w:rsidRDefault="00F54AC1" w:rsidP="00D01856">
      <w:pPr>
        <w:spacing w:after="0" w:line="240" w:lineRule="auto"/>
      </w:pPr>
      <w:r>
        <w:separator/>
      </w:r>
    </w:p>
  </w:endnote>
  <w:endnote w:type="continuationSeparator" w:id="0">
    <w:p w14:paraId="5D9508AB" w14:textId="77777777" w:rsidR="00F54AC1" w:rsidRDefault="00F54AC1" w:rsidP="00D01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9B772B" w14:textId="77777777" w:rsidR="00E62B65" w:rsidRPr="00E62B65" w:rsidRDefault="001C3550" w:rsidP="001C3550">
    <w:pPr>
      <w:pStyle w:val="Pieddepage"/>
      <w:tabs>
        <w:tab w:val="right" w:pos="9923"/>
      </w:tabs>
      <w:rPr>
        <w:color w:val="929395"/>
        <w:sz w:val="18"/>
      </w:rPr>
    </w:pPr>
    <w:r>
      <w:tab/>
    </w:r>
    <w:r w:rsidR="008219D2" w:rsidRPr="00E62B65">
      <w:rPr>
        <w:color w:val="929395"/>
        <w:sz w:val="18"/>
      </w:rPr>
      <w:t>APRONA</w:t>
    </w:r>
    <w:r w:rsidR="00E62B65" w:rsidRPr="00E62B65">
      <w:rPr>
        <w:color w:val="929395"/>
        <w:sz w:val="18"/>
      </w:rPr>
      <w:t xml:space="preserve"> – Site du </w:t>
    </w:r>
    <w:proofErr w:type="spellStart"/>
    <w:r w:rsidR="00E62B65" w:rsidRPr="00E62B65">
      <w:rPr>
        <w:color w:val="929395"/>
        <w:sz w:val="18"/>
      </w:rPr>
      <w:t>Biopôle</w:t>
    </w:r>
    <w:proofErr w:type="spellEnd"/>
    <w:r w:rsidR="00E62B65" w:rsidRPr="00E62B65">
      <w:rPr>
        <w:color w:val="929395"/>
        <w:sz w:val="18"/>
      </w:rPr>
      <w:t>, 2</w:t>
    </w:r>
    <w:r w:rsidR="00B857F4">
      <w:rPr>
        <w:color w:val="929395"/>
        <w:sz w:val="18"/>
      </w:rPr>
      <w:t>8</w:t>
    </w:r>
    <w:r w:rsidR="00E62B65" w:rsidRPr="00E62B65">
      <w:rPr>
        <w:color w:val="929395"/>
        <w:sz w:val="18"/>
      </w:rPr>
      <w:t xml:space="preserve"> rue de Herrlisheim 68021 COLMAR</w:t>
    </w:r>
  </w:p>
  <w:p w14:paraId="3E37943F" w14:textId="77777777" w:rsidR="00385384" w:rsidRDefault="001C3550" w:rsidP="00E62B65">
    <w:pPr>
      <w:pStyle w:val="Pieddepage"/>
      <w:tabs>
        <w:tab w:val="left" w:pos="1460"/>
        <w:tab w:val="right" w:pos="9923"/>
      </w:tabs>
    </w:pPr>
    <w:r w:rsidRPr="00E62B65">
      <w:rPr>
        <w:color w:val="929395"/>
        <w:sz w:val="18"/>
      </w:rPr>
      <w:tab/>
    </w:r>
    <w:r w:rsidR="00E62B65">
      <w:rPr>
        <w:color w:val="929395"/>
        <w:sz w:val="18"/>
      </w:rPr>
      <w:tab/>
      <w:t xml:space="preserve">Site : </w:t>
    </w:r>
    <w:hyperlink r:id="rId1" w:history="1">
      <w:r w:rsidR="00E62B65" w:rsidRPr="003E6D88">
        <w:rPr>
          <w:rStyle w:val="Lienhypertexte"/>
          <w:sz w:val="18"/>
        </w:rPr>
        <w:t>www.aprona.net</w:t>
      </w:r>
    </w:hyperlink>
    <w:r w:rsidR="00E62B65">
      <w:rPr>
        <w:color w:val="929395"/>
        <w:sz w:val="18"/>
      </w:rPr>
      <w:t xml:space="preserve">                                 Tel : +33 (0)3 68 340 300</w:t>
    </w:r>
    <w:r w:rsidRPr="00E62B65">
      <w:rPr>
        <w:color w:val="929395"/>
        <w:sz w:val="18"/>
      </w:rPr>
      <w:tab/>
    </w:r>
    <w:r w:rsidR="00385384">
      <w:fldChar w:fldCharType="begin"/>
    </w:r>
    <w:r w:rsidR="00385384">
      <w:instrText>PAGE   \* MERGEFORMAT</w:instrText>
    </w:r>
    <w:r w:rsidR="00385384">
      <w:fldChar w:fldCharType="separate"/>
    </w:r>
    <w:r w:rsidR="00E41D9B">
      <w:rPr>
        <w:noProof/>
      </w:rPr>
      <w:t>2</w:t>
    </w:r>
    <w:r w:rsidR="00385384">
      <w:fldChar w:fldCharType="end"/>
    </w:r>
    <w:r w:rsidR="00385384">
      <w:t>/4</w:t>
    </w:r>
  </w:p>
  <w:p w14:paraId="753F16BD" w14:textId="77777777" w:rsidR="00385384" w:rsidRDefault="0038538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F9A49B" w14:textId="77777777" w:rsidR="00F54AC1" w:rsidRDefault="00F54AC1" w:rsidP="00D01856">
      <w:pPr>
        <w:spacing w:after="0" w:line="240" w:lineRule="auto"/>
      </w:pPr>
      <w:r>
        <w:separator/>
      </w:r>
    </w:p>
  </w:footnote>
  <w:footnote w:type="continuationSeparator" w:id="0">
    <w:p w14:paraId="7FB51F97" w14:textId="77777777" w:rsidR="00F54AC1" w:rsidRDefault="00F54AC1" w:rsidP="00D018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6AB"/>
    <w:rsid w:val="00000F23"/>
    <w:rsid w:val="00006F2D"/>
    <w:rsid w:val="000138FE"/>
    <w:rsid w:val="000224DA"/>
    <w:rsid w:val="00024BD6"/>
    <w:rsid w:val="00040D5B"/>
    <w:rsid w:val="00076A4A"/>
    <w:rsid w:val="00077A88"/>
    <w:rsid w:val="00080D7D"/>
    <w:rsid w:val="0009747D"/>
    <w:rsid w:val="000B3575"/>
    <w:rsid w:val="000D1465"/>
    <w:rsid w:val="00100F5B"/>
    <w:rsid w:val="001018B6"/>
    <w:rsid w:val="00102EF1"/>
    <w:rsid w:val="001112EA"/>
    <w:rsid w:val="0011595C"/>
    <w:rsid w:val="00122690"/>
    <w:rsid w:val="00142549"/>
    <w:rsid w:val="00154D87"/>
    <w:rsid w:val="001571CF"/>
    <w:rsid w:val="001661FF"/>
    <w:rsid w:val="0016667E"/>
    <w:rsid w:val="00170148"/>
    <w:rsid w:val="0018299E"/>
    <w:rsid w:val="00184D5C"/>
    <w:rsid w:val="001931B5"/>
    <w:rsid w:val="001B283F"/>
    <w:rsid w:val="001C1B1E"/>
    <w:rsid w:val="001C3463"/>
    <w:rsid w:val="001C3550"/>
    <w:rsid w:val="001E4BA0"/>
    <w:rsid w:val="001F3577"/>
    <w:rsid w:val="00227555"/>
    <w:rsid w:val="00240733"/>
    <w:rsid w:val="0027146D"/>
    <w:rsid w:val="002A0051"/>
    <w:rsid w:val="002C6194"/>
    <w:rsid w:val="002C70C6"/>
    <w:rsid w:val="002C7C92"/>
    <w:rsid w:val="0030071F"/>
    <w:rsid w:val="003007FD"/>
    <w:rsid w:val="00305D53"/>
    <w:rsid w:val="003132E0"/>
    <w:rsid w:val="00322518"/>
    <w:rsid w:val="00335CCE"/>
    <w:rsid w:val="0035140E"/>
    <w:rsid w:val="003659E3"/>
    <w:rsid w:val="0038236D"/>
    <w:rsid w:val="00385384"/>
    <w:rsid w:val="00397BB3"/>
    <w:rsid w:val="003B1905"/>
    <w:rsid w:val="003C23F0"/>
    <w:rsid w:val="003C244C"/>
    <w:rsid w:val="003C3852"/>
    <w:rsid w:val="003C5B76"/>
    <w:rsid w:val="003D2614"/>
    <w:rsid w:val="003E2FF5"/>
    <w:rsid w:val="003F40D9"/>
    <w:rsid w:val="00435762"/>
    <w:rsid w:val="0046300A"/>
    <w:rsid w:val="004737CB"/>
    <w:rsid w:val="00480ABA"/>
    <w:rsid w:val="00483E84"/>
    <w:rsid w:val="004B6797"/>
    <w:rsid w:val="004C2EAD"/>
    <w:rsid w:val="004F0468"/>
    <w:rsid w:val="00502343"/>
    <w:rsid w:val="00526584"/>
    <w:rsid w:val="0054146B"/>
    <w:rsid w:val="005516A1"/>
    <w:rsid w:val="00592E85"/>
    <w:rsid w:val="005A6FF3"/>
    <w:rsid w:val="005C4AD0"/>
    <w:rsid w:val="005F5891"/>
    <w:rsid w:val="006010A3"/>
    <w:rsid w:val="00615F09"/>
    <w:rsid w:val="006176BD"/>
    <w:rsid w:val="006248D5"/>
    <w:rsid w:val="006250CC"/>
    <w:rsid w:val="006366EE"/>
    <w:rsid w:val="006643D7"/>
    <w:rsid w:val="00697B7E"/>
    <w:rsid w:val="006B3EF8"/>
    <w:rsid w:val="006B4706"/>
    <w:rsid w:val="006C7B38"/>
    <w:rsid w:val="006D0B51"/>
    <w:rsid w:val="006E26FC"/>
    <w:rsid w:val="006F1118"/>
    <w:rsid w:val="00713D33"/>
    <w:rsid w:val="007278D6"/>
    <w:rsid w:val="007318B3"/>
    <w:rsid w:val="007361CF"/>
    <w:rsid w:val="00754B30"/>
    <w:rsid w:val="0078629B"/>
    <w:rsid w:val="00792995"/>
    <w:rsid w:val="0080519F"/>
    <w:rsid w:val="00810595"/>
    <w:rsid w:val="00812F43"/>
    <w:rsid w:val="008219D2"/>
    <w:rsid w:val="00834589"/>
    <w:rsid w:val="0085216D"/>
    <w:rsid w:val="00867257"/>
    <w:rsid w:val="008730AF"/>
    <w:rsid w:val="008937BB"/>
    <w:rsid w:val="008A7FE6"/>
    <w:rsid w:val="008B4323"/>
    <w:rsid w:val="008B6234"/>
    <w:rsid w:val="008B6249"/>
    <w:rsid w:val="008C2355"/>
    <w:rsid w:val="008C4641"/>
    <w:rsid w:val="008D0386"/>
    <w:rsid w:val="008E0947"/>
    <w:rsid w:val="008F340F"/>
    <w:rsid w:val="008F341C"/>
    <w:rsid w:val="009077E6"/>
    <w:rsid w:val="009338AA"/>
    <w:rsid w:val="00944B4B"/>
    <w:rsid w:val="009557AB"/>
    <w:rsid w:val="009562F7"/>
    <w:rsid w:val="009661BA"/>
    <w:rsid w:val="00974508"/>
    <w:rsid w:val="00984143"/>
    <w:rsid w:val="00996953"/>
    <w:rsid w:val="009A7E47"/>
    <w:rsid w:val="009C41CF"/>
    <w:rsid w:val="009D2C13"/>
    <w:rsid w:val="009D4F6B"/>
    <w:rsid w:val="009E2190"/>
    <w:rsid w:val="00A11A1D"/>
    <w:rsid w:val="00A1331C"/>
    <w:rsid w:val="00A25627"/>
    <w:rsid w:val="00A3534D"/>
    <w:rsid w:val="00A368F5"/>
    <w:rsid w:val="00A566E8"/>
    <w:rsid w:val="00A655D9"/>
    <w:rsid w:val="00A65677"/>
    <w:rsid w:val="00A7251A"/>
    <w:rsid w:val="00A74312"/>
    <w:rsid w:val="00A854F8"/>
    <w:rsid w:val="00A97DDF"/>
    <w:rsid w:val="00AB4630"/>
    <w:rsid w:val="00AC6474"/>
    <w:rsid w:val="00AD1CBF"/>
    <w:rsid w:val="00AE0816"/>
    <w:rsid w:val="00AF203E"/>
    <w:rsid w:val="00AF5785"/>
    <w:rsid w:val="00B0575B"/>
    <w:rsid w:val="00B05C7E"/>
    <w:rsid w:val="00B27E74"/>
    <w:rsid w:val="00B70C41"/>
    <w:rsid w:val="00B857F4"/>
    <w:rsid w:val="00BA0948"/>
    <w:rsid w:val="00BA2037"/>
    <w:rsid w:val="00BD214E"/>
    <w:rsid w:val="00BD56AB"/>
    <w:rsid w:val="00BD5DD8"/>
    <w:rsid w:val="00BD74FB"/>
    <w:rsid w:val="00BD7819"/>
    <w:rsid w:val="00BF2501"/>
    <w:rsid w:val="00C235AA"/>
    <w:rsid w:val="00C270C9"/>
    <w:rsid w:val="00C3557C"/>
    <w:rsid w:val="00C60442"/>
    <w:rsid w:val="00C71F08"/>
    <w:rsid w:val="00C874B9"/>
    <w:rsid w:val="00CA1477"/>
    <w:rsid w:val="00CB5198"/>
    <w:rsid w:val="00CB6D41"/>
    <w:rsid w:val="00CC12A4"/>
    <w:rsid w:val="00CC7609"/>
    <w:rsid w:val="00CE19B0"/>
    <w:rsid w:val="00CF73D8"/>
    <w:rsid w:val="00D01856"/>
    <w:rsid w:val="00D23DFA"/>
    <w:rsid w:val="00D9006F"/>
    <w:rsid w:val="00D904FF"/>
    <w:rsid w:val="00D94DBD"/>
    <w:rsid w:val="00DB4EF1"/>
    <w:rsid w:val="00DB7148"/>
    <w:rsid w:val="00DD00E3"/>
    <w:rsid w:val="00DE64FF"/>
    <w:rsid w:val="00DE73B1"/>
    <w:rsid w:val="00DF4DDB"/>
    <w:rsid w:val="00E030A9"/>
    <w:rsid w:val="00E34CAF"/>
    <w:rsid w:val="00E41D9B"/>
    <w:rsid w:val="00E440BF"/>
    <w:rsid w:val="00E518E3"/>
    <w:rsid w:val="00E62B65"/>
    <w:rsid w:val="00E6443C"/>
    <w:rsid w:val="00E738EC"/>
    <w:rsid w:val="00EB01DF"/>
    <w:rsid w:val="00EE0923"/>
    <w:rsid w:val="00EE6CC7"/>
    <w:rsid w:val="00F036D8"/>
    <w:rsid w:val="00F203E8"/>
    <w:rsid w:val="00F35BCA"/>
    <w:rsid w:val="00F54AC1"/>
    <w:rsid w:val="00F555BD"/>
    <w:rsid w:val="00FA1A12"/>
    <w:rsid w:val="00FA7F18"/>
    <w:rsid w:val="00FB2B0A"/>
    <w:rsid w:val="00FB735E"/>
    <w:rsid w:val="00FB7F7B"/>
    <w:rsid w:val="00FD5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CC28E8"/>
  <w15:chartTrackingRefBased/>
  <w15:docId w15:val="{133BB6B7-5E72-4C2C-8511-D63B1761D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F2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F250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018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01856"/>
  </w:style>
  <w:style w:type="paragraph" w:styleId="Pieddepage">
    <w:name w:val="footer"/>
    <w:basedOn w:val="Normal"/>
    <w:link w:val="PieddepageCar"/>
    <w:uiPriority w:val="99"/>
    <w:unhideWhenUsed/>
    <w:rsid w:val="00D018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01856"/>
  </w:style>
  <w:style w:type="paragraph" w:styleId="Sansinterligne">
    <w:name w:val="No Spacing"/>
    <w:aliases w:val="Signets"/>
    <w:basedOn w:val="Normal"/>
    <w:uiPriority w:val="1"/>
    <w:qFormat/>
    <w:rsid w:val="00B0575B"/>
    <w:pPr>
      <w:framePr w:w="10171" w:h="2476" w:hRule="exact" w:wrap="notBeside" w:vAnchor="page" w:hAnchor="page" w:x="706" w:y="1314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spacing w:after="0" w:line="240" w:lineRule="auto"/>
    </w:pPr>
    <w:rPr>
      <w:snapToGrid w:val="0"/>
    </w:rPr>
  </w:style>
  <w:style w:type="character" w:styleId="Lienhypertexte">
    <w:name w:val="Hyperlink"/>
    <w:uiPriority w:val="99"/>
    <w:unhideWhenUsed/>
    <w:rsid w:val="00E62B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8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styles" Target="styles.xml"/>
  <Relationship Id="rId10" Type="http://schemas.openxmlformats.org/officeDocument/2006/relationships/theme" Target="theme/theme1.xml"/>
  <Relationship Id="rId2" Type="http://schemas.openxmlformats.org/officeDocument/2006/relationships/settings" Target="settings.xml"/>
  <Relationship Id="rId3" Type="http://schemas.openxmlformats.org/officeDocument/2006/relationships/webSettings" Target="webSettings.xml"/>
  <Relationship Id="rId4" Type="http://schemas.openxmlformats.org/officeDocument/2006/relationships/footnotes" Target="footnotes.xml"/>
  <Relationship Id="rId5" Type="http://schemas.openxmlformats.org/officeDocument/2006/relationships/endnotes" Target="endnotes.xml"/>
  <Relationship Id="rId6" Type="http://schemas.openxmlformats.org/officeDocument/2006/relationships/image" Target="media/image1.png"/>
  <Relationship Id="rId7" Type="http://schemas.openxmlformats.org/officeDocument/2006/relationships/image" Target="media/image2.jpeg"/>
  <Relationship Id="rId8" Type="http://schemas.openxmlformats.org/officeDocument/2006/relationships/footer" Target="footer1.xml"/>
  <Relationship Id="rId9" Type="http://schemas.openxmlformats.org/officeDocument/2006/relationships/fontTable" Target="fontTable.xml"/>
</Relationships>

</file>

<file path=word/_rels/footer1.xml.rels><?xml version="1.0" encoding="UTF-8"?>

<Relationships xmlns="http://schemas.openxmlformats.org/package/2006/relationships">
  <Relationship Id="rId1" Type="http://schemas.openxmlformats.org/officeDocument/2006/relationships/hyperlink" TargetMode="External" Target="http://www.aprona.net"/>
</Relationships>

</file>

<file path=word/_rels/settings.xml.rels><?xml version="1.0" encoding="UTF-8"?>

<Relationships xmlns="http://schemas.openxmlformats.org/package/2006/relationships">
  <Relationship Id="rId1" Type="http://schemas.openxmlformats.org/officeDocument/2006/relationships/attachedTemplate" TargetMode="External" Target="file:///C:/Users/Jules/Desktop/sheo/Fiche_aprona_interne.dot"/>
</Relationships>
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Fiche_aprona_interne</Template>
  <TotalTime>3</TotalTime>
  <Pages>4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3841</CharactersWithSpaces>
  <SharedDoc>false</SharedDoc>
  <HLinks>
    <vt:vector size="6" baseType="variant"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http://www.aprona.net/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2019-09-23T14:32:00Z</dcterms:created>
  <dc:creator>Jules</dc:creator>
  <lastModifiedBy>Jules Fournier</lastModifiedBy>
  <dcterms:modified xsi:type="dcterms:W3CDTF">2019-09-23T15:01:00Z</dcterms:modified>
  <revision>2</revision>
</coreProperties>
</file>